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0C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166C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>
        <w:rPr>
          <w:rFonts w:ascii="Times New Roman" w:hAnsi="Times New Roman" w:cs="Times New Roman"/>
          <w:sz w:val="28"/>
          <w:szCs w:val="28"/>
        </w:rPr>
        <w:br/>
        <w:t>АДМИНИСТРАЦИИ ВЕСЕЛОВСКОГО РАЙОНА</w:t>
      </w:r>
      <w:r w:rsidRPr="00D16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0C" w:rsidRPr="00D166C1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C590C" w:rsidRPr="00541D20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bCs w:val="0"/>
          <w:sz w:val="28"/>
          <w:szCs w:val="28"/>
        </w:rPr>
        <w:t>ПРИКАЗ</w:t>
      </w:r>
    </w:p>
    <w:p w:rsidR="005C590C" w:rsidRPr="00FE5CE4" w:rsidRDefault="005C590C" w:rsidP="002441DC">
      <w:pPr>
        <w:rPr>
          <w:sz w:val="10"/>
          <w:szCs w:val="10"/>
        </w:rPr>
      </w:pPr>
    </w:p>
    <w:p w:rsidR="005C590C" w:rsidRDefault="005C590C" w:rsidP="002441DC">
      <w:pPr>
        <w:rPr>
          <w:sz w:val="28"/>
          <w:szCs w:val="28"/>
        </w:rPr>
      </w:pPr>
      <w:r w:rsidRPr="00541D20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541D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Pr="00541D20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541D20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32-0     </w:t>
      </w:r>
      <w:r w:rsidRPr="00541D2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п. Веселый</w:t>
      </w:r>
    </w:p>
    <w:p w:rsidR="005C590C" w:rsidRDefault="005C590C" w:rsidP="002441DC">
      <w:pPr>
        <w:rPr>
          <w:sz w:val="28"/>
          <w:szCs w:val="28"/>
        </w:rPr>
      </w:pPr>
    </w:p>
    <w:p w:rsidR="005C590C" w:rsidRDefault="005C590C" w:rsidP="002441DC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</w:t>
      </w:r>
    </w:p>
    <w:p w:rsidR="005C590C" w:rsidRDefault="005C590C" w:rsidP="002441DC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приказ финансового отдела</w:t>
      </w:r>
    </w:p>
    <w:p w:rsidR="005C590C" w:rsidRDefault="005C590C" w:rsidP="002441DC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Веселовского </w:t>
      </w:r>
    </w:p>
    <w:p w:rsidR="005C590C" w:rsidRDefault="005C590C" w:rsidP="002441DC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района от 31.12.2011 №56-о</w:t>
      </w:r>
    </w:p>
    <w:p w:rsidR="005C590C" w:rsidRDefault="005C590C" w:rsidP="002441DC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C590C" w:rsidRPr="00624F00" w:rsidRDefault="005C590C" w:rsidP="00624F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приказом министерства финансов РО № </w:t>
      </w:r>
      <w:r w:rsidRPr="00624F00">
        <w:rPr>
          <w:rFonts w:ascii="Times New Roman" w:hAnsi="Times New Roman" w:cs="Times New Roman"/>
          <w:sz w:val="28"/>
          <w:szCs w:val="28"/>
        </w:rPr>
        <w:t>120 от 07.12.2015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F00"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финансов Ростовской области от 28.06.2013 № 80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5C590C" w:rsidRDefault="005C590C" w:rsidP="00624F00">
      <w:pPr>
        <w:pStyle w:val="ConsPlusNormal"/>
        <w:tabs>
          <w:tab w:val="right" w:pos="100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F00">
        <w:rPr>
          <w:rFonts w:ascii="Times New Roman" w:hAnsi="Times New Roman" w:cs="Times New Roman"/>
          <w:sz w:val="28"/>
          <w:szCs w:val="28"/>
        </w:rPr>
        <w:t xml:space="preserve"> п р </w:t>
      </w:r>
      <w:r w:rsidRPr="00624F00">
        <w:rPr>
          <w:rFonts w:ascii="Times New Roman" w:hAnsi="Times New Roman" w:cs="Times New Roman"/>
          <w:spacing w:val="60"/>
          <w:sz w:val="28"/>
          <w:szCs w:val="28"/>
        </w:rPr>
        <w:t>иказываю</w:t>
      </w:r>
      <w:r w:rsidRPr="00624F00">
        <w:rPr>
          <w:rFonts w:ascii="Times New Roman" w:hAnsi="Times New Roman" w:cs="Times New Roman"/>
          <w:sz w:val="28"/>
          <w:szCs w:val="28"/>
        </w:rPr>
        <w:t>:</w:t>
      </w:r>
    </w:p>
    <w:p w:rsidR="005C590C" w:rsidRDefault="005C590C" w:rsidP="00624F00">
      <w:pPr>
        <w:pStyle w:val="ConsPlusNormal"/>
        <w:tabs>
          <w:tab w:val="right" w:pos="100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F00">
        <w:rPr>
          <w:rFonts w:ascii="Times New Roman" w:hAnsi="Times New Roman" w:cs="Times New Roman"/>
          <w:sz w:val="28"/>
          <w:szCs w:val="28"/>
        </w:rPr>
        <w:tab/>
      </w:r>
    </w:p>
    <w:p w:rsidR="005C590C" w:rsidRPr="00624F00" w:rsidRDefault="005C590C" w:rsidP="00624F00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4F00">
        <w:rPr>
          <w:rFonts w:ascii="Times New Roman" w:hAnsi="Times New Roman" w:cs="Times New Roman"/>
          <w:b w:val="0"/>
          <w:bCs w:val="0"/>
          <w:sz w:val="28"/>
          <w:szCs w:val="28"/>
        </w:rPr>
        <w:t>1. Внести в приказ от 31.12.2011 №56-о  «О внесении изменений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24F00">
        <w:rPr>
          <w:rFonts w:ascii="Times New Roman" w:hAnsi="Times New Roman" w:cs="Times New Roman"/>
          <w:b w:val="0"/>
          <w:bCs w:val="0"/>
          <w:sz w:val="28"/>
          <w:szCs w:val="28"/>
        </w:rPr>
        <w:t>в приказ финансового отдела Администрации Веселовского района от 29.12.2009 №40-о» следующие изменения:</w:t>
      </w:r>
    </w:p>
    <w:p w:rsidR="005C590C" w:rsidRDefault="005C590C" w:rsidP="002441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24F00">
        <w:rPr>
          <w:rFonts w:ascii="Times New Roman" w:hAnsi="Times New Roman" w:cs="Times New Roman"/>
          <w:sz w:val="28"/>
          <w:szCs w:val="28"/>
        </w:rPr>
        <w:t>1.1. Приложение 1 изложить в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 к настоящему приказу.</w:t>
      </w:r>
    </w:p>
    <w:p w:rsidR="005C590C" w:rsidRDefault="005C590C" w:rsidP="002441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Приложение 2 изложить в редакции согласно приложению 2 к настоящему приказу.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>2. Главным распорядителям средств бюджета муниципального района,  начальникам секторов финансового отдела района обеспечить исполнение настоящего Приказа.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>3. Главным распорядителям средств  бюджета муниципального района привести нормативные правовые акты, регламентирующие вопросы исполнения бюджета муниципального района по расходам и источникам финансирования дефицита бюджета муниципального района, составления и ведения кассового плана бюджета муниципального района в соответствие с настоящим Приказом.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>4. Сельским поселениям в целях повышения эффективности бюджетного процесса рассмотреть необходимость внесения изменений в соответствующие нормативные правовые акты органов местного самоуправления с учётом настоящего Приказа.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>5. Заместителю</w:t>
      </w:r>
      <w:r>
        <w:rPr>
          <w:sz w:val="28"/>
          <w:szCs w:val="28"/>
        </w:rPr>
        <w:t xml:space="preserve"> заведующего</w:t>
      </w:r>
      <w:r w:rsidRPr="002441DC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ым</w:t>
      </w:r>
      <w:r w:rsidRPr="002441DC">
        <w:rPr>
          <w:sz w:val="28"/>
          <w:szCs w:val="28"/>
        </w:rPr>
        <w:t xml:space="preserve"> отдел</w:t>
      </w:r>
      <w:r>
        <w:rPr>
          <w:sz w:val="28"/>
          <w:szCs w:val="28"/>
        </w:rPr>
        <w:t xml:space="preserve">ом Администрации Веселовского </w:t>
      </w:r>
      <w:r w:rsidRPr="002441DC">
        <w:rPr>
          <w:sz w:val="28"/>
          <w:szCs w:val="28"/>
        </w:rPr>
        <w:t xml:space="preserve">района (И.П.Соловьева) обеспечить доведение настоящего </w:t>
      </w:r>
      <w:r>
        <w:rPr>
          <w:sz w:val="28"/>
          <w:szCs w:val="28"/>
        </w:rPr>
        <w:t>п</w:t>
      </w:r>
      <w:r w:rsidRPr="002441DC">
        <w:rPr>
          <w:sz w:val="28"/>
          <w:szCs w:val="28"/>
        </w:rPr>
        <w:t>риказа до главных распорядителей средств бюджета муниципального района и сельских поселений.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 xml:space="preserve">6. Настоящий приказ вступает в силу с  1 </w:t>
      </w:r>
      <w:r>
        <w:rPr>
          <w:sz w:val="28"/>
          <w:szCs w:val="28"/>
        </w:rPr>
        <w:t>сентября</w:t>
      </w:r>
      <w:r w:rsidRPr="002441DC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2441DC">
        <w:rPr>
          <w:sz w:val="28"/>
          <w:szCs w:val="28"/>
        </w:rPr>
        <w:t>года.</w:t>
      </w:r>
    </w:p>
    <w:p w:rsidR="005C590C" w:rsidRPr="002441DC" w:rsidRDefault="005C590C" w:rsidP="002441DC">
      <w:pPr>
        <w:pStyle w:val="BodyText"/>
        <w:ind w:firstLine="720"/>
        <w:rPr>
          <w:sz w:val="28"/>
          <w:szCs w:val="28"/>
        </w:rPr>
      </w:pPr>
      <w:r w:rsidRPr="002441DC">
        <w:rPr>
          <w:sz w:val="28"/>
          <w:szCs w:val="28"/>
        </w:rPr>
        <w:t>7. Контроль за исполнением настоящего приказа оставляю за собой.</w:t>
      </w:r>
    </w:p>
    <w:p w:rsidR="005C590C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Заведующий финансовым отделом</w:t>
      </w:r>
    </w:p>
    <w:p w:rsidR="005C590C" w:rsidRPr="00541D20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Администрации Веселовского района             </w:t>
      </w:r>
      <w:r w:rsidRPr="00541D2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Е.Е. Алексеева</w:t>
      </w:r>
    </w:p>
    <w:p w:rsidR="005C590C" w:rsidRDefault="005C590C" w:rsidP="002441DC">
      <w:pPr>
        <w:pStyle w:val="BodyText"/>
        <w:rPr>
          <w:b/>
          <w:bCs/>
        </w:rPr>
      </w:pPr>
      <w:r>
        <w:t xml:space="preserve">                                                                                    </w:t>
      </w:r>
    </w:p>
    <w:p w:rsidR="005C590C" w:rsidRDefault="005C590C" w:rsidP="003A691E">
      <w:pPr>
        <w:pStyle w:val="BodyText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07D7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5C590C" w:rsidRDefault="005C590C" w:rsidP="003A691E">
      <w:pPr>
        <w:pStyle w:val="BodyText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 xml:space="preserve">к приказу </w:t>
      </w:r>
    </w:p>
    <w:p w:rsidR="005C590C" w:rsidRDefault="005C590C" w:rsidP="003A691E">
      <w:pPr>
        <w:pStyle w:val="BodyText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>финансов</w:t>
      </w:r>
      <w:r>
        <w:rPr>
          <w:sz w:val="28"/>
          <w:szCs w:val="28"/>
        </w:rPr>
        <w:t>ого отдела</w:t>
      </w:r>
      <w:r w:rsidRPr="00307D76">
        <w:rPr>
          <w:sz w:val="28"/>
          <w:szCs w:val="28"/>
        </w:rPr>
        <w:t xml:space="preserve"> </w:t>
      </w:r>
    </w:p>
    <w:p w:rsidR="005C590C" w:rsidRPr="00307D76" w:rsidRDefault="005C590C" w:rsidP="000A121E">
      <w:pPr>
        <w:pStyle w:val="BodyText"/>
        <w:spacing w:after="0"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Веселовского                    района   от 22.08.2016 № 32-0</w:t>
      </w:r>
    </w:p>
    <w:p w:rsidR="005C590C" w:rsidRDefault="005C590C" w:rsidP="003A691E">
      <w:pPr>
        <w:ind w:firstLine="720"/>
        <w:jc w:val="right"/>
        <w:rPr>
          <w:b/>
          <w:bCs/>
          <w:snapToGrid w:val="0"/>
          <w:sz w:val="28"/>
          <w:szCs w:val="28"/>
        </w:rPr>
      </w:pPr>
    </w:p>
    <w:p w:rsidR="005C590C" w:rsidRDefault="005C590C" w:rsidP="00446CA4">
      <w:pPr>
        <w:ind w:firstLine="720"/>
        <w:jc w:val="center"/>
        <w:rPr>
          <w:b/>
          <w:bCs/>
          <w:snapToGrid w:val="0"/>
          <w:sz w:val="28"/>
          <w:szCs w:val="28"/>
        </w:rPr>
      </w:pPr>
    </w:p>
    <w:p w:rsidR="005C590C" w:rsidRDefault="005C590C" w:rsidP="001E5E37">
      <w:pPr>
        <w:ind w:firstLine="540"/>
        <w:jc w:val="both"/>
        <w:rPr>
          <w:b/>
          <w:bCs/>
          <w:sz w:val="28"/>
          <w:szCs w:val="28"/>
        </w:rPr>
      </w:pPr>
      <w:r w:rsidRPr="002C7A4C">
        <w:rPr>
          <w:b/>
          <w:bCs/>
          <w:sz w:val="28"/>
          <w:szCs w:val="28"/>
        </w:rPr>
        <w:t xml:space="preserve">Раздел </w:t>
      </w:r>
      <w:r w:rsidRPr="002C7A4C">
        <w:rPr>
          <w:b/>
          <w:bCs/>
          <w:sz w:val="28"/>
          <w:szCs w:val="28"/>
          <w:lang w:val="en-US"/>
        </w:rPr>
        <w:t>II</w:t>
      </w:r>
      <w:r w:rsidRPr="002C7A4C">
        <w:rPr>
          <w:b/>
          <w:bCs/>
          <w:sz w:val="28"/>
          <w:szCs w:val="28"/>
        </w:rPr>
        <w:t xml:space="preserve">. </w:t>
      </w:r>
      <w:r w:rsidRPr="00D43289">
        <w:rPr>
          <w:b/>
          <w:bCs/>
          <w:color w:val="000000"/>
          <w:sz w:val="28"/>
          <w:szCs w:val="28"/>
        </w:rPr>
        <w:t>Порядок учета бюджетных обязательств</w:t>
      </w:r>
      <w:r w:rsidRPr="00D43289">
        <w:rPr>
          <w:b/>
          <w:bCs/>
          <w:sz w:val="28"/>
          <w:szCs w:val="28"/>
        </w:rPr>
        <w:t xml:space="preserve">  </w:t>
      </w:r>
    </w:p>
    <w:p w:rsidR="005C590C" w:rsidRPr="00D43289" w:rsidRDefault="005C590C" w:rsidP="001E5E37">
      <w:pPr>
        <w:ind w:firstLine="720"/>
        <w:jc w:val="center"/>
        <w:rPr>
          <w:color w:val="000000"/>
          <w:sz w:val="28"/>
          <w:szCs w:val="28"/>
        </w:rPr>
      </w:pPr>
    </w:p>
    <w:p w:rsidR="005C590C" w:rsidRDefault="005C590C" w:rsidP="001E5E3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C7A4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</w:t>
      </w:r>
      <w:r w:rsidRPr="002C7A4C">
        <w:rPr>
          <w:color w:val="000000"/>
          <w:sz w:val="28"/>
          <w:szCs w:val="28"/>
        </w:rPr>
        <w:t xml:space="preserve"> Учету бюджетных обязательств</w:t>
      </w:r>
      <w:r>
        <w:rPr>
          <w:color w:val="000000"/>
          <w:sz w:val="28"/>
          <w:szCs w:val="28"/>
        </w:rPr>
        <w:t xml:space="preserve"> получателей средств бюджета муниципального района (далее – получатели) осуществляется в следующем порядке.</w:t>
      </w:r>
    </w:p>
    <w:p w:rsidR="005C590C" w:rsidRPr="00FF3768" w:rsidRDefault="005C590C" w:rsidP="005D19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F3768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FF3768">
        <w:rPr>
          <w:sz w:val="28"/>
          <w:szCs w:val="28"/>
        </w:rPr>
        <w:t xml:space="preserve"> Учету подлежат бюджетные обязательства получателей, </w:t>
      </w:r>
      <w:r>
        <w:rPr>
          <w:sz w:val="28"/>
          <w:szCs w:val="28"/>
        </w:rPr>
        <w:t xml:space="preserve">в том числе </w:t>
      </w:r>
      <w:r w:rsidRPr="00FF3768">
        <w:rPr>
          <w:sz w:val="28"/>
          <w:szCs w:val="28"/>
        </w:rPr>
        <w:t xml:space="preserve">принятые ими путем заключения </w:t>
      </w:r>
      <w:r>
        <w:rPr>
          <w:sz w:val="28"/>
          <w:szCs w:val="28"/>
        </w:rPr>
        <w:t>муниципальных</w:t>
      </w:r>
      <w:r w:rsidRPr="00FF3768">
        <w:rPr>
          <w:sz w:val="28"/>
          <w:szCs w:val="28"/>
        </w:rPr>
        <w:t xml:space="preserve"> контрактов, иных договоров с физическими и юридическими лицами, индивидуальными предпринимателями </w:t>
      </w:r>
      <w:r>
        <w:rPr>
          <w:sz w:val="28"/>
          <w:szCs w:val="28"/>
        </w:rPr>
        <w:t xml:space="preserve"> (далее – иные договоры) </w:t>
      </w:r>
      <w:r w:rsidRPr="00FF3768">
        <w:rPr>
          <w:sz w:val="28"/>
          <w:szCs w:val="28"/>
        </w:rPr>
        <w:t xml:space="preserve">или в соответствии с законами, иными правовыми актами, соглашениями в пределах доведенных до получателей лимитов бюджетных обязательств. </w:t>
      </w:r>
    </w:p>
    <w:p w:rsidR="005C590C" w:rsidRDefault="005C590C" w:rsidP="005D1925">
      <w:pPr>
        <w:ind w:firstLine="540"/>
        <w:jc w:val="both"/>
        <w:rPr>
          <w:sz w:val="28"/>
          <w:szCs w:val="28"/>
        </w:rPr>
      </w:pPr>
      <w:r w:rsidRPr="00FF3768">
        <w:rPr>
          <w:sz w:val="28"/>
          <w:szCs w:val="28"/>
        </w:rPr>
        <w:t>Учет бюджетных обязательств осуществляется получателями, признанными таковыми в соответствии со статьей 6 Бюджетного кодекса Российской Федерации.</w:t>
      </w:r>
    </w:p>
    <w:p w:rsidR="005C590C" w:rsidRPr="005F4448" w:rsidRDefault="005C590C" w:rsidP="005D1925">
      <w:pPr>
        <w:ind w:firstLine="540"/>
        <w:jc w:val="both"/>
        <w:rPr>
          <w:strike/>
          <w:sz w:val="28"/>
          <w:szCs w:val="28"/>
        </w:rPr>
      </w:pPr>
      <w:r w:rsidRPr="005F4448">
        <w:rPr>
          <w:sz w:val="28"/>
          <w:szCs w:val="28"/>
        </w:rPr>
        <w:t xml:space="preserve">В случае если главным распорядителем является </w:t>
      </w:r>
      <w:r>
        <w:rPr>
          <w:sz w:val="28"/>
          <w:szCs w:val="28"/>
        </w:rPr>
        <w:t>Ф</w:t>
      </w:r>
      <w:r w:rsidRPr="005F4448">
        <w:rPr>
          <w:sz w:val="28"/>
          <w:szCs w:val="28"/>
        </w:rPr>
        <w:t>инансов</w:t>
      </w:r>
      <w:r>
        <w:rPr>
          <w:sz w:val="28"/>
          <w:szCs w:val="28"/>
        </w:rPr>
        <w:t>ый отдел Администрации Веселовского района</w:t>
      </w:r>
      <w:r w:rsidRPr="005F444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финансовый отдел</w:t>
      </w:r>
      <w:r w:rsidRPr="005F4448">
        <w:rPr>
          <w:sz w:val="28"/>
          <w:szCs w:val="28"/>
        </w:rPr>
        <w:t xml:space="preserve">), учет бюджетных обязательств осуществляет </w:t>
      </w:r>
      <w:r>
        <w:rPr>
          <w:sz w:val="28"/>
          <w:szCs w:val="28"/>
        </w:rPr>
        <w:t>сектор</w:t>
      </w:r>
      <w:r w:rsidRPr="005F4448">
        <w:rPr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и</w:t>
      </w:r>
      <w:r w:rsidRPr="005F4448">
        <w:rPr>
          <w:sz w:val="28"/>
          <w:szCs w:val="28"/>
        </w:rPr>
        <w:t xml:space="preserve"> отчетности.</w:t>
      </w:r>
    </w:p>
    <w:p w:rsidR="005C590C" w:rsidRPr="001D0B31" w:rsidRDefault="005C590C" w:rsidP="005D1925">
      <w:pPr>
        <w:ind w:firstLine="54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</w:t>
      </w:r>
      <w:r w:rsidRPr="00FF3768">
        <w:rPr>
          <w:sz w:val="28"/>
          <w:szCs w:val="28"/>
        </w:rPr>
        <w:t xml:space="preserve">.2. Учет бюджетных обязательств осуществляется </w:t>
      </w:r>
      <w:r w:rsidRPr="00036806">
        <w:rPr>
          <w:sz w:val="28"/>
          <w:szCs w:val="28"/>
        </w:rPr>
        <w:t>структурными подразделениями (должностными лицами), уп</w:t>
      </w:r>
      <w:r w:rsidRPr="00FF3768">
        <w:rPr>
          <w:sz w:val="28"/>
          <w:szCs w:val="28"/>
        </w:rPr>
        <w:t xml:space="preserve">олномоченными приказами (распоряжениями) главных распорядителей, руководителей </w:t>
      </w:r>
      <w:r>
        <w:rPr>
          <w:sz w:val="28"/>
          <w:szCs w:val="28"/>
        </w:rPr>
        <w:t>получателей</w:t>
      </w:r>
      <w:r w:rsidRPr="00FF3768">
        <w:rPr>
          <w:sz w:val="28"/>
          <w:szCs w:val="28"/>
        </w:rPr>
        <w:t xml:space="preserve"> </w:t>
      </w:r>
      <w:r w:rsidRPr="002870BD">
        <w:rPr>
          <w:sz w:val="28"/>
          <w:szCs w:val="28"/>
        </w:rPr>
        <w:t xml:space="preserve">в соответствии с требованиями Инструкции по </w:t>
      </w:r>
      <w:r w:rsidRPr="006C5FA6">
        <w:rPr>
          <w:sz w:val="28"/>
          <w:szCs w:val="28"/>
        </w:rPr>
        <w:t>применению плана счетов бюджетного учета, утвержденного приказом</w:t>
      </w:r>
      <w:r w:rsidRPr="002870BD">
        <w:rPr>
          <w:sz w:val="28"/>
          <w:szCs w:val="28"/>
        </w:rPr>
        <w:t xml:space="preserve"> Министерства финансов Российской Федерации от </w:t>
      </w:r>
      <w:r w:rsidRPr="00AB53B6">
        <w:rPr>
          <w:sz w:val="28"/>
          <w:szCs w:val="28"/>
        </w:rPr>
        <w:t>06.12.2010 №</w:t>
      </w:r>
      <w:r>
        <w:rPr>
          <w:sz w:val="28"/>
          <w:szCs w:val="28"/>
        </w:rPr>
        <w:t xml:space="preserve"> </w:t>
      </w:r>
      <w:r w:rsidRPr="00AB53B6">
        <w:rPr>
          <w:sz w:val="28"/>
          <w:szCs w:val="28"/>
        </w:rPr>
        <w:t>162н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«</w:t>
      </w:r>
      <w:r w:rsidRPr="00D86490">
        <w:rPr>
          <w:sz w:val="28"/>
          <w:szCs w:val="28"/>
          <w:lang w:eastAsia="en-US"/>
        </w:rPr>
        <w:t>Об утверждении Плана счетов бюджетного учета и Инструкции по его применению</w:t>
      </w:r>
      <w:r>
        <w:rPr>
          <w:sz w:val="28"/>
          <w:szCs w:val="28"/>
          <w:lang w:eastAsia="en-US"/>
        </w:rPr>
        <w:t>»</w:t>
      </w:r>
      <w:r w:rsidRPr="002870BD">
        <w:rPr>
          <w:sz w:val="28"/>
          <w:szCs w:val="28"/>
        </w:rPr>
        <w:t>, путем ведения в электронном виде реестра сведений о принятых и учтенных бюджетных обязательствах в текущем финансовом году (далее – Реестр) по форме</w:t>
      </w:r>
      <w:r w:rsidRPr="00815AD3"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>№ 1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 xml:space="preserve">к настоящему </w:t>
      </w:r>
      <w:r w:rsidRPr="00B81C2B">
        <w:rPr>
          <w:sz w:val="28"/>
          <w:szCs w:val="28"/>
        </w:rPr>
        <w:t>Порядку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>исполнения бюджета</w:t>
      </w:r>
      <w:r>
        <w:rPr>
          <w:sz w:val="28"/>
          <w:szCs w:val="28"/>
        </w:rPr>
        <w:t xml:space="preserve"> муниципального района</w:t>
      </w:r>
      <w:r w:rsidRPr="00493647">
        <w:rPr>
          <w:sz w:val="28"/>
          <w:szCs w:val="28"/>
        </w:rPr>
        <w:t xml:space="preserve"> по расходам и источникам финансирования дефицита  бюджета (далее - Порядок).</w:t>
      </w:r>
      <w:r w:rsidRPr="00B81C2B">
        <w:rPr>
          <w:sz w:val="28"/>
          <w:szCs w:val="28"/>
        </w:rPr>
        <w:t xml:space="preserve"> </w:t>
      </w:r>
    </w:p>
    <w:p w:rsidR="005C590C" w:rsidRPr="002870BD" w:rsidRDefault="005C590C" w:rsidP="005D19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1C2B">
        <w:rPr>
          <w:sz w:val="28"/>
          <w:szCs w:val="28"/>
        </w:rPr>
        <w:t>юджетны</w:t>
      </w:r>
      <w:r>
        <w:rPr>
          <w:sz w:val="28"/>
          <w:szCs w:val="28"/>
        </w:rPr>
        <w:t>е</w:t>
      </w:r>
      <w:r w:rsidRPr="00B81C2B">
        <w:rPr>
          <w:sz w:val="28"/>
          <w:szCs w:val="28"/>
        </w:rPr>
        <w:t xml:space="preserve"> обязательства, приняты</w:t>
      </w:r>
      <w:r>
        <w:rPr>
          <w:sz w:val="28"/>
          <w:szCs w:val="28"/>
        </w:rPr>
        <w:t>е</w:t>
      </w:r>
      <w:r w:rsidRPr="00B81C2B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муниципальных </w:t>
      </w:r>
      <w:r w:rsidRPr="00B81C2B">
        <w:rPr>
          <w:sz w:val="28"/>
          <w:szCs w:val="28"/>
        </w:rPr>
        <w:t>контрактов, иных договоров</w:t>
      </w:r>
      <w:r w:rsidRPr="002870BD">
        <w:rPr>
          <w:sz w:val="28"/>
          <w:szCs w:val="28"/>
        </w:rPr>
        <w:t xml:space="preserve">,  подлежат постановке на учет не позднее следующего рабочего дня после получения </w:t>
      </w:r>
      <w:r>
        <w:rPr>
          <w:sz w:val="28"/>
          <w:szCs w:val="28"/>
        </w:rPr>
        <w:t>муниципального</w:t>
      </w:r>
      <w:r w:rsidRPr="002870BD">
        <w:rPr>
          <w:sz w:val="28"/>
          <w:szCs w:val="28"/>
        </w:rPr>
        <w:t xml:space="preserve"> контракта, иного договора уполномоченными структурными подразделениями (должностными лицами). Направление </w:t>
      </w:r>
      <w:r>
        <w:rPr>
          <w:sz w:val="28"/>
          <w:szCs w:val="28"/>
        </w:rPr>
        <w:t>муниципального</w:t>
      </w:r>
      <w:r w:rsidRPr="002870BD">
        <w:rPr>
          <w:sz w:val="28"/>
          <w:szCs w:val="28"/>
        </w:rPr>
        <w:t xml:space="preserve"> контракта, иного договора в уполномоченное подразделение осуществляется в срок не позднее 2-х рабочих дней после его заключения.</w:t>
      </w:r>
    </w:p>
    <w:p w:rsidR="005C590C" w:rsidRPr="002870BD" w:rsidRDefault="005C590C" w:rsidP="005D1925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>Бюджетные обязательства, принятые в соответствии с законами, иными правовыми актами, соглашениями, подлежат постановке на учет не позднее следующего рабочего дня после их начисления согласно сформированным  за отчетный месяц регистрам бюджетного учета.</w:t>
      </w:r>
    </w:p>
    <w:p w:rsidR="005C590C" w:rsidRPr="002870BD" w:rsidRDefault="005C590C" w:rsidP="005D1925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>Бюджетные обязательства, принятые в последний рабочий день месяца, ставятся на учет месяцем их принятия.</w:t>
      </w:r>
    </w:p>
    <w:p w:rsidR="005C590C" w:rsidRDefault="005C590C" w:rsidP="005D1925">
      <w:pPr>
        <w:ind w:firstLine="284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При </w:t>
      </w:r>
      <w:r>
        <w:rPr>
          <w:sz w:val="28"/>
          <w:szCs w:val="28"/>
        </w:rPr>
        <w:t>учете</w:t>
      </w:r>
      <w:r w:rsidRPr="000B7283">
        <w:rPr>
          <w:sz w:val="28"/>
          <w:szCs w:val="28"/>
        </w:rPr>
        <w:t xml:space="preserve"> бюджетных обязательств получатели осуществляют контроль на непревышение суммы бюджетного обязательства над доведенными до </w:t>
      </w:r>
      <w:r>
        <w:rPr>
          <w:sz w:val="28"/>
          <w:szCs w:val="28"/>
        </w:rPr>
        <w:t xml:space="preserve">получателя  </w:t>
      </w:r>
      <w:r w:rsidRPr="000B7283">
        <w:rPr>
          <w:sz w:val="28"/>
          <w:szCs w:val="28"/>
        </w:rPr>
        <w:t>лимитами бюджетных обязательств.</w:t>
      </w:r>
    </w:p>
    <w:p w:rsidR="005C590C" w:rsidRPr="00AB53B6" w:rsidRDefault="005C590C" w:rsidP="005D1925">
      <w:pPr>
        <w:ind w:firstLine="540"/>
        <w:jc w:val="both"/>
        <w:rPr>
          <w:sz w:val="28"/>
          <w:szCs w:val="28"/>
        </w:rPr>
      </w:pPr>
      <w:r w:rsidRPr="00AB53B6">
        <w:rPr>
          <w:sz w:val="28"/>
          <w:szCs w:val="28"/>
        </w:rPr>
        <w:t>Бюджетные обязательства очередного финансового года, принятые до 31 декабря текущего финансового года включительно, подлежат постановке на учет датой 1 января очередного финансового года.</w:t>
      </w:r>
    </w:p>
    <w:p w:rsidR="005C590C" w:rsidRDefault="005C590C" w:rsidP="005D1925">
      <w:pPr>
        <w:ind w:firstLine="540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При постановке на учет бюджетных обязательств, </w:t>
      </w:r>
      <w:r>
        <w:rPr>
          <w:sz w:val="28"/>
          <w:szCs w:val="28"/>
        </w:rPr>
        <w:t>принятых:</w:t>
      </w:r>
    </w:p>
    <w:p w:rsidR="005C590C" w:rsidRPr="002870BD" w:rsidRDefault="005C590C" w:rsidP="005D1925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 xml:space="preserve">- на основании </w:t>
      </w:r>
      <w:r>
        <w:rPr>
          <w:sz w:val="28"/>
          <w:szCs w:val="28"/>
        </w:rPr>
        <w:t>муниципальных</w:t>
      </w:r>
      <w:r w:rsidRPr="002870BD">
        <w:rPr>
          <w:sz w:val="28"/>
          <w:szCs w:val="28"/>
        </w:rPr>
        <w:t xml:space="preserve"> контрактов, иных договоров, заполнению подлежат все графы </w:t>
      </w:r>
      <w:r w:rsidRPr="00C5132A">
        <w:rPr>
          <w:sz w:val="28"/>
          <w:szCs w:val="28"/>
        </w:rPr>
        <w:t xml:space="preserve">формы </w:t>
      </w:r>
      <w:r w:rsidRPr="006C5FA6">
        <w:rPr>
          <w:sz w:val="28"/>
          <w:szCs w:val="28"/>
        </w:rPr>
        <w:t>№ 1</w:t>
      </w:r>
      <w:r w:rsidRPr="00C5132A">
        <w:rPr>
          <w:sz w:val="28"/>
          <w:szCs w:val="28"/>
        </w:rPr>
        <w:t xml:space="preserve"> к настоящему</w:t>
      </w:r>
      <w:r w:rsidRPr="002870BD">
        <w:rPr>
          <w:sz w:val="28"/>
          <w:szCs w:val="28"/>
        </w:rPr>
        <w:t xml:space="preserve"> Порядку, за исключением графы 22. Графы 9-20 заполняются при наличии в </w:t>
      </w:r>
      <w:r>
        <w:rPr>
          <w:sz w:val="28"/>
          <w:szCs w:val="28"/>
        </w:rPr>
        <w:t>муниципальном</w:t>
      </w:r>
      <w:r w:rsidRPr="002870BD">
        <w:rPr>
          <w:sz w:val="28"/>
          <w:szCs w:val="28"/>
        </w:rPr>
        <w:t xml:space="preserve"> контракте, ином договоре срока оплаты фиксированных стоимостных объемов товаров, работ, услуг;</w:t>
      </w:r>
    </w:p>
    <w:p w:rsidR="005C590C" w:rsidRPr="000B7283" w:rsidRDefault="005C590C" w:rsidP="005D19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7283">
        <w:rPr>
          <w:sz w:val="28"/>
          <w:szCs w:val="28"/>
        </w:rPr>
        <w:t xml:space="preserve">в соответствии с законами, </w:t>
      </w:r>
      <w:r w:rsidRPr="006C5FA6">
        <w:rPr>
          <w:sz w:val="28"/>
          <w:szCs w:val="28"/>
        </w:rPr>
        <w:t>иными правовыми актами, соглашениями  заполнению подлежат графы 1, 2, 22-28 формы № 1</w:t>
      </w:r>
      <w:r w:rsidRPr="00C5132A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Порядку</w:t>
      </w:r>
      <w:r w:rsidRPr="000B7283">
        <w:rPr>
          <w:sz w:val="28"/>
          <w:szCs w:val="28"/>
        </w:rPr>
        <w:t>.</w:t>
      </w:r>
    </w:p>
    <w:p w:rsidR="005C590C" w:rsidRPr="000B7283" w:rsidRDefault="005C590C" w:rsidP="005D19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728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B7283">
        <w:rPr>
          <w:sz w:val="28"/>
          <w:szCs w:val="28"/>
        </w:rPr>
        <w:t xml:space="preserve">. Внесение изменений, принятие дополнений в поставленные на учет бюджетные обязательства влечет за собой соответствующее внесение изменений в </w:t>
      </w:r>
      <w:r w:rsidRPr="00646567">
        <w:rPr>
          <w:sz w:val="28"/>
          <w:szCs w:val="28"/>
        </w:rPr>
        <w:t xml:space="preserve">Реестр в сроки, установленные пунктом </w:t>
      </w:r>
      <w:r>
        <w:rPr>
          <w:sz w:val="28"/>
          <w:szCs w:val="28"/>
        </w:rPr>
        <w:t>2</w:t>
      </w:r>
      <w:r w:rsidRPr="00646567">
        <w:rPr>
          <w:sz w:val="28"/>
          <w:szCs w:val="28"/>
        </w:rPr>
        <w:t>.2 Порядка учета  обязательств.</w:t>
      </w:r>
    </w:p>
    <w:p w:rsidR="005C590C" w:rsidRDefault="005C590C" w:rsidP="005D1925">
      <w:pPr>
        <w:ind w:firstLine="540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Внесение изменений в учтенное бюджетное обязательство осуществляется путем корректировки учетной записи </w:t>
      </w:r>
      <w:r>
        <w:rPr>
          <w:sz w:val="28"/>
          <w:szCs w:val="28"/>
        </w:rPr>
        <w:t xml:space="preserve">учтенного бюджетного обязательства </w:t>
      </w:r>
      <w:r w:rsidRPr="000B7283">
        <w:rPr>
          <w:sz w:val="28"/>
          <w:szCs w:val="28"/>
        </w:rPr>
        <w:t>с указанием документа-основания. При этом учетный номер и предыдущие учетные записи указанного бюджетного обязательства сохраняются.</w:t>
      </w:r>
    </w:p>
    <w:p w:rsidR="005C590C" w:rsidRPr="000B7283" w:rsidRDefault="005C590C" w:rsidP="005D192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7283">
        <w:rPr>
          <w:sz w:val="28"/>
          <w:szCs w:val="28"/>
        </w:rPr>
        <w:t xml:space="preserve">При реорганизации получателя передача учтенных бюджетных обязательств соответствующему получателю осуществляется на основании </w:t>
      </w:r>
      <w:r>
        <w:rPr>
          <w:sz w:val="28"/>
          <w:szCs w:val="28"/>
        </w:rPr>
        <w:t>а</w:t>
      </w:r>
      <w:r w:rsidRPr="000B7283">
        <w:rPr>
          <w:sz w:val="28"/>
          <w:szCs w:val="28"/>
        </w:rPr>
        <w:t>кта приемки-передачи</w:t>
      </w:r>
      <w:r>
        <w:rPr>
          <w:sz w:val="28"/>
          <w:szCs w:val="28"/>
        </w:rPr>
        <w:t xml:space="preserve"> по показателям формы </w:t>
      </w:r>
      <w:r w:rsidRPr="006C5FA6">
        <w:rPr>
          <w:sz w:val="28"/>
          <w:szCs w:val="28"/>
        </w:rPr>
        <w:t>№ 1</w:t>
      </w:r>
      <w:r w:rsidRPr="00815AD3"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к настоящему Порядку</w:t>
      </w:r>
      <w:r>
        <w:rPr>
          <w:sz w:val="28"/>
          <w:szCs w:val="28"/>
        </w:rPr>
        <w:t>, подписанного руководителями получателей</w:t>
      </w:r>
      <w:r w:rsidRPr="000B7283">
        <w:rPr>
          <w:sz w:val="28"/>
          <w:szCs w:val="28"/>
        </w:rPr>
        <w:t>.</w:t>
      </w:r>
    </w:p>
    <w:p w:rsidR="005C590C" w:rsidRPr="00FF3768" w:rsidRDefault="005C590C" w:rsidP="005D192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 w:rsidRPr="000B728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B7283">
        <w:rPr>
          <w:sz w:val="28"/>
          <w:szCs w:val="28"/>
        </w:rPr>
        <w:t>.</w:t>
      </w:r>
      <w:r w:rsidRPr="00FF3768">
        <w:rPr>
          <w:sz w:val="28"/>
          <w:szCs w:val="28"/>
        </w:rPr>
        <w:t xml:space="preserve"> Получатели при заключении </w:t>
      </w:r>
      <w:r>
        <w:rPr>
          <w:sz w:val="28"/>
          <w:szCs w:val="28"/>
        </w:rPr>
        <w:t>муниципальных</w:t>
      </w:r>
      <w:r w:rsidRPr="00FF3768">
        <w:rPr>
          <w:sz w:val="28"/>
          <w:szCs w:val="28"/>
        </w:rPr>
        <w:t xml:space="preserve"> контрактов, </w:t>
      </w:r>
      <w:r>
        <w:rPr>
          <w:sz w:val="28"/>
          <w:szCs w:val="28"/>
        </w:rPr>
        <w:t xml:space="preserve">иных </w:t>
      </w:r>
      <w:r w:rsidRPr="00FF3768">
        <w:rPr>
          <w:sz w:val="28"/>
          <w:szCs w:val="28"/>
        </w:rPr>
        <w:t xml:space="preserve">договоров о поставке товаров, выполнении работ, оказании услуг вправе предусматривать авансовые платежи в соответствии с правовыми актами Ростовской области </w:t>
      </w:r>
      <w:r>
        <w:rPr>
          <w:sz w:val="28"/>
          <w:szCs w:val="28"/>
        </w:rPr>
        <w:t xml:space="preserve">и Веселовского района, </w:t>
      </w:r>
      <w:r w:rsidRPr="00FF3768">
        <w:rPr>
          <w:sz w:val="28"/>
          <w:szCs w:val="28"/>
        </w:rPr>
        <w:t>предусматривающи</w:t>
      </w:r>
      <w:r>
        <w:rPr>
          <w:sz w:val="28"/>
          <w:szCs w:val="28"/>
        </w:rPr>
        <w:t>е</w:t>
      </w:r>
      <w:r w:rsidRPr="00FF3768">
        <w:rPr>
          <w:sz w:val="28"/>
          <w:szCs w:val="28"/>
        </w:rPr>
        <w:t xml:space="preserve"> меры по реализации </w:t>
      </w:r>
      <w:r>
        <w:rPr>
          <w:sz w:val="28"/>
          <w:szCs w:val="28"/>
        </w:rPr>
        <w:t xml:space="preserve">Решения о </w:t>
      </w:r>
      <w:r w:rsidRPr="00FF3768">
        <w:rPr>
          <w:sz w:val="28"/>
          <w:szCs w:val="28"/>
        </w:rPr>
        <w:t>бюджете на очередной финансовый год и плановый период.</w:t>
      </w:r>
    </w:p>
    <w:p w:rsidR="005C590C" w:rsidRPr="000B7283" w:rsidRDefault="005C590C" w:rsidP="005D19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0B7283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B7283">
        <w:rPr>
          <w:sz w:val="28"/>
          <w:szCs w:val="28"/>
        </w:rPr>
        <w:t xml:space="preserve">. Неисполненная часть бюджетного обязательства по </w:t>
      </w:r>
      <w:r>
        <w:rPr>
          <w:sz w:val="28"/>
          <w:szCs w:val="28"/>
        </w:rPr>
        <w:t xml:space="preserve">муниципальным </w:t>
      </w:r>
      <w:r w:rsidRPr="000B7283">
        <w:rPr>
          <w:sz w:val="28"/>
          <w:szCs w:val="28"/>
        </w:rPr>
        <w:t>контрактам</w:t>
      </w:r>
      <w:r>
        <w:rPr>
          <w:sz w:val="28"/>
          <w:szCs w:val="28"/>
        </w:rPr>
        <w:t>,</w:t>
      </w:r>
      <w:r w:rsidRPr="000B7283">
        <w:rPr>
          <w:sz w:val="28"/>
          <w:szCs w:val="28"/>
        </w:rPr>
        <w:t xml:space="preserve"> иным договорам </w:t>
      </w:r>
      <w:r w:rsidRPr="00AB53B6">
        <w:rPr>
          <w:sz w:val="28"/>
          <w:szCs w:val="28"/>
        </w:rPr>
        <w:t>по состоянию на 31 декабря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текущего финансового года</w:t>
      </w:r>
      <w:r w:rsidRPr="00E659A0">
        <w:rPr>
          <w:b/>
          <w:bCs/>
          <w:sz w:val="28"/>
          <w:szCs w:val="28"/>
        </w:rPr>
        <w:t>,</w:t>
      </w:r>
      <w:r w:rsidRPr="000B7283">
        <w:rPr>
          <w:sz w:val="28"/>
          <w:szCs w:val="28"/>
        </w:rPr>
        <w:t xml:space="preserve"> подлежит перерегистрации и учету </w:t>
      </w:r>
      <w:r w:rsidRPr="00AB53B6">
        <w:rPr>
          <w:sz w:val="28"/>
          <w:szCs w:val="28"/>
        </w:rPr>
        <w:t>датой 1 января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очередн</w:t>
      </w:r>
      <w:r>
        <w:rPr>
          <w:sz w:val="28"/>
          <w:szCs w:val="28"/>
        </w:rPr>
        <w:t>о</w:t>
      </w:r>
      <w:r w:rsidRPr="00AB53B6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финансово</w:t>
      </w:r>
      <w:r w:rsidRPr="00AB53B6">
        <w:rPr>
          <w:sz w:val="28"/>
          <w:szCs w:val="28"/>
        </w:rPr>
        <w:t xml:space="preserve">го </w:t>
      </w:r>
      <w:r w:rsidRPr="000B7283">
        <w:rPr>
          <w:sz w:val="28"/>
          <w:szCs w:val="28"/>
        </w:rPr>
        <w:t>год</w:t>
      </w:r>
      <w:r w:rsidRPr="00AB53B6">
        <w:rPr>
          <w:sz w:val="28"/>
          <w:szCs w:val="28"/>
        </w:rPr>
        <w:t>а</w:t>
      </w:r>
      <w:r w:rsidRPr="000B7283">
        <w:rPr>
          <w:sz w:val="28"/>
          <w:szCs w:val="28"/>
        </w:rPr>
        <w:t xml:space="preserve">. При этом если коды бюджетной классификации Российской Федерации, по которым бюджетное обязательство было поставлено на учет в текущем финансовом году, в очередном финансовом году являются недействующими, то перерегистрация бюджетного обязательства осуществляется по новым кодам бюджетной классификации Российской Федерации. </w:t>
      </w:r>
    </w:p>
    <w:p w:rsidR="005C590C" w:rsidRPr="00693B89" w:rsidRDefault="005C590C" w:rsidP="005D1925">
      <w:pPr>
        <w:ind w:firstLine="284"/>
        <w:jc w:val="both"/>
        <w:rPr>
          <w:sz w:val="28"/>
          <w:szCs w:val="28"/>
        </w:rPr>
      </w:pPr>
      <w:r w:rsidRPr="00FA5B67">
        <w:rPr>
          <w:b/>
          <w:bCs/>
          <w:sz w:val="28"/>
          <w:szCs w:val="28"/>
        </w:rPr>
        <w:t xml:space="preserve">  </w:t>
      </w:r>
      <w:r w:rsidRPr="00693B89">
        <w:rPr>
          <w:sz w:val="28"/>
          <w:szCs w:val="28"/>
        </w:rPr>
        <w:t xml:space="preserve">В случае отсутствия в очередном финансовом году лимитов бюджетных обязательств получатель принимает меры по внесению изменений в бюджетную роспись, бюджетную смету с целью исполнения обязательств по данным </w:t>
      </w:r>
      <w:r>
        <w:rPr>
          <w:sz w:val="28"/>
          <w:szCs w:val="28"/>
        </w:rPr>
        <w:t>муниципальным</w:t>
      </w:r>
      <w:r w:rsidRPr="00693B89">
        <w:rPr>
          <w:sz w:val="28"/>
          <w:szCs w:val="28"/>
        </w:rPr>
        <w:t xml:space="preserve"> контрактам, иным договорам.</w:t>
      </w:r>
    </w:p>
    <w:p w:rsidR="005C590C" w:rsidRDefault="005C590C" w:rsidP="00446CA4">
      <w:pPr>
        <w:ind w:firstLine="720"/>
        <w:jc w:val="center"/>
        <w:rPr>
          <w:b/>
          <w:bCs/>
          <w:snapToGrid w:val="0"/>
          <w:sz w:val="28"/>
          <w:szCs w:val="28"/>
        </w:rPr>
      </w:pPr>
    </w:p>
    <w:p w:rsidR="005C590C" w:rsidRDefault="005C590C" w:rsidP="00446CA4">
      <w:pPr>
        <w:ind w:firstLine="720"/>
        <w:jc w:val="center"/>
        <w:rPr>
          <w:b/>
          <w:bCs/>
          <w:snapToGrid w:val="0"/>
          <w:sz w:val="28"/>
          <w:szCs w:val="28"/>
        </w:rPr>
      </w:pPr>
    </w:p>
    <w:p w:rsidR="005C590C" w:rsidRDefault="005C590C" w:rsidP="00446CA4">
      <w:pPr>
        <w:ind w:firstLine="720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3</w:t>
      </w:r>
      <w:r w:rsidRPr="0027340D">
        <w:rPr>
          <w:b/>
          <w:bCs/>
          <w:snapToGrid w:val="0"/>
          <w:sz w:val="28"/>
          <w:szCs w:val="28"/>
        </w:rPr>
        <w:t xml:space="preserve">. Порядок </w:t>
      </w:r>
      <w:r>
        <w:rPr>
          <w:b/>
          <w:bCs/>
          <w:snapToGrid w:val="0"/>
          <w:sz w:val="28"/>
          <w:szCs w:val="28"/>
        </w:rPr>
        <w:t xml:space="preserve">доведения главным распорядителям предельных объемов оплаты денежных обязательств </w:t>
      </w:r>
    </w:p>
    <w:p w:rsidR="005C590C" w:rsidRPr="0027340D" w:rsidRDefault="005C590C" w:rsidP="00446CA4">
      <w:pPr>
        <w:ind w:firstLine="720"/>
        <w:jc w:val="center"/>
        <w:rPr>
          <w:b/>
          <w:bCs/>
          <w:sz w:val="28"/>
          <w:szCs w:val="28"/>
        </w:rPr>
      </w:pPr>
    </w:p>
    <w:p w:rsidR="005C590C" w:rsidRPr="003D673F" w:rsidRDefault="005C590C" w:rsidP="00446CA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3D673F">
        <w:rPr>
          <w:sz w:val="28"/>
          <w:szCs w:val="28"/>
        </w:rPr>
        <w:t xml:space="preserve">. </w:t>
      </w:r>
      <w:r>
        <w:rPr>
          <w:sz w:val="28"/>
          <w:szCs w:val="28"/>
        </w:rPr>
        <w:t>Ф</w:t>
      </w:r>
      <w:r w:rsidRPr="003D673F">
        <w:rPr>
          <w:sz w:val="28"/>
          <w:szCs w:val="28"/>
        </w:rPr>
        <w:t>инансов</w:t>
      </w:r>
      <w:r>
        <w:rPr>
          <w:sz w:val="28"/>
          <w:szCs w:val="28"/>
        </w:rPr>
        <w:t>ый отдел</w:t>
      </w:r>
      <w:r w:rsidRPr="003D673F">
        <w:rPr>
          <w:sz w:val="28"/>
          <w:szCs w:val="28"/>
        </w:rPr>
        <w:t xml:space="preserve"> осуществляет доведение главным распорядителям предельных объемов оплаты денежных обязательств</w:t>
      </w:r>
      <w:r w:rsidRPr="003D673F">
        <w:t xml:space="preserve"> </w:t>
      </w:r>
      <w:r w:rsidRPr="003D673F">
        <w:rPr>
          <w:sz w:val="28"/>
          <w:szCs w:val="28"/>
        </w:rPr>
        <w:t>с использованием информационной системы «</w:t>
      </w:r>
      <w:r>
        <w:rPr>
          <w:sz w:val="28"/>
          <w:szCs w:val="28"/>
        </w:rPr>
        <w:t>АЦК Финансы</w:t>
      </w:r>
      <w:r w:rsidRPr="003D673F">
        <w:rPr>
          <w:sz w:val="28"/>
          <w:szCs w:val="28"/>
        </w:rPr>
        <w:t xml:space="preserve">» в следующем порядке. </w:t>
      </w:r>
    </w:p>
    <w:p w:rsidR="005C590C" w:rsidRDefault="005C590C" w:rsidP="00446CA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Сектор планирования финансирования и исполнения бюджета</w:t>
      </w:r>
      <w:r w:rsidRPr="00AD4FB9">
        <w:rPr>
          <w:sz w:val="28"/>
          <w:szCs w:val="28"/>
        </w:rPr>
        <w:t xml:space="preserve"> на</w:t>
      </w:r>
      <w:r w:rsidRPr="0031701E">
        <w:rPr>
          <w:sz w:val="28"/>
          <w:szCs w:val="28"/>
        </w:rPr>
        <w:t xml:space="preserve"> основании</w:t>
      </w:r>
      <w:r>
        <w:rPr>
          <w:sz w:val="28"/>
          <w:szCs w:val="28"/>
        </w:rPr>
        <w:t xml:space="preserve">, </w:t>
      </w:r>
      <w:r w:rsidRPr="00446CA4">
        <w:rPr>
          <w:sz w:val="28"/>
          <w:szCs w:val="28"/>
        </w:rPr>
        <w:t>прошедших контроль в соответствии с Порядком санкционирования оплаты денежных обязательств получателей средств бюджета</w:t>
      </w:r>
      <w:r>
        <w:rPr>
          <w:sz w:val="28"/>
          <w:szCs w:val="28"/>
        </w:rPr>
        <w:t xml:space="preserve">, </w:t>
      </w:r>
      <w:r w:rsidRPr="0031701E">
        <w:rPr>
          <w:sz w:val="28"/>
          <w:szCs w:val="28"/>
        </w:rPr>
        <w:t>заявок на оплату расходов формирует уведомления о предельных объемах финансирования (далее –</w:t>
      </w:r>
      <w:r>
        <w:rPr>
          <w:sz w:val="28"/>
          <w:szCs w:val="28"/>
        </w:rPr>
        <w:t xml:space="preserve"> </w:t>
      </w:r>
      <w:r w:rsidRPr="00AD4FB9">
        <w:rPr>
          <w:sz w:val="28"/>
          <w:szCs w:val="28"/>
        </w:rPr>
        <w:t>УПОФ)</w:t>
      </w:r>
      <w:r w:rsidRPr="0031701E">
        <w:rPr>
          <w:sz w:val="28"/>
          <w:szCs w:val="28"/>
        </w:rPr>
        <w:t xml:space="preserve"> по расходам</w:t>
      </w:r>
      <w:r>
        <w:rPr>
          <w:sz w:val="28"/>
          <w:szCs w:val="28"/>
        </w:rPr>
        <w:t>:</w:t>
      </w:r>
    </w:p>
    <w:p w:rsidR="005C590C" w:rsidRDefault="005C590C" w:rsidP="00446CA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1701E">
        <w:rPr>
          <w:sz w:val="28"/>
          <w:szCs w:val="28"/>
        </w:rPr>
        <w:t xml:space="preserve"> за сч</w:t>
      </w:r>
      <w:r>
        <w:rPr>
          <w:sz w:val="28"/>
          <w:szCs w:val="28"/>
        </w:rPr>
        <w:t xml:space="preserve">ет средств бюджета муниципального района </w:t>
      </w:r>
      <w:r w:rsidRPr="0031701E">
        <w:rPr>
          <w:sz w:val="28"/>
          <w:szCs w:val="28"/>
        </w:rPr>
        <w:t>в пределах остатка средств на едином счете бюджета</w:t>
      </w:r>
      <w:r>
        <w:rPr>
          <w:sz w:val="28"/>
          <w:szCs w:val="28"/>
        </w:rPr>
        <w:t>, доступного к распределению;</w:t>
      </w:r>
    </w:p>
    <w:p w:rsidR="005C590C" w:rsidRPr="00AD4FB9" w:rsidRDefault="005C590C" w:rsidP="00446CA4">
      <w:pPr>
        <w:widowControl w:val="0"/>
        <w:ind w:firstLine="720"/>
        <w:jc w:val="both"/>
        <w:rPr>
          <w:sz w:val="28"/>
          <w:szCs w:val="28"/>
        </w:rPr>
      </w:pPr>
      <w:r w:rsidRPr="00AD4FB9">
        <w:rPr>
          <w:sz w:val="28"/>
          <w:szCs w:val="28"/>
        </w:rPr>
        <w:t>- за счет средств дорожного фонда в пределах остатка средств дорожного фонда;</w:t>
      </w:r>
    </w:p>
    <w:p w:rsidR="005C590C" w:rsidRDefault="005C590C" w:rsidP="00446CA4">
      <w:pPr>
        <w:widowControl w:val="0"/>
        <w:ind w:firstLine="720"/>
        <w:jc w:val="both"/>
        <w:rPr>
          <w:sz w:val="28"/>
          <w:szCs w:val="28"/>
        </w:rPr>
      </w:pPr>
      <w:r w:rsidRPr="00AD4FB9">
        <w:rPr>
          <w:sz w:val="28"/>
          <w:szCs w:val="28"/>
        </w:rPr>
        <w:t xml:space="preserve">- за счет целевых средств в пределах остатков целевых средств или неиспользованных лимитов бюджетных обязательств, отраженных на лицевых счетах по переданным полномочиям получателей средств </w:t>
      </w:r>
      <w:r>
        <w:rPr>
          <w:sz w:val="28"/>
          <w:szCs w:val="28"/>
        </w:rPr>
        <w:t>областного</w:t>
      </w:r>
      <w:r w:rsidRPr="00AD4FB9">
        <w:rPr>
          <w:sz w:val="28"/>
          <w:szCs w:val="28"/>
        </w:rPr>
        <w:t xml:space="preserve"> бюджета</w:t>
      </w:r>
      <w:r w:rsidRPr="0031701E">
        <w:rPr>
          <w:sz w:val="28"/>
          <w:szCs w:val="28"/>
        </w:rPr>
        <w:t>.</w:t>
      </w:r>
    </w:p>
    <w:p w:rsidR="005C590C" w:rsidRDefault="005C590C" w:rsidP="0020426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1701E">
        <w:rPr>
          <w:sz w:val="28"/>
          <w:szCs w:val="28"/>
        </w:rPr>
        <w:t xml:space="preserve">.2. В соответствии с утвержденным </w:t>
      </w:r>
      <w:r>
        <w:rPr>
          <w:sz w:val="28"/>
          <w:szCs w:val="28"/>
        </w:rPr>
        <w:t>заведующим</w:t>
      </w:r>
      <w:r w:rsidRPr="0031701E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ым отделом</w:t>
      </w:r>
      <w:r w:rsidRPr="0031701E">
        <w:rPr>
          <w:sz w:val="28"/>
          <w:szCs w:val="28"/>
        </w:rPr>
        <w:t xml:space="preserve"> проектом доведения</w:t>
      </w:r>
      <w:r w:rsidRPr="0031701E">
        <w:rPr>
          <w:snapToGrid w:val="0"/>
          <w:sz w:val="28"/>
          <w:szCs w:val="28"/>
        </w:rPr>
        <w:t xml:space="preserve"> </w:t>
      </w:r>
      <w:r w:rsidRPr="0031701E">
        <w:rPr>
          <w:sz w:val="28"/>
          <w:szCs w:val="28"/>
        </w:rPr>
        <w:t>предельных объемов оплаты денежных обязательств</w:t>
      </w:r>
      <w:r w:rsidRPr="0031701E">
        <w:t xml:space="preserve"> </w:t>
      </w:r>
      <w:r w:rsidRPr="0031701E">
        <w:rPr>
          <w:sz w:val="28"/>
          <w:szCs w:val="28"/>
        </w:rPr>
        <w:t>и на основании санкционированных</w:t>
      </w:r>
      <w:r>
        <w:rPr>
          <w:sz w:val="28"/>
          <w:szCs w:val="28"/>
        </w:rPr>
        <w:t xml:space="preserve"> </w:t>
      </w:r>
      <w:r w:rsidRPr="0031701E">
        <w:rPr>
          <w:sz w:val="28"/>
          <w:szCs w:val="28"/>
        </w:rPr>
        <w:t>финансов</w:t>
      </w:r>
      <w:r>
        <w:rPr>
          <w:sz w:val="28"/>
          <w:szCs w:val="28"/>
        </w:rPr>
        <w:t>ым отделом сектор планирования финансирования и исполнения бюджета:</w:t>
      </w:r>
      <w:r w:rsidRPr="00207186">
        <w:rPr>
          <w:sz w:val="28"/>
          <w:szCs w:val="28"/>
        </w:rPr>
        <w:t xml:space="preserve"> </w:t>
      </w:r>
    </w:p>
    <w:p w:rsidR="005C590C" w:rsidRPr="006C5FA6" w:rsidRDefault="005C590C" w:rsidP="00C525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 xml:space="preserve">по расходам за счет целевых средств формирует расходные расписания для доведения предельных объемов оплаты денежных обязательств на лицевые счета главных распорядителей и получателей бюджетных средств, открытые в </w:t>
      </w:r>
      <w:r>
        <w:rPr>
          <w:sz w:val="28"/>
          <w:szCs w:val="28"/>
        </w:rPr>
        <w:t>О</w:t>
      </w:r>
      <w:r w:rsidRPr="0031701E">
        <w:rPr>
          <w:sz w:val="28"/>
          <w:szCs w:val="28"/>
        </w:rPr>
        <w:t xml:space="preserve">ФК по </w:t>
      </w:r>
      <w:r>
        <w:rPr>
          <w:sz w:val="28"/>
          <w:szCs w:val="28"/>
        </w:rPr>
        <w:t>Веселовскому району;</w:t>
      </w:r>
    </w:p>
    <w:p w:rsidR="005C590C" w:rsidRPr="006C5FA6" w:rsidRDefault="005C590C" w:rsidP="00C525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>по расходам за счет средств бюджета</w:t>
      </w:r>
      <w:r>
        <w:rPr>
          <w:sz w:val="28"/>
          <w:szCs w:val="28"/>
        </w:rPr>
        <w:t xml:space="preserve"> муниципального района</w:t>
      </w:r>
      <w:r w:rsidRPr="006C5FA6">
        <w:rPr>
          <w:sz w:val="28"/>
          <w:szCs w:val="28"/>
        </w:rPr>
        <w:t xml:space="preserve"> осуществляет доведение предельных объемов оплаты денежных обязательств на лицевые счета главных распорядителей и получателей бюджетных средств.</w:t>
      </w:r>
    </w:p>
    <w:p w:rsidR="005C590C" w:rsidRPr="006C5FA6" w:rsidRDefault="005C590C" w:rsidP="007F1713">
      <w:pPr>
        <w:ind w:firstLine="53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>Доведение</w:t>
      </w:r>
      <w:r w:rsidRPr="006C5FA6">
        <w:rPr>
          <w:snapToGrid w:val="0"/>
          <w:sz w:val="28"/>
          <w:szCs w:val="28"/>
        </w:rPr>
        <w:t xml:space="preserve"> </w:t>
      </w:r>
      <w:r w:rsidRPr="006C5FA6">
        <w:rPr>
          <w:sz w:val="28"/>
          <w:szCs w:val="28"/>
        </w:rPr>
        <w:t>предельных объемов оплаты денежных обязательств осуществляется в пределах остатка средств на едином счете бюджета,</w:t>
      </w:r>
      <w:r w:rsidRPr="0020718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6C5FA6">
        <w:rPr>
          <w:sz w:val="28"/>
          <w:szCs w:val="28"/>
        </w:rPr>
        <w:t xml:space="preserve"> доступного к распределению, с учетом очередности </w:t>
      </w:r>
      <w:r>
        <w:rPr>
          <w:sz w:val="28"/>
          <w:szCs w:val="28"/>
        </w:rPr>
        <w:t>«АЦК Финансы»</w:t>
      </w:r>
      <w:r w:rsidRPr="00AD4FB9"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>расходов, установленных пунктом 1.2 настоящего порядка.</w:t>
      </w:r>
    </w:p>
    <w:p w:rsidR="005C590C" w:rsidRPr="00AD4FB9" w:rsidRDefault="005C590C" w:rsidP="00446CA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1701E">
        <w:rPr>
          <w:sz w:val="28"/>
          <w:szCs w:val="28"/>
        </w:rPr>
        <w:t xml:space="preserve">.3.  В целях формирования получателями бюджетных средств заявок на кассовый расход </w:t>
      </w:r>
      <w:r w:rsidRPr="006C5FA6">
        <w:rPr>
          <w:sz w:val="28"/>
          <w:szCs w:val="28"/>
        </w:rPr>
        <w:t xml:space="preserve">за счет целевых </w:t>
      </w:r>
      <w:r w:rsidRPr="0031701E">
        <w:rPr>
          <w:sz w:val="28"/>
          <w:szCs w:val="28"/>
        </w:rPr>
        <w:t xml:space="preserve">и направления их в </w:t>
      </w:r>
      <w:r>
        <w:rPr>
          <w:sz w:val="28"/>
          <w:szCs w:val="28"/>
        </w:rPr>
        <w:t>О</w:t>
      </w:r>
      <w:r w:rsidRPr="0031701E">
        <w:rPr>
          <w:sz w:val="28"/>
          <w:szCs w:val="28"/>
        </w:rPr>
        <w:t xml:space="preserve">ФК по </w:t>
      </w:r>
      <w:r>
        <w:rPr>
          <w:sz w:val="28"/>
          <w:szCs w:val="28"/>
        </w:rPr>
        <w:t>Веселовскому району</w:t>
      </w:r>
      <w:r w:rsidRPr="0031701E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AD4FB9">
        <w:rPr>
          <w:sz w:val="28"/>
          <w:szCs w:val="28"/>
        </w:rPr>
        <w:t xml:space="preserve"> обрабатывает в</w:t>
      </w:r>
      <w:r>
        <w:rPr>
          <w:sz w:val="28"/>
          <w:szCs w:val="28"/>
        </w:rPr>
        <w:t xml:space="preserve"> программе</w:t>
      </w:r>
      <w:r w:rsidRPr="00AD4FB9">
        <w:rPr>
          <w:sz w:val="28"/>
          <w:szCs w:val="28"/>
        </w:rPr>
        <w:t xml:space="preserve"> исполненные </w:t>
      </w:r>
      <w:r>
        <w:rPr>
          <w:sz w:val="28"/>
          <w:szCs w:val="28"/>
        </w:rPr>
        <w:t>О</w:t>
      </w:r>
      <w:r w:rsidRPr="0031701E">
        <w:rPr>
          <w:sz w:val="28"/>
          <w:szCs w:val="28"/>
        </w:rPr>
        <w:t xml:space="preserve">ФК по </w:t>
      </w:r>
      <w:r>
        <w:rPr>
          <w:sz w:val="28"/>
          <w:szCs w:val="28"/>
        </w:rPr>
        <w:t>Веселовскому району</w:t>
      </w:r>
      <w:r w:rsidRPr="0031701E">
        <w:rPr>
          <w:sz w:val="28"/>
          <w:szCs w:val="28"/>
        </w:rPr>
        <w:t xml:space="preserve"> </w:t>
      </w:r>
      <w:r w:rsidRPr="00AD4FB9">
        <w:rPr>
          <w:sz w:val="28"/>
          <w:szCs w:val="28"/>
        </w:rPr>
        <w:t>расходные расписания.</w:t>
      </w:r>
    </w:p>
    <w:p w:rsidR="005C590C" w:rsidRPr="006C5FA6" w:rsidRDefault="005C590C" w:rsidP="00A45AAF">
      <w:pPr>
        <w:widowControl w:val="0"/>
        <w:ind w:firstLine="709"/>
        <w:jc w:val="both"/>
        <w:rPr>
          <w:sz w:val="28"/>
          <w:szCs w:val="28"/>
        </w:rPr>
      </w:pPr>
      <w:r w:rsidRPr="00AD4FB9">
        <w:rPr>
          <w:sz w:val="28"/>
          <w:szCs w:val="28"/>
        </w:rPr>
        <w:t>В случае получения из</w:t>
      </w:r>
      <w:r w:rsidRPr="00AD4FB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1701E">
        <w:rPr>
          <w:sz w:val="28"/>
          <w:szCs w:val="28"/>
        </w:rPr>
        <w:t xml:space="preserve">ФК по </w:t>
      </w:r>
      <w:r>
        <w:rPr>
          <w:sz w:val="28"/>
          <w:szCs w:val="28"/>
        </w:rPr>
        <w:t>Веселовскому району</w:t>
      </w:r>
      <w:r w:rsidRPr="0031701E">
        <w:rPr>
          <w:sz w:val="28"/>
          <w:szCs w:val="28"/>
        </w:rPr>
        <w:t xml:space="preserve"> </w:t>
      </w:r>
      <w:r w:rsidRPr="00AD4FB9">
        <w:rPr>
          <w:sz w:val="28"/>
          <w:szCs w:val="28"/>
        </w:rPr>
        <w:t xml:space="preserve">протокола об аннулированных расходных </w:t>
      </w:r>
      <w:r w:rsidRPr="006C5FA6">
        <w:rPr>
          <w:sz w:val="28"/>
          <w:szCs w:val="28"/>
        </w:rPr>
        <w:t xml:space="preserve">расписаниях, платежных поручениях, отказ в </w:t>
      </w:r>
      <w:r>
        <w:rPr>
          <w:sz w:val="28"/>
          <w:szCs w:val="28"/>
        </w:rPr>
        <w:t xml:space="preserve">«АЦК Финансы» </w:t>
      </w:r>
      <w:r w:rsidRPr="006C5FA6">
        <w:rPr>
          <w:sz w:val="28"/>
          <w:szCs w:val="28"/>
        </w:rPr>
        <w:t>с указанием причин отказа осуществляет</w:t>
      </w:r>
      <w:r w:rsidRPr="00A45A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 планирования финансирования и исполнения бюджета </w:t>
      </w:r>
      <w:r w:rsidRPr="006C5FA6">
        <w:rPr>
          <w:sz w:val="28"/>
          <w:szCs w:val="28"/>
        </w:rPr>
        <w:t>в части</w:t>
      </w:r>
      <w:r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>расходных расписаний</w:t>
      </w:r>
      <w:r>
        <w:rPr>
          <w:sz w:val="28"/>
          <w:szCs w:val="28"/>
        </w:rPr>
        <w:t>,</w:t>
      </w:r>
      <w:r w:rsidRPr="00A45AAF">
        <w:rPr>
          <w:sz w:val="28"/>
          <w:szCs w:val="28"/>
        </w:rPr>
        <w:t xml:space="preserve"> </w:t>
      </w:r>
      <w:r w:rsidRPr="006C5FA6">
        <w:rPr>
          <w:sz w:val="28"/>
          <w:szCs w:val="28"/>
        </w:rPr>
        <w:t xml:space="preserve">заявок на оплату расходов и платежных поручений. </w:t>
      </w:r>
    </w:p>
    <w:p w:rsidR="005C590C" w:rsidRPr="006C5FA6" w:rsidRDefault="005C590C" w:rsidP="00446CA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5FA6">
        <w:rPr>
          <w:sz w:val="28"/>
          <w:szCs w:val="28"/>
        </w:rPr>
        <w:t>.4. В случае восстановления кассовых выплат на лицевой счет получателя бюджетных средств и необходимости повторного проведения кассовых выплат тому же получателю платежа формируется и направляется в финансов</w:t>
      </w:r>
      <w:r>
        <w:rPr>
          <w:sz w:val="28"/>
          <w:szCs w:val="28"/>
        </w:rPr>
        <w:t>ый отдел</w:t>
      </w:r>
      <w:r w:rsidRPr="006C5FA6">
        <w:rPr>
          <w:sz w:val="28"/>
          <w:szCs w:val="28"/>
        </w:rPr>
        <w:t xml:space="preserve"> заявка на оплату расходов с типом операции «Без доведения объемов финансирования». </w:t>
      </w:r>
    </w:p>
    <w:p w:rsidR="005C590C" w:rsidRPr="00AD4FB9" w:rsidRDefault="005C590C" w:rsidP="00446CA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остальных случаях осуществляется отзыв </w:t>
      </w:r>
      <w:r w:rsidRPr="00AD4FB9">
        <w:rPr>
          <w:sz w:val="28"/>
          <w:szCs w:val="28"/>
        </w:rPr>
        <w:t>предельных объемов оплаты денежных обязательств</w:t>
      </w:r>
      <w:r>
        <w:rPr>
          <w:sz w:val="28"/>
          <w:szCs w:val="28"/>
        </w:rPr>
        <w:t xml:space="preserve"> в порядке, установленном пунктом 3.5 настоящего Порядка.</w:t>
      </w:r>
    </w:p>
    <w:p w:rsidR="005C590C" w:rsidRPr="00AD4FB9" w:rsidRDefault="005C590C" w:rsidP="00446CA4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AD4FB9">
        <w:rPr>
          <w:sz w:val="28"/>
          <w:szCs w:val="28"/>
        </w:rPr>
        <w:t>. Отзыв доведенных главным распорядителям предельных объемов оплаты денежных обязательств  осуществляется на основании распоряжений на возврат финансирования.</w:t>
      </w:r>
    </w:p>
    <w:p w:rsidR="005C590C" w:rsidRPr="006C5FA6" w:rsidRDefault="005C590C" w:rsidP="00446CA4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AD4FB9">
        <w:rPr>
          <w:sz w:val="28"/>
          <w:szCs w:val="28"/>
        </w:rPr>
        <w:t>Главные распорядители формируют и направляют в финансов</w:t>
      </w:r>
      <w:r>
        <w:rPr>
          <w:sz w:val="28"/>
          <w:szCs w:val="28"/>
        </w:rPr>
        <w:t>ый отдел</w:t>
      </w:r>
      <w:r w:rsidRPr="00AD4FB9">
        <w:rPr>
          <w:sz w:val="28"/>
          <w:szCs w:val="28"/>
        </w:rPr>
        <w:t xml:space="preserve"> распоряжения на возврат финансирования с указанием в поле «</w:t>
      </w:r>
      <w:r w:rsidRPr="005C440E">
        <w:rPr>
          <w:sz w:val="28"/>
          <w:szCs w:val="28"/>
        </w:rPr>
        <w:t>О</w:t>
      </w:r>
      <w:r w:rsidRPr="00AD4FB9">
        <w:rPr>
          <w:sz w:val="28"/>
          <w:szCs w:val="28"/>
        </w:rPr>
        <w:t>снование</w:t>
      </w:r>
      <w:r w:rsidRPr="0031701E">
        <w:rPr>
          <w:sz w:val="28"/>
          <w:szCs w:val="28"/>
        </w:rPr>
        <w:t xml:space="preserve">» причин отзыва </w:t>
      </w:r>
      <w:r>
        <w:rPr>
          <w:sz w:val="28"/>
          <w:szCs w:val="28"/>
        </w:rPr>
        <w:t xml:space="preserve">и </w:t>
      </w:r>
      <w:r w:rsidRPr="006C5FA6">
        <w:rPr>
          <w:sz w:val="28"/>
          <w:szCs w:val="28"/>
        </w:rPr>
        <w:t>реквизитов уведомления о возврате средств в бюджет (при наличии).</w:t>
      </w:r>
    </w:p>
    <w:p w:rsidR="005C590C" w:rsidRDefault="005C590C" w:rsidP="00446CA4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планирования финансирования и исполнения бюджета направляет прошедшие проверку специалистами отдела контроля расходов распоряжения на возврат финансирования </w:t>
      </w:r>
      <w:r w:rsidRPr="00AD4FB9">
        <w:rPr>
          <w:sz w:val="28"/>
          <w:szCs w:val="28"/>
        </w:rPr>
        <w:t>для включения в проект доведения предельных объемов оплаты денежных об</w:t>
      </w:r>
      <w:r w:rsidRPr="007E1B80">
        <w:rPr>
          <w:sz w:val="28"/>
          <w:szCs w:val="28"/>
        </w:rPr>
        <w:t>язательств.</w:t>
      </w:r>
    </w:p>
    <w:p w:rsidR="005C590C" w:rsidRPr="00777961" w:rsidRDefault="005C590C" w:rsidP="00777961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513017">
        <w:rPr>
          <w:sz w:val="28"/>
          <w:szCs w:val="28"/>
        </w:rPr>
        <w:t xml:space="preserve">. </w:t>
      </w:r>
      <w:r>
        <w:rPr>
          <w:sz w:val="28"/>
          <w:szCs w:val="28"/>
        </w:rPr>
        <w:t>Для у</w:t>
      </w:r>
      <w:r w:rsidRPr="00513017">
        <w:rPr>
          <w:sz w:val="28"/>
          <w:szCs w:val="28"/>
        </w:rPr>
        <w:t>точнени</w:t>
      </w:r>
      <w:r>
        <w:rPr>
          <w:sz w:val="28"/>
          <w:szCs w:val="28"/>
        </w:rPr>
        <w:t xml:space="preserve">я </w:t>
      </w:r>
      <w:r w:rsidRPr="006C5FA6">
        <w:rPr>
          <w:sz w:val="28"/>
          <w:szCs w:val="28"/>
        </w:rPr>
        <w:t xml:space="preserve">кассовых выплат, ранее произведенных за счет средств </w:t>
      </w:r>
      <w:r>
        <w:rPr>
          <w:sz w:val="28"/>
          <w:szCs w:val="28"/>
        </w:rPr>
        <w:t>областного</w:t>
      </w:r>
      <w:r w:rsidRPr="006C5FA6">
        <w:rPr>
          <w:sz w:val="28"/>
          <w:szCs w:val="28"/>
        </w:rPr>
        <w:t xml:space="preserve"> бюджета, получатели средств формируют и</w:t>
      </w:r>
      <w:r w:rsidRPr="00513017">
        <w:rPr>
          <w:sz w:val="28"/>
          <w:szCs w:val="28"/>
        </w:rPr>
        <w:t xml:space="preserve"> направляют в финансов</w:t>
      </w:r>
      <w:r>
        <w:rPr>
          <w:sz w:val="28"/>
          <w:szCs w:val="28"/>
        </w:rPr>
        <w:t>ый отдел</w:t>
      </w:r>
      <w:r w:rsidRPr="00513017">
        <w:rPr>
          <w:sz w:val="28"/>
          <w:szCs w:val="28"/>
        </w:rPr>
        <w:t xml:space="preserve"> заявки на финансирование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9A7D6D">
        <w:rPr>
          <w:sz w:val="28"/>
          <w:szCs w:val="28"/>
        </w:rPr>
        <w:t>доведенные до статуса «Санкционирован</w:t>
      </w:r>
      <w:r w:rsidRPr="007734D0">
        <w:rPr>
          <w:strike/>
          <w:sz w:val="28"/>
          <w:szCs w:val="28"/>
        </w:rPr>
        <w:t>ие</w:t>
      </w:r>
      <w:r w:rsidRPr="009A7D6D">
        <w:rPr>
          <w:sz w:val="28"/>
          <w:szCs w:val="28"/>
        </w:rPr>
        <w:t>»,</w:t>
      </w:r>
      <w:r w:rsidRPr="00513017">
        <w:rPr>
          <w:sz w:val="28"/>
          <w:szCs w:val="28"/>
        </w:rPr>
        <w:t xml:space="preserve"> с указанием в поле «Основание» причин уточнения произведенных кассовых расходов.</w:t>
      </w:r>
    </w:p>
    <w:p w:rsidR="005C590C" w:rsidRDefault="005C590C" w:rsidP="006B7F8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планирования финансирования и исполнения бюджета </w:t>
      </w:r>
      <w:r w:rsidRPr="00F31300">
        <w:rPr>
          <w:sz w:val="28"/>
          <w:szCs w:val="28"/>
        </w:rPr>
        <w:t xml:space="preserve">после проверки специалистами заявок на финансирование </w:t>
      </w:r>
      <w:r w:rsidRPr="006C5FA6">
        <w:rPr>
          <w:sz w:val="28"/>
          <w:szCs w:val="28"/>
        </w:rPr>
        <w:t>формирует УПОФ и включает их в проект доведения предельных объемов оплаты</w:t>
      </w:r>
      <w:r w:rsidRPr="00F31300">
        <w:rPr>
          <w:sz w:val="28"/>
          <w:szCs w:val="28"/>
        </w:rPr>
        <w:t xml:space="preserve"> денежных обязательств</w:t>
      </w:r>
      <w:r>
        <w:rPr>
          <w:sz w:val="28"/>
          <w:szCs w:val="28"/>
        </w:rPr>
        <w:t>;</w:t>
      </w:r>
    </w:p>
    <w:p w:rsidR="005C590C" w:rsidRPr="006C5FA6" w:rsidRDefault="005C590C" w:rsidP="00A8472D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 xml:space="preserve">После уточнения кассовых выплат в </w:t>
      </w:r>
      <w:r>
        <w:rPr>
          <w:sz w:val="28"/>
          <w:szCs w:val="28"/>
        </w:rPr>
        <w:t>О</w:t>
      </w:r>
      <w:r w:rsidRPr="0031701E">
        <w:rPr>
          <w:sz w:val="28"/>
          <w:szCs w:val="28"/>
        </w:rPr>
        <w:t xml:space="preserve">ФК по </w:t>
      </w:r>
      <w:r>
        <w:rPr>
          <w:sz w:val="28"/>
          <w:szCs w:val="28"/>
        </w:rPr>
        <w:t xml:space="preserve">Веселовскому району </w:t>
      </w:r>
      <w:r w:rsidRPr="006C5FA6">
        <w:rPr>
          <w:sz w:val="28"/>
          <w:szCs w:val="28"/>
        </w:rPr>
        <w:t>получатели бюджетных средств формируют и направляют в финансов</w:t>
      </w:r>
      <w:r>
        <w:rPr>
          <w:sz w:val="28"/>
          <w:szCs w:val="28"/>
        </w:rPr>
        <w:t>ый отдел</w:t>
      </w:r>
      <w:r w:rsidRPr="006C5FA6">
        <w:rPr>
          <w:sz w:val="28"/>
          <w:szCs w:val="28"/>
        </w:rPr>
        <w:t xml:space="preserve"> соответствующие справки по расходам, доведенные до статуса «Согласование».</w:t>
      </w:r>
    </w:p>
    <w:p w:rsidR="005C590C" w:rsidRPr="006C5FA6" w:rsidRDefault="005C590C" w:rsidP="00A8472D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 xml:space="preserve">сектора планирования финансирования и исполнения бюджета </w:t>
      </w:r>
      <w:r w:rsidRPr="006C5FA6">
        <w:rPr>
          <w:sz w:val="28"/>
          <w:szCs w:val="28"/>
        </w:rPr>
        <w:t>завершают обработку справок по расходам, прошедших проверку.</w:t>
      </w:r>
    </w:p>
    <w:p w:rsidR="005C590C" w:rsidRPr="006C5FA6" w:rsidRDefault="005C590C" w:rsidP="006B7F8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>3.6.1. Для уточнения кассовых выплат, ранее произведенных за счет средств бюджета</w:t>
      </w:r>
      <w:r>
        <w:rPr>
          <w:sz w:val="28"/>
          <w:szCs w:val="28"/>
        </w:rPr>
        <w:t xml:space="preserve"> муниципального района</w:t>
      </w:r>
      <w:r w:rsidRPr="006C5FA6">
        <w:rPr>
          <w:sz w:val="28"/>
          <w:szCs w:val="28"/>
        </w:rPr>
        <w:t>, получатели средств формируют и направляют в финансов</w:t>
      </w:r>
      <w:r>
        <w:rPr>
          <w:sz w:val="28"/>
          <w:szCs w:val="28"/>
        </w:rPr>
        <w:t>ый отдел</w:t>
      </w:r>
      <w:r w:rsidRPr="006C5FA6">
        <w:rPr>
          <w:sz w:val="28"/>
          <w:szCs w:val="28"/>
        </w:rPr>
        <w:t xml:space="preserve"> справки по расходам, доведенные до статуса «Согласование».</w:t>
      </w:r>
    </w:p>
    <w:p w:rsidR="005C590C" w:rsidRPr="006C5FA6" w:rsidRDefault="005C590C" w:rsidP="004A6D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 xml:space="preserve">сектора планирования финансирования и исполнения бюджета </w:t>
      </w:r>
      <w:r w:rsidRPr="006C5FA6">
        <w:rPr>
          <w:sz w:val="28"/>
          <w:szCs w:val="28"/>
        </w:rPr>
        <w:t xml:space="preserve">на основании прошедших проверку справок формируют уведомления об уточнении вида и принадлежности платежа и доводят их до статуса «Отправлен/Управление ОИОБ». </w:t>
      </w:r>
    </w:p>
    <w:p w:rsidR="005C590C" w:rsidRPr="006C5FA6" w:rsidRDefault="005C590C" w:rsidP="006B7F8E">
      <w:pPr>
        <w:widowControl w:val="0"/>
        <w:tabs>
          <w:tab w:val="left" w:pos="5760"/>
        </w:tabs>
        <w:ind w:firstLine="709"/>
        <w:jc w:val="both"/>
        <w:rPr>
          <w:sz w:val="28"/>
          <w:szCs w:val="28"/>
        </w:rPr>
      </w:pPr>
      <w:r w:rsidRPr="006C5FA6">
        <w:rPr>
          <w:sz w:val="28"/>
          <w:szCs w:val="28"/>
        </w:rPr>
        <w:t>Для уточнения кассовых выплат, произведенных в предыдущие месяцы, главные распорядители (получатели) формируют заявки на финансирование (справки по расходам) датой последнего рабочего дня месяца, в котором были произведены указанные выплаты.</w:t>
      </w:r>
    </w:p>
    <w:p w:rsidR="005C590C" w:rsidRDefault="005C590C" w:rsidP="00642F88">
      <w:pPr>
        <w:ind w:firstLine="708"/>
        <w:jc w:val="both"/>
        <w:rPr>
          <w:sz w:val="28"/>
          <w:szCs w:val="28"/>
        </w:rPr>
      </w:pPr>
      <w:r w:rsidRPr="007C589F">
        <w:rPr>
          <w:sz w:val="28"/>
          <w:szCs w:val="28"/>
        </w:rPr>
        <w:t xml:space="preserve">3.7. Заявки на оплату расходов, заявки на финансирование по кассовому плану текущего месяца направляются в финансовый отдел до 14 часов предпоследнего рабочего дня текущего месяца. Заявки на оплату расходов в части межбюджетных трансфертов местным бюджетам направляются за 3 рабочих дня </w:t>
      </w:r>
      <w:r>
        <w:rPr>
          <w:sz w:val="28"/>
          <w:szCs w:val="28"/>
        </w:rPr>
        <w:t>до за</w:t>
      </w:r>
      <w:r w:rsidRPr="007C589F">
        <w:rPr>
          <w:sz w:val="28"/>
          <w:szCs w:val="28"/>
        </w:rPr>
        <w:t>вершения текущего месяца</w:t>
      </w:r>
      <w:r w:rsidRPr="006C5FA6">
        <w:t>.</w:t>
      </w:r>
      <w:r w:rsidRPr="007C58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:rsidR="005C590C" w:rsidRDefault="005C590C" w:rsidP="00642F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5C590C" w:rsidRPr="007C589F" w:rsidRDefault="005C590C" w:rsidP="00306657">
      <w:pPr>
        <w:ind w:left="631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C589F">
        <w:rPr>
          <w:sz w:val="28"/>
          <w:szCs w:val="28"/>
        </w:rPr>
        <w:t>риложение №</w:t>
      </w:r>
      <w:r w:rsidRPr="007C589F">
        <w:rPr>
          <w:b/>
          <w:bCs/>
          <w:sz w:val="28"/>
          <w:szCs w:val="28"/>
        </w:rPr>
        <w:t xml:space="preserve"> </w:t>
      </w:r>
      <w:r w:rsidRPr="007C589F">
        <w:rPr>
          <w:sz w:val="28"/>
          <w:szCs w:val="28"/>
        </w:rPr>
        <w:t xml:space="preserve">2 </w:t>
      </w:r>
    </w:p>
    <w:p w:rsidR="005C590C" w:rsidRDefault="005C590C" w:rsidP="00306657">
      <w:pPr>
        <w:pStyle w:val="BodyText"/>
        <w:spacing w:after="0"/>
        <w:ind w:left="7020"/>
        <w:rPr>
          <w:sz w:val="28"/>
          <w:szCs w:val="28"/>
        </w:rPr>
      </w:pPr>
      <w:r w:rsidRPr="006C2D66">
        <w:rPr>
          <w:sz w:val="28"/>
          <w:szCs w:val="28"/>
        </w:rPr>
        <w:t>к приказу финансов</w:t>
      </w:r>
      <w:r>
        <w:rPr>
          <w:sz w:val="28"/>
          <w:szCs w:val="28"/>
        </w:rPr>
        <w:t>ого отдела</w:t>
      </w:r>
      <w:r w:rsidRPr="006C2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от 22.08.2016 № 32-0</w:t>
      </w:r>
    </w:p>
    <w:p w:rsidR="005C590C" w:rsidRDefault="005C590C" w:rsidP="00306657">
      <w:pPr>
        <w:pStyle w:val="BodyText"/>
        <w:spacing w:after="0"/>
        <w:ind w:left="7020"/>
      </w:pPr>
    </w:p>
    <w:p w:rsidR="005C590C" w:rsidRPr="00792C6D" w:rsidRDefault="005C590C" w:rsidP="00306657">
      <w:pPr>
        <w:pStyle w:val="BodyText"/>
        <w:jc w:val="center"/>
        <w:rPr>
          <w:b/>
          <w:bCs/>
          <w:sz w:val="28"/>
          <w:szCs w:val="28"/>
        </w:rPr>
      </w:pPr>
      <w:r w:rsidRPr="00792C6D">
        <w:rPr>
          <w:b/>
          <w:bCs/>
          <w:sz w:val="28"/>
          <w:szCs w:val="28"/>
        </w:rPr>
        <w:t xml:space="preserve">Порядок составления и ведения кассового плана бюджета </w:t>
      </w:r>
      <w:r>
        <w:rPr>
          <w:b/>
          <w:bCs/>
          <w:sz w:val="28"/>
          <w:szCs w:val="28"/>
        </w:rPr>
        <w:t>муниципального района</w:t>
      </w:r>
    </w:p>
    <w:p w:rsidR="005C590C" w:rsidRPr="00792C6D" w:rsidRDefault="005C590C" w:rsidP="0030665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792C6D">
        <w:rPr>
          <w:b/>
          <w:bCs/>
          <w:sz w:val="28"/>
          <w:szCs w:val="28"/>
        </w:rPr>
        <w:t>.</w:t>
      </w:r>
      <w:r w:rsidRPr="00792C6D">
        <w:rPr>
          <w:b/>
          <w:bCs/>
          <w:sz w:val="28"/>
          <w:szCs w:val="28"/>
        </w:rPr>
        <w:tab/>
        <w:t>Общие положения</w:t>
      </w:r>
    </w:p>
    <w:p w:rsidR="005C590C" w:rsidRPr="00E322FE" w:rsidRDefault="005C590C" w:rsidP="00306657">
      <w:pPr>
        <w:pStyle w:val="BodyText"/>
        <w:jc w:val="center"/>
        <w:rPr>
          <w:b/>
          <w:bCs/>
        </w:rPr>
      </w:pPr>
    </w:p>
    <w:p w:rsidR="005C590C" w:rsidRPr="00E322FE" w:rsidRDefault="005C590C" w:rsidP="00306657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E322FE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E322FE">
        <w:rPr>
          <w:sz w:val="28"/>
          <w:szCs w:val="28"/>
        </w:rPr>
        <w:tab/>
        <w:t>Составление и ведение кассового плана осуществляется в соответствии со статьей 217</w:t>
      </w:r>
      <w:r w:rsidRPr="00536B03">
        <w:rPr>
          <w:sz w:val="28"/>
          <w:szCs w:val="28"/>
          <w:vertAlign w:val="superscript"/>
        </w:rPr>
        <w:t>1</w:t>
      </w:r>
      <w:r w:rsidRPr="00E322FE">
        <w:rPr>
          <w:sz w:val="28"/>
          <w:szCs w:val="28"/>
        </w:rPr>
        <w:t xml:space="preserve"> Бюджетного кодекса Российской Федерации. </w:t>
      </w:r>
    </w:p>
    <w:p w:rsidR="005C590C" w:rsidRPr="00167B20" w:rsidRDefault="005C590C" w:rsidP="003066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702F0">
        <w:rPr>
          <w:sz w:val="28"/>
          <w:szCs w:val="28"/>
        </w:rPr>
        <w:t xml:space="preserve">2. Кассовый план составляется на календарный месяц </w:t>
      </w:r>
      <w:r w:rsidRPr="00E322FE">
        <w:rPr>
          <w:sz w:val="28"/>
          <w:szCs w:val="28"/>
        </w:rPr>
        <w:t>на о</w:t>
      </w:r>
      <w:r>
        <w:rPr>
          <w:sz w:val="28"/>
          <w:szCs w:val="28"/>
        </w:rPr>
        <w:t xml:space="preserve">сновании показателей по доходам, </w:t>
      </w:r>
      <w:r w:rsidRPr="00970C7A">
        <w:rPr>
          <w:sz w:val="28"/>
          <w:szCs w:val="28"/>
        </w:rPr>
        <w:t>в том числе за счет средств дорожного фонда,</w:t>
      </w:r>
      <w:r w:rsidRPr="00E32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учета межбюджетных </w:t>
      </w:r>
      <w:r w:rsidRPr="005B2AE3">
        <w:rPr>
          <w:sz w:val="28"/>
          <w:szCs w:val="28"/>
        </w:rPr>
        <w:t xml:space="preserve">трансфертов </w:t>
      </w:r>
      <w:r>
        <w:rPr>
          <w:sz w:val="28"/>
          <w:szCs w:val="28"/>
        </w:rPr>
        <w:t>областного</w:t>
      </w:r>
      <w:r w:rsidRPr="005B2AE3">
        <w:rPr>
          <w:sz w:val="28"/>
          <w:szCs w:val="28"/>
        </w:rPr>
        <w:t xml:space="preserve"> бюджета, имеющих целевое назначение,</w:t>
      </w:r>
      <w:r>
        <w:rPr>
          <w:sz w:val="28"/>
          <w:szCs w:val="28"/>
        </w:rPr>
        <w:t xml:space="preserve"> </w:t>
      </w:r>
      <w:r w:rsidRPr="004B695E">
        <w:rPr>
          <w:sz w:val="28"/>
          <w:szCs w:val="28"/>
        </w:rPr>
        <w:t>прогноза ожидаемого остатка средств на счете бюджета на начало планируемого месяца (в том числе за счет нецелевых средств</w:t>
      </w:r>
      <w:r>
        <w:rPr>
          <w:sz w:val="28"/>
          <w:szCs w:val="28"/>
        </w:rPr>
        <w:t>,</w:t>
      </w:r>
      <w:r w:rsidRPr="004B695E">
        <w:rPr>
          <w:sz w:val="28"/>
          <w:szCs w:val="28"/>
        </w:rPr>
        <w:t xml:space="preserve">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 по расходам (в том числе за счет прогнозируемого остатка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</w:t>
      </w:r>
      <w:r w:rsidRPr="00B702F0">
        <w:rPr>
          <w:sz w:val="28"/>
          <w:szCs w:val="28"/>
        </w:rPr>
        <w:t xml:space="preserve"> источникам финансирования дефицита бюджета, рассчитанных в порядке, установленном разделом </w:t>
      </w:r>
      <w:r>
        <w:rPr>
          <w:sz w:val="28"/>
          <w:szCs w:val="28"/>
        </w:rPr>
        <w:t>2</w:t>
      </w:r>
      <w:r w:rsidRPr="00B702F0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>составления и ведения кассового плана бюджета (далее – Порядок).</w:t>
      </w:r>
      <w:r w:rsidRPr="00B702F0">
        <w:rPr>
          <w:sz w:val="28"/>
          <w:szCs w:val="28"/>
        </w:rPr>
        <w:t xml:space="preserve"> </w:t>
      </w:r>
      <w:r w:rsidRPr="00167B20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 xml:space="preserve">областного </w:t>
      </w:r>
      <w:r w:rsidRPr="00167B20">
        <w:rPr>
          <w:sz w:val="28"/>
          <w:szCs w:val="28"/>
        </w:rPr>
        <w:t xml:space="preserve">бюджета, имеющие целевое назначение и учитываемые на лицевых счетах по переданным полномочиям получателей средств </w:t>
      </w:r>
      <w:r>
        <w:rPr>
          <w:sz w:val="28"/>
          <w:szCs w:val="28"/>
        </w:rPr>
        <w:t xml:space="preserve">областного </w:t>
      </w:r>
      <w:r w:rsidRPr="00167B20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, </w:t>
      </w:r>
      <w:r w:rsidRPr="00167B20">
        <w:rPr>
          <w:sz w:val="28"/>
          <w:szCs w:val="28"/>
        </w:rPr>
        <w:t>отражаются в кассовом плане по доходам в размере заявленных главными распорядителями расходов за счет указанных средств в пределах остатков неиспользованных лимитов бюджетных обязательств.</w:t>
      </w:r>
    </w:p>
    <w:p w:rsidR="005C590C" w:rsidRPr="00542474" w:rsidRDefault="005C590C" w:rsidP="00306657">
      <w:pPr>
        <w:pStyle w:val="BodyText"/>
        <w:spacing w:after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3. </w:t>
      </w:r>
      <w:r w:rsidRPr="00542474">
        <w:rPr>
          <w:sz w:val="28"/>
          <w:szCs w:val="28"/>
        </w:rPr>
        <w:t>Составление и ведение кассового плана в финансов</w:t>
      </w:r>
      <w:r>
        <w:rPr>
          <w:sz w:val="28"/>
          <w:szCs w:val="28"/>
        </w:rPr>
        <w:t>ом отделе</w:t>
      </w:r>
      <w:r w:rsidRPr="00542474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сектором планирования финансирования и исполнения бюджета</w:t>
      </w:r>
      <w:r w:rsidRPr="00AD4FB9">
        <w:rPr>
          <w:sz w:val="28"/>
          <w:szCs w:val="28"/>
        </w:rPr>
        <w:t xml:space="preserve"> </w:t>
      </w:r>
      <w:r w:rsidRPr="00542474">
        <w:rPr>
          <w:sz w:val="28"/>
          <w:szCs w:val="28"/>
        </w:rPr>
        <w:t xml:space="preserve">с использованием </w:t>
      </w:r>
      <w:r>
        <w:rPr>
          <w:sz w:val="28"/>
          <w:szCs w:val="28"/>
        </w:rPr>
        <w:t>программы «АЦК Финансы»</w:t>
      </w:r>
      <w:r w:rsidRPr="00542474">
        <w:rPr>
          <w:sz w:val="28"/>
          <w:szCs w:val="28"/>
        </w:rPr>
        <w:t xml:space="preserve"> на основании информации, подготовленной и направленной главными</w:t>
      </w:r>
      <w:r>
        <w:rPr>
          <w:sz w:val="28"/>
          <w:szCs w:val="28"/>
        </w:rPr>
        <w:t xml:space="preserve"> распорядителями</w:t>
      </w:r>
      <w:r w:rsidRPr="00542474">
        <w:rPr>
          <w:sz w:val="28"/>
          <w:szCs w:val="28"/>
        </w:rPr>
        <w:t>.</w:t>
      </w:r>
    </w:p>
    <w:p w:rsidR="005C590C" w:rsidRDefault="005C590C" w:rsidP="00306657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5C590C" w:rsidRPr="00792C6D" w:rsidRDefault="005C590C" w:rsidP="00306657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5C590C" w:rsidRDefault="005C590C" w:rsidP="00306657">
      <w:pPr>
        <w:pStyle w:val="BodyText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92C6D">
        <w:rPr>
          <w:b/>
          <w:bCs/>
          <w:sz w:val="28"/>
          <w:szCs w:val="28"/>
        </w:rPr>
        <w:t>. Порядок составления кассового плана</w:t>
      </w:r>
    </w:p>
    <w:p w:rsidR="005C590C" w:rsidRDefault="005C590C" w:rsidP="00306657">
      <w:pPr>
        <w:pStyle w:val="BodyText"/>
        <w:spacing w:after="0"/>
        <w:jc w:val="center"/>
        <w:rPr>
          <w:b/>
          <w:bCs/>
          <w:sz w:val="28"/>
          <w:szCs w:val="28"/>
        </w:rPr>
      </w:pPr>
    </w:p>
    <w:p w:rsidR="005C590C" w:rsidRDefault="005C590C" w:rsidP="00306657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 Показатели для проекта кассового плана по доходам бюджета формируются в следующем порядке.</w:t>
      </w:r>
    </w:p>
    <w:p w:rsidR="005C590C" w:rsidRPr="00542474" w:rsidRDefault="005C590C" w:rsidP="00306657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доходам не позднее</w:t>
      </w:r>
      <w:r w:rsidRPr="00542474">
        <w:rPr>
          <w:sz w:val="28"/>
          <w:szCs w:val="28"/>
        </w:rPr>
        <w:t xml:space="preserve">, чем за </w:t>
      </w:r>
      <w:r w:rsidRPr="00F4285F">
        <w:rPr>
          <w:sz w:val="28"/>
          <w:szCs w:val="28"/>
        </w:rPr>
        <w:t>8</w:t>
      </w:r>
      <w:r w:rsidRPr="00542474">
        <w:rPr>
          <w:sz w:val="28"/>
          <w:szCs w:val="28"/>
        </w:rPr>
        <w:t xml:space="preserve"> рабочих дней месяца, предшествующего планируемому,  направля</w:t>
      </w:r>
      <w:r>
        <w:rPr>
          <w:sz w:val="28"/>
          <w:szCs w:val="28"/>
        </w:rPr>
        <w:t>е</w:t>
      </w:r>
      <w:r w:rsidRPr="00542474">
        <w:rPr>
          <w:sz w:val="28"/>
          <w:szCs w:val="28"/>
        </w:rPr>
        <w:t xml:space="preserve">т в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FA319A">
        <w:rPr>
          <w:sz w:val="28"/>
          <w:szCs w:val="28"/>
        </w:rPr>
        <w:t>,</w:t>
      </w:r>
      <w:r w:rsidRPr="00542474">
        <w:rPr>
          <w:sz w:val="28"/>
          <w:szCs w:val="28"/>
        </w:rPr>
        <w:t xml:space="preserve"> прогноз поступлений доходов в </w:t>
      </w:r>
      <w:r w:rsidRPr="004E1B2C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муниципального района </w:t>
      </w:r>
      <w:r w:rsidRPr="004E1B2C">
        <w:rPr>
          <w:sz w:val="28"/>
          <w:szCs w:val="28"/>
        </w:rPr>
        <w:t>по форме 1 к настоящему Порядку, в том числе:</w:t>
      </w:r>
    </w:p>
    <w:p w:rsidR="005C590C" w:rsidRPr="00542474" w:rsidRDefault="005C590C" w:rsidP="00306657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42474">
        <w:rPr>
          <w:sz w:val="28"/>
          <w:szCs w:val="28"/>
        </w:rPr>
        <w:t xml:space="preserve">в части поступлений </w:t>
      </w:r>
      <w:r>
        <w:rPr>
          <w:sz w:val="28"/>
          <w:szCs w:val="28"/>
        </w:rPr>
        <w:t xml:space="preserve">налоговых и неналоговых доходов, </w:t>
      </w:r>
      <w:r w:rsidRPr="00970C7A">
        <w:rPr>
          <w:sz w:val="28"/>
          <w:szCs w:val="28"/>
        </w:rPr>
        <w:t>в том числе за счет средств дорожного фонда</w:t>
      </w:r>
      <w:r>
        <w:rPr>
          <w:sz w:val="28"/>
          <w:szCs w:val="28"/>
        </w:rPr>
        <w:t>;</w:t>
      </w:r>
    </w:p>
    <w:p w:rsidR="005C590C" w:rsidRPr="00F811B8" w:rsidRDefault="005C590C" w:rsidP="00306657">
      <w:pPr>
        <w:pStyle w:val="BodyText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42474">
        <w:rPr>
          <w:sz w:val="28"/>
          <w:szCs w:val="28"/>
        </w:rPr>
        <w:t xml:space="preserve">в части дотаций </w:t>
      </w:r>
      <w:r>
        <w:rPr>
          <w:sz w:val="28"/>
          <w:szCs w:val="28"/>
        </w:rPr>
        <w:t>областного</w:t>
      </w:r>
      <w:r w:rsidRPr="00542474">
        <w:rPr>
          <w:sz w:val="28"/>
          <w:szCs w:val="28"/>
        </w:rPr>
        <w:t xml:space="preserve"> бюджета на выравнивание бюджетной обеспеченности и поддержку мер по обеспечению сбалансированности бюджетов в размере 1/12 от годовых бюджетных назначений (либо расчетно, исходя из анализа поступлений указанных дотаций)</w:t>
      </w:r>
      <w:r>
        <w:rPr>
          <w:sz w:val="28"/>
          <w:szCs w:val="28"/>
        </w:rPr>
        <w:t>.</w:t>
      </w:r>
    </w:p>
    <w:p w:rsidR="005C590C" w:rsidRPr="00542474" w:rsidRDefault="005C590C" w:rsidP="00306657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кассового плана по доходам бюджета на декабрь текущего года осуществляется без учета прогнозной суммы поступлений </w:t>
      </w:r>
      <w:r w:rsidRPr="006C5FA6">
        <w:rPr>
          <w:sz w:val="28"/>
          <w:szCs w:val="28"/>
        </w:rPr>
        <w:t>двух</w:t>
      </w:r>
      <w:r>
        <w:rPr>
          <w:sz w:val="28"/>
          <w:szCs w:val="28"/>
        </w:rPr>
        <w:t xml:space="preserve"> последн</w:t>
      </w:r>
      <w:r w:rsidRPr="009C07F9">
        <w:rPr>
          <w:sz w:val="28"/>
          <w:szCs w:val="28"/>
        </w:rPr>
        <w:t>их</w:t>
      </w:r>
      <w:r>
        <w:rPr>
          <w:sz w:val="28"/>
          <w:szCs w:val="28"/>
        </w:rPr>
        <w:t xml:space="preserve"> рабоч</w:t>
      </w:r>
      <w:r w:rsidRPr="009C07F9">
        <w:rPr>
          <w:sz w:val="28"/>
          <w:szCs w:val="28"/>
        </w:rPr>
        <w:t>их</w:t>
      </w:r>
      <w:r>
        <w:rPr>
          <w:sz w:val="28"/>
          <w:szCs w:val="28"/>
        </w:rPr>
        <w:t xml:space="preserve"> дн</w:t>
      </w:r>
      <w:r w:rsidRPr="009C07F9">
        <w:rPr>
          <w:sz w:val="28"/>
          <w:szCs w:val="28"/>
        </w:rPr>
        <w:t>ей</w:t>
      </w:r>
      <w:r>
        <w:rPr>
          <w:sz w:val="28"/>
          <w:szCs w:val="28"/>
        </w:rPr>
        <w:t xml:space="preserve"> декабря текущего года.</w:t>
      </w:r>
    </w:p>
    <w:p w:rsidR="005C590C" w:rsidRPr="00E322FE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Pr="00632779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Показатели для проекта кассового плана по расходам бюджета формируются на основании </w:t>
      </w:r>
      <w:r>
        <w:rPr>
          <w:sz w:val="28"/>
          <w:szCs w:val="28"/>
        </w:rPr>
        <w:t xml:space="preserve">проектов кассовых планов на очередной месяц (далее – проекты КП), представленных </w:t>
      </w:r>
      <w:r w:rsidRPr="00E322FE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E322FE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322FE">
        <w:rPr>
          <w:sz w:val="28"/>
          <w:szCs w:val="28"/>
        </w:rPr>
        <w:t xml:space="preserve"> </w:t>
      </w:r>
      <w:r w:rsidRPr="00A01BB8">
        <w:rPr>
          <w:sz w:val="28"/>
          <w:szCs w:val="28"/>
        </w:rPr>
        <w:t>(главными администраторами источников)</w:t>
      </w:r>
      <w:r w:rsidRPr="00E322FE">
        <w:rPr>
          <w:sz w:val="28"/>
          <w:szCs w:val="28"/>
        </w:rPr>
        <w:t xml:space="preserve">, прогноза кассовых выплат по предельным объемам оплаты денежных обязательств за счет бюджетных ассигнований резервного фонда </w:t>
      </w:r>
      <w:r>
        <w:rPr>
          <w:sz w:val="28"/>
          <w:szCs w:val="28"/>
        </w:rPr>
        <w:t xml:space="preserve">Администрации Веселовского района </w:t>
      </w:r>
      <w:r w:rsidRPr="00E322FE">
        <w:rPr>
          <w:sz w:val="28"/>
          <w:szCs w:val="28"/>
        </w:rPr>
        <w:t>Ростовской области (далее – резервный фонд)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в следующем порядке.</w:t>
      </w:r>
    </w:p>
    <w:p w:rsidR="005C590C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322FE">
        <w:rPr>
          <w:sz w:val="28"/>
          <w:szCs w:val="28"/>
        </w:rPr>
        <w:t xml:space="preserve">.1. </w:t>
      </w:r>
      <w:r w:rsidRPr="00850D47">
        <w:rPr>
          <w:sz w:val="28"/>
          <w:szCs w:val="28"/>
        </w:rPr>
        <w:t xml:space="preserve">Главные распорядители не позднее, чем за </w:t>
      </w:r>
      <w:r w:rsidRPr="00F4285F">
        <w:rPr>
          <w:sz w:val="28"/>
          <w:szCs w:val="28"/>
        </w:rPr>
        <w:t>8</w:t>
      </w:r>
      <w:r w:rsidRPr="00850D47">
        <w:rPr>
          <w:sz w:val="28"/>
          <w:szCs w:val="28"/>
        </w:rPr>
        <w:t xml:space="preserve"> рабочих дней месяца, предшествующего планируемому, направляют </w:t>
      </w:r>
      <w:r w:rsidRPr="00CF0401">
        <w:rPr>
          <w:sz w:val="28"/>
          <w:szCs w:val="28"/>
        </w:rPr>
        <w:t xml:space="preserve">в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CF0401">
        <w:rPr>
          <w:sz w:val="28"/>
          <w:szCs w:val="28"/>
        </w:rPr>
        <w:t xml:space="preserve"> проекты КП</w:t>
      </w:r>
      <w:r w:rsidRPr="00A01BB8">
        <w:rPr>
          <w:sz w:val="28"/>
          <w:szCs w:val="28"/>
        </w:rPr>
        <w:t xml:space="preserve">, подписанные </w:t>
      </w:r>
      <w:r>
        <w:rPr>
          <w:sz w:val="28"/>
          <w:szCs w:val="28"/>
        </w:rPr>
        <w:t>электронными</w:t>
      </w:r>
      <w:r w:rsidRPr="00A01BB8">
        <w:rPr>
          <w:sz w:val="28"/>
          <w:szCs w:val="28"/>
        </w:rPr>
        <w:t xml:space="preserve"> подпис</w:t>
      </w:r>
      <w:r>
        <w:rPr>
          <w:sz w:val="28"/>
          <w:szCs w:val="28"/>
        </w:rPr>
        <w:t>ями уполномоченных лиц</w:t>
      </w:r>
      <w:r w:rsidRPr="00A01BB8">
        <w:rPr>
          <w:sz w:val="28"/>
          <w:szCs w:val="28"/>
        </w:rPr>
        <w:t>, с указанием</w:t>
      </w:r>
      <w:r>
        <w:rPr>
          <w:sz w:val="28"/>
          <w:szCs w:val="28"/>
        </w:rPr>
        <w:t>:</w:t>
      </w:r>
    </w:p>
    <w:p w:rsidR="005C590C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поле «Тип операции» наименования соответствующего отдела контроля расходов;</w:t>
      </w:r>
    </w:p>
    <w:p w:rsidR="005C590C" w:rsidRPr="00F31300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A01BB8">
        <w:rPr>
          <w:sz w:val="28"/>
          <w:szCs w:val="28"/>
        </w:rPr>
        <w:t xml:space="preserve"> в поле «Начало действия» </w:t>
      </w:r>
      <w:r w:rsidRPr="00F31300">
        <w:rPr>
          <w:sz w:val="28"/>
          <w:szCs w:val="28"/>
        </w:rPr>
        <w:t>даты начала действия документа - первое число очередного месяца.</w:t>
      </w:r>
      <w:r>
        <w:rPr>
          <w:sz w:val="28"/>
          <w:szCs w:val="28"/>
        </w:rPr>
        <w:t xml:space="preserve"> </w:t>
      </w:r>
      <w:r w:rsidRPr="00F31300">
        <w:rPr>
          <w:sz w:val="28"/>
          <w:szCs w:val="28"/>
        </w:rPr>
        <w:t xml:space="preserve">Дата начала действия, указанная в кассовом плане по бланкам расходов типа «смета», должна совпадать с датой начала действия сводного </w:t>
      </w:r>
      <w:r>
        <w:rPr>
          <w:sz w:val="28"/>
          <w:szCs w:val="28"/>
        </w:rPr>
        <w:t>документа</w:t>
      </w:r>
      <w:r w:rsidRPr="00F31300">
        <w:rPr>
          <w:sz w:val="28"/>
          <w:szCs w:val="28"/>
        </w:rPr>
        <w:t>.</w:t>
      </w:r>
    </w:p>
    <w:p w:rsidR="005C590C" w:rsidRPr="00126849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F7C13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</w:t>
      </w:r>
      <w:r w:rsidRPr="004F7C13">
        <w:rPr>
          <w:sz w:val="28"/>
          <w:szCs w:val="28"/>
        </w:rPr>
        <w:t>недопущения образования кредиторской задолженности формировани</w:t>
      </w:r>
      <w:r w:rsidRPr="00DA6C7D">
        <w:rPr>
          <w:sz w:val="28"/>
          <w:szCs w:val="28"/>
        </w:rPr>
        <w:t xml:space="preserve">е </w:t>
      </w:r>
      <w:r w:rsidRPr="004F7C13">
        <w:rPr>
          <w:sz w:val="28"/>
          <w:szCs w:val="28"/>
        </w:rPr>
        <w:t xml:space="preserve">проектов КП </w:t>
      </w:r>
      <w:r w:rsidRPr="0056714E">
        <w:rPr>
          <w:sz w:val="28"/>
          <w:szCs w:val="28"/>
        </w:rPr>
        <w:t>главными распорядителями осуществляется с учетом бюджетных обязательств</w:t>
      </w:r>
      <w:r>
        <w:rPr>
          <w:b/>
          <w:bCs/>
          <w:sz w:val="28"/>
          <w:szCs w:val="28"/>
        </w:rPr>
        <w:t xml:space="preserve"> </w:t>
      </w:r>
      <w:r w:rsidRPr="004F7C13">
        <w:rPr>
          <w:sz w:val="28"/>
          <w:szCs w:val="28"/>
        </w:rPr>
        <w:t>получателей средств бюджета, приняты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на учет, а также </w:t>
      </w:r>
      <w:r w:rsidRPr="00A373EA">
        <w:rPr>
          <w:sz w:val="28"/>
          <w:szCs w:val="28"/>
        </w:rPr>
        <w:t>планируемы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к принятию и</w:t>
      </w:r>
      <w:r>
        <w:rPr>
          <w:b/>
          <w:bCs/>
          <w:sz w:val="28"/>
          <w:szCs w:val="28"/>
        </w:rPr>
        <w:t xml:space="preserve"> </w:t>
      </w:r>
      <w:r w:rsidRPr="0056714E">
        <w:rPr>
          <w:sz w:val="28"/>
          <w:szCs w:val="28"/>
        </w:rPr>
        <w:t>подлежащих о</w:t>
      </w:r>
      <w:r w:rsidRPr="004F7C13">
        <w:rPr>
          <w:sz w:val="28"/>
          <w:szCs w:val="28"/>
        </w:rPr>
        <w:t>плате в планируемом месяце</w:t>
      </w:r>
      <w:r>
        <w:rPr>
          <w:sz w:val="28"/>
          <w:szCs w:val="28"/>
        </w:rPr>
        <w:t xml:space="preserve">, </w:t>
      </w:r>
      <w:r w:rsidRPr="00A154E3">
        <w:rPr>
          <w:sz w:val="28"/>
          <w:szCs w:val="28"/>
        </w:rPr>
        <w:t>в том числе по расходам за счет средств резервного фонда.</w:t>
      </w:r>
    </w:p>
    <w:p w:rsidR="005C590C" w:rsidRPr="00126849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</w:t>
      </w:r>
      <w:r w:rsidRPr="007374AD">
        <w:rPr>
          <w:sz w:val="28"/>
          <w:szCs w:val="28"/>
        </w:rPr>
        <w:t>отдельно формируют проекты КП по расходам за счет средств резервного фонда.</w:t>
      </w:r>
    </w:p>
    <w:p w:rsidR="005C590C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C57A1F">
        <w:rPr>
          <w:sz w:val="28"/>
          <w:szCs w:val="28"/>
        </w:rPr>
        <w:t xml:space="preserve">Проекты КП по расходам за счет безвозмездных поступлений от других бюджетов бюджетной системы Российской Федерации, за счет средств дорожного фонда формируются главными распорядителями отдельно </w:t>
      </w:r>
      <w:r>
        <w:rPr>
          <w:sz w:val="28"/>
          <w:szCs w:val="28"/>
        </w:rPr>
        <w:t xml:space="preserve">по каждому виду средств. </w:t>
      </w:r>
    </w:p>
    <w:p w:rsidR="005C590C" w:rsidRDefault="005C590C" w:rsidP="00306657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A154E3">
        <w:rPr>
          <w:sz w:val="28"/>
          <w:szCs w:val="28"/>
        </w:rPr>
        <w:t xml:space="preserve">Одновременно с проектом КП главные распорядители направляют   информацию об остатках целевых межбюджетных трансфертов из </w:t>
      </w:r>
      <w:r>
        <w:rPr>
          <w:sz w:val="28"/>
          <w:szCs w:val="28"/>
        </w:rPr>
        <w:t xml:space="preserve">областного </w:t>
      </w:r>
      <w:r w:rsidRPr="004E01A2">
        <w:rPr>
          <w:sz w:val="28"/>
          <w:szCs w:val="28"/>
        </w:rPr>
        <w:t>бюджета, потребность в использовании которых в очередном месяце отсутствует, по форме 1.1 к настоящему Порядку</w:t>
      </w:r>
      <w:r>
        <w:rPr>
          <w:sz w:val="28"/>
          <w:szCs w:val="28"/>
        </w:rPr>
        <w:t>.</w:t>
      </w:r>
    </w:p>
    <w:p w:rsidR="005C590C" w:rsidRPr="00A154E3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2.2.2. Показатели для проекта кассового плана за счет средств дорожного фонда формируются в следующем порядке</w:t>
      </w:r>
      <w:r>
        <w:rPr>
          <w:sz w:val="28"/>
          <w:szCs w:val="28"/>
        </w:rPr>
        <w:t>:</w:t>
      </w:r>
    </w:p>
    <w:p w:rsidR="005C590C" w:rsidRPr="00A154E3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по доходам финансового отдела</w:t>
      </w:r>
      <w:r w:rsidRPr="00A154E3">
        <w:rPr>
          <w:sz w:val="28"/>
          <w:szCs w:val="28"/>
        </w:rPr>
        <w:t xml:space="preserve"> осуществляет подготовку информации </w:t>
      </w:r>
      <w:r>
        <w:rPr>
          <w:sz w:val="28"/>
          <w:szCs w:val="28"/>
        </w:rPr>
        <w:t>н</w:t>
      </w:r>
      <w:r w:rsidRPr="00A154E3">
        <w:rPr>
          <w:sz w:val="28"/>
          <w:szCs w:val="28"/>
        </w:rPr>
        <w:t xml:space="preserve">е позднее, чем за 7 рабочих дней месяца, предшествующего планируемому </w:t>
      </w:r>
      <w:r>
        <w:rPr>
          <w:sz w:val="28"/>
          <w:szCs w:val="28"/>
        </w:rPr>
        <w:t xml:space="preserve">о </w:t>
      </w:r>
      <w:r w:rsidRPr="00A154E3">
        <w:rPr>
          <w:sz w:val="28"/>
          <w:szCs w:val="28"/>
        </w:rPr>
        <w:t xml:space="preserve"> прогнозной суммы остатка средств дорожного фонда по состоянию на 1 число текущего месяца;</w:t>
      </w:r>
    </w:p>
    <w:p w:rsidR="005C590C" w:rsidRPr="00A154E3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- прогнозной суммы поступлений средств дорожного фонда в планируемом месяце</w:t>
      </w:r>
      <w:r>
        <w:rPr>
          <w:sz w:val="28"/>
          <w:szCs w:val="28"/>
        </w:rPr>
        <w:t>.</w:t>
      </w:r>
    </w:p>
    <w:p w:rsidR="005C590C" w:rsidRPr="0056714E" w:rsidRDefault="005C590C" w:rsidP="00306657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635A5F">
        <w:rPr>
          <w:sz w:val="28"/>
          <w:szCs w:val="28"/>
        </w:rPr>
        <w:t>2.2.3. В</w:t>
      </w:r>
      <w:r w:rsidRPr="0056714E">
        <w:rPr>
          <w:sz w:val="28"/>
          <w:szCs w:val="28"/>
        </w:rPr>
        <w:t xml:space="preserve"> случае если главным распорядителем является финансов</w:t>
      </w:r>
      <w:r>
        <w:rPr>
          <w:sz w:val="28"/>
          <w:szCs w:val="28"/>
        </w:rPr>
        <w:t>ый отдел</w:t>
      </w:r>
      <w:r w:rsidRPr="00567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 учета и отчетности </w:t>
      </w:r>
      <w:r w:rsidRPr="0056714E">
        <w:rPr>
          <w:sz w:val="28"/>
          <w:szCs w:val="28"/>
        </w:rPr>
        <w:t xml:space="preserve">не позднее, чем за 9 рабочих дней месяца, предшествующего планируемому, </w:t>
      </w:r>
      <w:r>
        <w:rPr>
          <w:sz w:val="28"/>
          <w:szCs w:val="28"/>
        </w:rPr>
        <w:t>формируе</w:t>
      </w:r>
      <w:r w:rsidRPr="0056714E">
        <w:rPr>
          <w:sz w:val="28"/>
          <w:szCs w:val="28"/>
        </w:rPr>
        <w:t>т</w:t>
      </w:r>
      <w:r>
        <w:rPr>
          <w:sz w:val="28"/>
          <w:szCs w:val="28"/>
        </w:rPr>
        <w:t xml:space="preserve"> и направляет </w:t>
      </w:r>
      <w:r w:rsidRPr="0056714E">
        <w:rPr>
          <w:sz w:val="28"/>
          <w:szCs w:val="28"/>
        </w:rPr>
        <w:t>согласов</w:t>
      </w:r>
      <w:r>
        <w:rPr>
          <w:sz w:val="28"/>
          <w:szCs w:val="28"/>
        </w:rPr>
        <w:t>анные заведующим</w:t>
      </w:r>
      <w:r w:rsidRPr="0056714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проекты КП</w:t>
      </w:r>
      <w:r w:rsidRPr="0056714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доведенные до статуса </w:t>
      </w:r>
      <w:r w:rsidRPr="007374AD">
        <w:rPr>
          <w:sz w:val="28"/>
          <w:szCs w:val="28"/>
        </w:rPr>
        <w:t>«На утверждение ГРБС»</w:t>
      </w:r>
      <w:r>
        <w:rPr>
          <w:sz w:val="28"/>
          <w:szCs w:val="28"/>
        </w:rPr>
        <w:t>, в том числе:</w:t>
      </w:r>
    </w:p>
    <w:p w:rsidR="005C590C" w:rsidRPr="00B4229D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E322FE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расходов</w:t>
      </w:r>
      <w:r w:rsidRPr="00E322FE">
        <w:rPr>
          <w:sz w:val="28"/>
          <w:szCs w:val="28"/>
        </w:rPr>
        <w:t xml:space="preserve"> на содержание аппарата </w:t>
      </w:r>
      <w:r w:rsidRPr="00B4229D">
        <w:rPr>
          <w:sz w:val="28"/>
          <w:szCs w:val="28"/>
        </w:rPr>
        <w:t>финансов</w:t>
      </w:r>
      <w:r>
        <w:rPr>
          <w:sz w:val="28"/>
          <w:szCs w:val="28"/>
        </w:rPr>
        <w:t>ого отдела</w:t>
      </w:r>
      <w:r w:rsidRPr="00B4229D">
        <w:rPr>
          <w:sz w:val="28"/>
          <w:szCs w:val="28"/>
        </w:rPr>
        <w:t>;</w:t>
      </w:r>
    </w:p>
    <w:p w:rsidR="005C590C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E322FE">
        <w:rPr>
          <w:sz w:val="28"/>
          <w:szCs w:val="28"/>
        </w:rPr>
        <w:t xml:space="preserve">в части межбюджетных трансфертов бюджетам </w:t>
      </w:r>
      <w:r>
        <w:rPr>
          <w:sz w:val="28"/>
          <w:szCs w:val="28"/>
        </w:rPr>
        <w:t>сельских поселений;</w:t>
      </w:r>
    </w:p>
    <w:p w:rsidR="005C590C" w:rsidRDefault="005C590C" w:rsidP="00306657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E322FE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 xml:space="preserve">расходов </w:t>
      </w:r>
      <w:r w:rsidRPr="00E322FE">
        <w:rPr>
          <w:sz w:val="28"/>
          <w:szCs w:val="28"/>
        </w:rPr>
        <w:t xml:space="preserve">на обслуживание </w:t>
      </w:r>
      <w:r>
        <w:rPr>
          <w:sz w:val="28"/>
          <w:szCs w:val="28"/>
        </w:rPr>
        <w:t>муниципального</w:t>
      </w:r>
      <w:r w:rsidRPr="00E322FE">
        <w:rPr>
          <w:sz w:val="28"/>
          <w:szCs w:val="28"/>
        </w:rPr>
        <w:t xml:space="preserve"> долга</w:t>
      </w:r>
      <w:r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</w:p>
    <w:p w:rsidR="005C590C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60B6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60B65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 планирования финансирования и исполнения бюджета </w:t>
      </w:r>
      <w:r w:rsidRPr="0081530F">
        <w:rPr>
          <w:sz w:val="28"/>
          <w:szCs w:val="28"/>
        </w:rPr>
        <w:t>не позднее следующего рабочего дня после</w:t>
      </w:r>
      <w:r>
        <w:rPr>
          <w:b/>
          <w:bCs/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представления главными распорядителями </w:t>
      </w:r>
      <w:r>
        <w:rPr>
          <w:sz w:val="28"/>
          <w:szCs w:val="28"/>
        </w:rPr>
        <w:t>проектов КП</w:t>
      </w:r>
      <w:r w:rsidRPr="00E322FE">
        <w:rPr>
          <w:sz w:val="28"/>
          <w:szCs w:val="28"/>
        </w:rPr>
        <w:t xml:space="preserve"> осуществля</w:t>
      </w:r>
      <w:r w:rsidRPr="0081530F">
        <w:rPr>
          <w:sz w:val="28"/>
          <w:szCs w:val="28"/>
        </w:rPr>
        <w:t>ет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</w:t>
      </w:r>
      <w:r>
        <w:rPr>
          <w:sz w:val="28"/>
          <w:szCs w:val="28"/>
        </w:rPr>
        <w:t>.</w:t>
      </w:r>
    </w:p>
    <w:p w:rsidR="005C590C" w:rsidRPr="00E322FE" w:rsidRDefault="005C590C" w:rsidP="00306657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1530F">
        <w:rPr>
          <w:sz w:val="28"/>
          <w:szCs w:val="28"/>
        </w:rPr>
        <w:t>рошедши</w:t>
      </w:r>
      <w:r>
        <w:rPr>
          <w:sz w:val="28"/>
          <w:szCs w:val="28"/>
        </w:rPr>
        <w:t>е</w:t>
      </w:r>
      <w:r w:rsidRPr="0081530F">
        <w:rPr>
          <w:sz w:val="28"/>
          <w:szCs w:val="28"/>
        </w:rPr>
        <w:t xml:space="preserve"> проверку проект</w:t>
      </w:r>
      <w:r>
        <w:rPr>
          <w:sz w:val="28"/>
          <w:szCs w:val="28"/>
        </w:rPr>
        <w:t xml:space="preserve">ы </w:t>
      </w:r>
      <w:r w:rsidRPr="0081530F">
        <w:rPr>
          <w:sz w:val="28"/>
          <w:szCs w:val="28"/>
        </w:rPr>
        <w:t xml:space="preserve">КП </w:t>
      </w:r>
      <w:r>
        <w:rPr>
          <w:sz w:val="28"/>
          <w:szCs w:val="28"/>
        </w:rPr>
        <w:t>включаются в</w:t>
      </w:r>
      <w:r w:rsidRPr="0081530F">
        <w:rPr>
          <w:sz w:val="28"/>
          <w:szCs w:val="28"/>
        </w:rPr>
        <w:t xml:space="preserve"> кассовый план </w:t>
      </w:r>
      <w:r>
        <w:rPr>
          <w:sz w:val="28"/>
          <w:szCs w:val="28"/>
        </w:rPr>
        <w:t>по расходам на очередной месяц</w:t>
      </w:r>
      <w:r w:rsidRPr="00945BBF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</w:p>
    <w:p w:rsidR="005C590C" w:rsidRPr="00207623" w:rsidRDefault="005C590C" w:rsidP="00306657">
      <w:pPr>
        <w:pStyle w:val="BodyTextIndent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E0473C">
        <w:rPr>
          <w:sz w:val="28"/>
          <w:szCs w:val="28"/>
        </w:rPr>
        <w:t>Не прошедши</w:t>
      </w:r>
      <w:r>
        <w:rPr>
          <w:sz w:val="28"/>
          <w:szCs w:val="28"/>
        </w:rPr>
        <w:t>й</w:t>
      </w:r>
      <w:r w:rsidRPr="00E0473C">
        <w:rPr>
          <w:sz w:val="28"/>
          <w:szCs w:val="28"/>
        </w:rPr>
        <w:t xml:space="preserve"> проверку</w:t>
      </w:r>
      <w:r w:rsidRPr="00E0473C">
        <w:rPr>
          <w:b/>
          <w:bCs/>
          <w:sz w:val="28"/>
          <w:szCs w:val="28"/>
        </w:rPr>
        <w:t xml:space="preserve"> </w:t>
      </w:r>
      <w:r w:rsidRPr="00E0473C">
        <w:rPr>
          <w:sz w:val="28"/>
          <w:szCs w:val="28"/>
        </w:rPr>
        <w:t>проект КП возвраща</w:t>
      </w:r>
      <w:r>
        <w:rPr>
          <w:sz w:val="28"/>
          <w:szCs w:val="28"/>
        </w:rPr>
        <w:t>е</w:t>
      </w:r>
      <w:r w:rsidRPr="00E0473C">
        <w:rPr>
          <w:sz w:val="28"/>
          <w:szCs w:val="28"/>
        </w:rPr>
        <w:t>тся на доработку главному распорядителю</w:t>
      </w:r>
      <w:r w:rsidRPr="00BD4A73">
        <w:rPr>
          <w:i/>
          <w:iCs/>
          <w:sz w:val="28"/>
          <w:szCs w:val="28"/>
        </w:rPr>
        <w:t xml:space="preserve">, </w:t>
      </w:r>
      <w:r w:rsidRPr="006319EE">
        <w:rPr>
          <w:sz w:val="28"/>
          <w:szCs w:val="28"/>
        </w:rPr>
        <w:t>либо отказывается (без возможности корректировки), с указанием в поле «Комментарий» причины возврата либо отказа</w:t>
      </w:r>
      <w:r w:rsidRPr="00A154E3">
        <w:rPr>
          <w:i/>
          <w:iCs/>
          <w:sz w:val="28"/>
          <w:szCs w:val="28"/>
        </w:rPr>
        <w:t xml:space="preserve">. </w:t>
      </w:r>
      <w:r w:rsidRPr="00A154E3">
        <w:rPr>
          <w:sz w:val="28"/>
          <w:szCs w:val="28"/>
        </w:rPr>
        <w:t xml:space="preserve">Главный распорядитель не позднее следующего рабочего дня представляет в </w:t>
      </w:r>
      <w:r>
        <w:rPr>
          <w:sz w:val="28"/>
          <w:szCs w:val="28"/>
        </w:rPr>
        <w:t xml:space="preserve">финансовый отдел </w:t>
      </w:r>
      <w:r w:rsidRPr="00A154E3">
        <w:rPr>
          <w:sz w:val="28"/>
          <w:szCs w:val="28"/>
        </w:rPr>
        <w:t>уточненный проект КП.</w:t>
      </w:r>
    </w:p>
    <w:p w:rsidR="005C590C" w:rsidRPr="00E322FE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E322FE">
        <w:rPr>
          <w:sz w:val="28"/>
          <w:szCs w:val="28"/>
        </w:rPr>
        <w:t>. Показатели для проекта кассового плана в части ожидаемого остатка средств на счете бюджета на начало планируемого месяца формируются в следующем порядке.</w:t>
      </w:r>
    </w:p>
    <w:p w:rsidR="005C590C" w:rsidRPr="00E322FE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E322FE">
        <w:rPr>
          <w:sz w:val="28"/>
          <w:szCs w:val="28"/>
        </w:rPr>
        <w:t xml:space="preserve">.1. Главные распорядители и главные администраторы источников не позднее, чем за </w:t>
      </w:r>
      <w:r w:rsidRPr="00F4285F">
        <w:rPr>
          <w:sz w:val="28"/>
          <w:szCs w:val="28"/>
        </w:rPr>
        <w:t>8 р</w:t>
      </w:r>
      <w:r w:rsidRPr="00E322FE">
        <w:rPr>
          <w:sz w:val="28"/>
          <w:szCs w:val="28"/>
        </w:rPr>
        <w:t>абочих дней месяца, предшествующего планируемому, направляют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финансовый отдел </w:t>
      </w:r>
      <w:r w:rsidRPr="00E322FE">
        <w:rPr>
          <w:sz w:val="28"/>
          <w:szCs w:val="28"/>
        </w:rPr>
        <w:t xml:space="preserve">информацию об ожидаемом исполнении кассового плана текущего месяца за счет </w:t>
      </w:r>
      <w:r>
        <w:rPr>
          <w:sz w:val="28"/>
          <w:szCs w:val="28"/>
        </w:rPr>
        <w:t>нецелевых,</w:t>
      </w:r>
      <w:r w:rsidRPr="004B695E">
        <w:rPr>
          <w:sz w:val="28"/>
          <w:szCs w:val="28"/>
        </w:rPr>
        <w:t xml:space="preserve"> целевых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средств бюджета</w:t>
      </w:r>
      <w:r w:rsidRPr="00B64723">
        <w:rPr>
          <w:i/>
          <w:iCs/>
          <w:sz w:val="28"/>
          <w:szCs w:val="28"/>
        </w:rPr>
        <w:t xml:space="preserve">, </w:t>
      </w:r>
      <w:r w:rsidRPr="00B64723">
        <w:rPr>
          <w:sz w:val="28"/>
          <w:szCs w:val="28"/>
        </w:rPr>
        <w:t>в том числе</w:t>
      </w:r>
      <w:r>
        <w:rPr>
          <w:b/>
          <w:bCs/>
          <w:sz w:val="28"/>
          <w:szCs w:val="28"/>
        </w:rPr>
        <w:t xml:space="preserve"> </w:t>
      </w:r>
      <w:r w:rsidRPr="00A72A42">
        <w:rPr>
          <w:sz w:val="28"/>
          <w:szCs w:val="28"/>
        </w:rPr>
        <w:t>средств дорожного фонда</w:t>
      </w:r>
      <w:r w:rsidRPr="00B11D15">
        <w:rPr>
          <w:i/>
          <w:iCs/>
          <w:sz w:val="28"/>
          <w:szCs w:val="28"/>
        </w:rPr>
        <w:t xml:space="preserve"> </w:t>
      </w:r>
      <w:r w:rsidRPr="00E322FE">
        <w:rPr>
          <w:sz w:val="28"/>
          <w:szCs w:val="28"/>
        </w:rPr>
        <w:t>по форме</w:t>
      </w:r>
      <w:r>
        <w:rPr>
          <w:sz w:val="28"/>
          <w:szCs w:val="28"/>
        </w:rPr>
        <w:t xml:space="preserve"> 5</w:t>
      </w:r>
      <w:r w:rsidRPr="00E322FE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с учетом ожидаемого изменения показателей кассового плана текущего месяца.</w:t>
      </w:r>
    </w:p>
    <w:p w:rsidR="005C590C" w:rsidRPr="00B64723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B4229D">
        <w:rPr>
          <w:sz w:val="28"/>
          <w:szCs w:val="28"/>
        </w:rPr>
        <w:t xml:space="preserve">.2. </w:t>
      </w:r>
      <w:r>
        <w:rPr>
          <w:sz w:val="28"/>
          <w:szCs w:val="28"/>
        </w:rPr>
        <w:t>Сектор планирования финансирования и исполнения бюджета н</w:t>
      </w:r>
      <w:r w:rsidRPr="00B64723">
        <w:rPr>
          <w:sz w:val="28"/>
          <w:szCs w:val="28"/>
        </w:rPr>
        <w:t xml:space="preserve">е позднее, чем за </w:t>
      </w:r>
      <w:r w:rsidRPr="00F4285F">
        <w:rPr>
          <w:sz w:val="28"/>
          <w:szCs w:val="28"/>
        </w:rPr>
        <w:t>8</w:t>
      </w:r>
      <w:r w:rsidRPr="00B64723">
        <w:rPr>
          <w:sz w:val="28"/>
          <w:szCs w:val="28"/>
        </w:rPr>
        <w:t xml:space="preserve"> рабочих дней месяца, предшествующего планируемому, </w:t>
      </w:r>
      <w:r>
        <w:rPr>
          <w:sz w:val="28"/>
          <w:szCs w:val="28"/>
        </w:rPr>
        <w:t xml:space="preserve">собирает </w:t>
      </w:r>
      <w:r w:rsidRPr="00B64723">
        <w:rPr>
          <w:sz w:val="28"/>
          <w:szCs w:val="28"/>
        </w:rPr>
        <w:t>информаци</w:t>
      </w:r>
      <w:r>
        <w:rPr>
          <w:sz w:val="28"/>
          <w:szCs w:val="28"/>
        </w:rPr>
        <w:t>ю, в том числе</w:t>
      </w:r>
      <w:r w:rsidRPr="00B64723">
        <w:rPr>
          <w:sz w:val="28"/>
          <w:szCs w:val="28"/>
        </w:rPr>
        <w:t>:</w:t>
      </w:r>
    </w:p>
    <w:p w:rsidR="005C590C" w:rsidRPr="00B64723" w:rsidRDefault="005C590C" w:rsidP="00306657">
      <w:pPr>
        <w:pStyle w:val="BodyTextIndent"/>
        <w:tabs>
          <w:tab w:val="left" w:pos="0"/>
        </w:tabs>
        <w:spacing w:after="0"/>
        <w:ind w:left="0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- об ожидаемом исполнении кассового плана текущего месяца по налоговым </w:t>
      </w:r>
      <w:r>
        <w:rPr>
          <w:sz w:val="28"/>
          <w:szCs w:val="28"/>
        </w:rPr>
        <w:t xml:space="preserve">и неналоговым доходам, </w:t>
      </w:r>
      <w:r w:rsidRPr="00FA319A">
        <w:rPr>
          <w:sz w:val="28"/>
          <w:szCs w:val="28"/>
        </w:rPr>
        <w:t xml:space="preserve">в том числе по поступлению средств дорожного фонда, </w:t>
      </w:r>
      <w:r>
        <w:rPr>
          <w:sz w:val="28"/>
          <w:szCs w:val="28"/>
        </w:rPr>
        <w:t>по форме 7</w:t>
      </w:r>
      <w:r w:rsidRPr="00B64723">
        <w:rPr>
          <w:sz w:val="28"/>
          <w:szCs w:val="28"/>
        </w:rPr>
        <w:t xml:space="preserve"> к настоящему Порядку:</w:t>
      </w:r>
    </w:p>
    <w:p w:rsidR="005C590C" w:rsidRPr="00B64723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E322F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D74CA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B64723">
        <w:rPr>
          <w:sz w:val="28"/>
          <w:szCs w:val="28"/>
        </w:rPr>
        <w:t xml:space="preserve"> не позднее, чем за 5 рабочих дней месяца, предшествующего планируемому, на основании полученной информации формирует прогноз ожидаемого остатка средств на счете бюджета на начало планируемого месяца, в том числе за счет нецелевых и целевых (без разбивки по видам) средств и средств дорожного фонда. </w:t>
      </w:r>
    </w:p>
    <w:p w:rsidR="005C590C" w:rsidRPr="00BA280F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Pr="00B702F0">
        <w:rPr>
          <w:sz w:val="28"/>
          <w:szCs w:val="28"/>
        </w:rPr>
        <w:t xml:space="preserve">. Проект кассового плана формируется на основании полученной в соответствии с пунктами </w:t>
      </w:r>
      <w:r>
        <w:rPr>
          <w:sz w:val="28"/>
          <w:szCs w:val="28"/>
        </w:rPr>
        <w:t>2.1</w:t>
      </w:r>
      <w:r w:rsidRPr="00B702F0">
        <w:rPr>
          <w:sz w:val="28"/>
          <w:szCs w:val="28"/>
        </w:rPr>
        <w:t xml:space="preserve"> – </w:t>
      </w:r>
      <w:r>
        <w:rPr>
          <w:sz w:val="28"/>
          <w:szCs w:val="28"/>
        </w:rPr>
        <w:t>2.3 н</w:t>
      </w:r>
      <w:r w:rsidRPr="00B702F0">
        <w:rPr>
          <w:sz w:val="28"/>
          <w:szCs w:val="28"/>
        </w:rPr>
        <w:t>астоящего Порядка информации, прошедшей контроль на её соответствие  показателям сводной бюджетной росписи и лимит</w:t>
      </w:r>
      <w:r>
        <w:rPr>
          <w:sz w:val="28"/>
          <w:szCs w:val="28"/>
        </w:rPr>
        <w:t>ам</w:t>
      </w:r>
      <w:r w:rsidRPr="00B702F0">
        <w:rPr>
          <w:sz w:val="28"/>
          <w:szCs w:val="28"/>
        </w:rPr>
        <w:t xml:space="preserve"> бюджетных обязательств с учетом фактически доведенных главным распорядителям </w:t>
      </w:r>
      <w:r w:rsidRPr="00D62634">
        <w:rPr>
          <w:sz w:val="28"/>
          <w:szCs w:val="28"/>
        </w:rPr>
        <w:t>предельных объемов оплаты денежных обязательств</w:t>
      </w:r>
      <w:r w:rsidRPr="00B702F0">
        <w:rPr>
          <w:sz w:val="28"/>
          <w:szCs w:val="28"/>
        </w:rPr>
        <w:t xml:space="preserve"> и не позднее, чем за </w:t>
      </w:r>
      <w:r>
        <w:rPr>
          <w:sz w:val="28"/>
          <w:szCs w:val="28"/>
        </w:rPr>
        <w:t>4</w:t>
      </w:r>
      <w:r w:rsidRPr="00BA280F">
        <w:rPr>
          <w:sz w:val="28"/>
          <w:szCs w:val="28"/>
        </w:rPr>
        <w:t xml:space="preserve"> рабочих дн</w:t>
      </w:r>
      <w:r>
        <w:rPr>
          <w:sz w:val="28"/>
          <w:szCs w:val="28"/>
        </w:rPr>
        <w:t>я</w:t>
      </w:r>
      <w:r w:rsidRPr="00BA280F">
        <w:rPr>
          <w:sz w:val="28"/>
          <w:szCs w:val="28"/>
        </w:rPr>
        <w:t xml:space="preserve"> месяца, предшествующего планируемому, направляется </w:t>
      </w:r>
      <w:r>
        <w:rPr>
          <w:sz w:val="28"/>
          <w:szCs w:val="28"/>
        </w:rPr>
        <w:t xml:space="preserve">заведующему финансовым отделом </w:t>
      </w:r>
      <w:r w:rsidRPr="00BA280F">
        <w:rPr>
          <w:sz w:val="28"/>
          <w:szCs w:val="28"/>
        </w:rPr>
        <w:t>по форме</w:t>
      </w:r>
      <w:r>
        <w:rPr>
          <w:sz w:val="28"/>
          <w:szCs w:val="28"/>
        </w:rPr>
        <w:t xml:space="preserve"> 8</w:t>
      </w:r>
      <w:r w:rsidRPr="00BA280F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для рассмотрения и согласования</w:t>
      </w:r>
      <w:r w:rsidRPr="00BA28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590C" w:rsidRPr="00BA280F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A280F">
        <w:rPr>
          <w:sz w:val="28"/>
          <w:szCs w:val="28"/>
        </w:rPr>
        <w:t xml:space="preserve">. </w:t>
      </w:r>
      <w:r>
        <w:rPr>
          <w:sz w:val="28"/>
          <w:szCs w:val="28"/>
        </w:rPr>
        <w:t>Согласование и подписание п</w:t>
      </w:r>
      <w:r w:rsidRPr="00BA280F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A280F">
        <w:rPr>
          <w:sz w:val="28"/>
          <w:szCs w:val="28"/>
        </w:rPr>
        <w:t xml:space="preserve"> кассового плана </w:t>
      </w:r>
      <w:r>
        <w:rPr>
          <w:sz w:val="28"/>
          <w:szCs w:val="28"/>
        </w:rPr>
        <w:t>осуществляется</w:t>
      </w:r>
      <w:r w:rsidRPr="00BA280F">
        <w:rPr>
          <w:sz w:val="28"/>
          <w:szCs w:val="28"/>
        </w:rPr>
        <w:t xml:space="preserve"> в следующем порядке.</w:t>
      </w:r>
    </w:p>
    <w:p w:rsidR="005C590C" w:rsidRPr="00BA280F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A280F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Заведующий финансовым отделом </w:t>
      </w:r>
      <w:r w:rsidRPr="00BA280F">
        <w:rPr>
          <w:sz w:val="28"/>
          <w:szCs w:val="28"/>
        </w:rPr>
        <w:t>рассматрива</w:t>
      </w:r>
      <w:r>
        <w:rPr>
          <w:sz w:val="28"/>
          <w:szCs w:val="28"/>
        </w:rPr>
        <w:t>е</w:t>
      </w:r>
      <w:r w:rsidRPr="00BA280F">
        <w:rPr>
          <w:sz w:val="28"/>
          <w:szCs w:val="28"/>
        </w:rPr>
        <w:t>т и согласовыва</w:t>
      </w:r>
      <w:r>
        <w:rPr>
          <w:sz w:val="28"/>
          <w:szCs w:val="28"/>
        </w:rPr>
        <w:t>е</w:t>
      </w:r>
      <w:r w:rsidRPr="00BA280F">
        <w:rPr>
          <w:sz w:val="28"/>
          <w:szCs w:val="28"/>
        </w:rPr>
        <w:t>т проект кассового плана.</w:t>
      </w:r>
      <w:r w:rsidRPr="00EE4931">
        <w:rPr>
          <w:sz w:val="28"/>
          <w:szCs w:val="28"/>
        </w:rPr>
        <w:t xml:space="preserve"> </w:t>
      </w:r>
    </w:p>
    <w:p w:rsidR="005C590C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2.5.2</w:t>
      </w:r>
      <w:r w:rsidRPr="00B702F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B702F0">
        <w:rPr>
          <w:sz w:val="28"/>
          <w:szCs w:val="28"/>
        </w:rPr>
        <w:t>осле рассмотрения</w:t>
      </w:r>
      <w:r>
        <w:rPr>
          <w:sz w:val="28"/>
          <w:szCs w:val="28"/>
        </w:rPr>
        <w:t xml:space="preserve"> и</w:t>
      </w:r>
      <w:r w:rsidRPr="00B702F0">
        <w:rPr>
          <w:sz w:val="28"/>
          <w:szCs w:val="28"/>
        </w:rPr>
        <w:t xml:space="preserve"> подписания проект кассового плана</w:t>
      </w:r>
      <w:r>
        <w:rPr>
          <w:sz w:val="28"/>
          <w:szCs w:val="28"/>
        </w:rPr>
        <w:t xml:space="preserve"> направляе</w:t>
      </w:r>
      <w:r w:rsidRPr="00B702F0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B70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Главе Администрации Веселовского района </w:t>
      </w:r>
      <w:r w:rsidRPr="00BA280F">
        <w:rPr>
          <w:sz w:val="28"/>
          <w:szCs w:val="28"/>
        </w:rPr>
        <w:t>Ростовской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области. </w:t>
      </w:r>
    </w:p>
    <w:p w:rsidR="005C590C" w:rsidRPr="00B61171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2.5</w:t>
      </w:r>
      <w:r w:rsidRPr="009F0639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После согласования Главой Администрации Веселовского района </w:t>
      </w:r>
      <w:r w:rsidRPr="00BA280F">
        <w:rPr>
          <w:sz w:val="28"/>
          <w:szCs w:val="28"/>
        </w:rPr>
        <w:t>Ростовской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области к</w:t>
      </w:r>
      <w:r w:rsidRPr="009F0639">
        <w:rPr>
          <w:sz w:val="28"/>
          <w:szCs w:val="28"/>
        </w:rPr>
        <w:t xml:space="preserve">ассовый план </w:t>
      </w:r>
      <w:r w:rsidRPr="00243B43">
        <w:rPr>
          <w:sz w:val="28"/>
          <w:szCs w:val="28"/>
        </w:rPr>
        <w:t>направля</w:t>
      </w:r>
      <w:r w:rsidRPr="00B61171">
        <w:rPr>
          <w:sz w:val="28"/>
          <w:szCs w:val="28"/>
        </w:rPr>
        <w:t>е</w:t>
      </w:r>
      <w:r w:rsidRPr="00243B43">
        <w:rPr>
          <w:sz w:val="28"/>
          <w:szCs w:val="28"/>
        </w:rPr>
        <w:t>т</w:t>
      </w:r>
      <w:r w:rsidRPr="00A120B1">
        <w:rPr>
          <w:sz w:val="28"/>
          <w:szCs w:val="28"/>
        </w:rPr>
        <w:t>ся</w:t>
      </w:r>
      <w:r w:rsidRPr="00243B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43B43">
        <w:rPr>
          <w:sz w:val="28"/>
          <w:szCs w:val="28"/>
        </w:rPr>
        <w:t>финансов</w:t>
      </w:r>
      <w:r>
        <w:rPr>
          <w:sz w:val="28"/>
          <w:szCs w:val="28"/>
        </w:rPr>
        <w:t>ый отдел</w:t>
      </w:r>
      <w:r w:rsidRPr="00243B43">
        <w:rPr>
          <w:sz w:val="28"/>
          <w:szCs w:val="28"/>
        </w:rPr>
        <w:t xml:space="preserve"> для исполнения</w:t>
      </w:r>
      <w:r w:rsidRPr="00B61171">
        <w:rPr>
          <w:sz w:val="28"/>
          <w:szCs w:val="28"/>
        </w:rPr>
        <w:t xml:space="preserve">. </w:t>
      </w:r>
    </w:p>
    <w:p w:rsidR="005C590C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E322FE">
        <w:rPr>
          <w:b/>
          <w:bCs/>
          <w:sz w:val="28"/>
          <w:szCs w:val="28"/>
        </w:rPr>
        <w:t>.  Порядок ведения кассового плана</w:t>
      </w: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</w:p>
    <w:p w:rsidR="005C590C" w:rsidRPr="00C71204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3.1</w:t>
      </w:r>
      <w:r w:rsidRPr="00C71204">
        <w:rPr>
          <w:sz w:val="28"/>
          <w:szCs w:val="28"/>
        </w:rPr>
        <w:t>. Внесение изменений в кассовый план осуществляется в следующем порядке.</w:t>
      </w:r>
    </w:p>
    <w:p w:rsidR="005C590C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C71204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Pr="00C71204">
        <w:rPr>
          <w:sz w:val="28"/>
          <w:szCs w:val="28"/>
        </w:rPr>
        <w:t>1</w:t>
      </w:r>
      <w:r>
        <w:rPr>
          <w:sz w:val="28"/>
          <w:szCs w:val="28"/>
        </w:rPr>
        <w:t xml:space="preserve">.1. Главные </w:t>
      </w:r>
      <w:r w:rsidRPr="00C71204">
        <w:rPr>
          <w:sz w:val="28"/>
          <w:szCs w:val="28"/>
        </w:rPr>
        <w:t>распорядители (главные администраторы источников) направляют проекты изменения кассового плана по расходам (по источникам финансирования дефицита бюджета) (далее – проект ИКП) с обоснованием причин, подписанные электронной подписью</w:t>
      </w:r>
      <w:r>
        <w:rPr>
          <w:sz w:val="28"/>
          <w:szCs w:val="28"/>
        </w:rPr>
        <w:t xml:space="preserve"> уполномоченных лиц:</w:t>
      </w:r>
    </w:p>
    <w:p w:rsidR="005C590C" w:rsidRPr="00A154E3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 и перераспределения показателей кассового плана;</w:t>
      </w:r>
    </w:p>
    <w:p w:rsidR="005C590C" w:rsidRPr="00A154E3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5291A">
        <w:rPr>
          <w:sz w:val="28"/>
          <w:szCs w:val="28"/>
        </w:rPr>
        <w:t>в части уменьшения показателей кассового плана.</w:t>
      </w:r>
    </w:p>
    <w:p w:rsidR="005C590C" w:rsidRPr="00C71204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В первоочередном порядке рассматриваются проекты </w:t>
      </w:r>
      <w:r w:rsidRPr="00A154E3">
        <w:rPr>
          <w:sz w:val="28"/>
          <w:szCs w:val="28"/>
        </w:rPr>
        <w:t>ИКП на увеличение кассового плана</w:t>
      </w:r>
      <w:r>
        <w:rPr>
          <w:sz w:val="28"/>
          <w:szCs w:val="28"/>
        </w:rPr>
        <w:t xml:space="preserve"> </w:t>
      </w:r>
      <w:r w:rsidRPr="00C71204">
        <w:rPr>
          <w:sz w:val="28"/>
          <w:szCs w:val="28"/>
        </w:rPr>
        <w:t>в случае:</w:t>
      </w:r>
    </w:p>
    <w:p w:rsidR="005C590C" w:rsidRPr="00EA723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>необходимости оплаты денежных обязательств за счет средств резервного фонда</w:t>
      </w:r>
      <w:r>
        <w:rPr>
          <w:sz w:val="28"/>
          <w:szCs w:val="28"/>
        </w:rPr>
        <w:t>, 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оплаты денежных обязательств за счет средств </w:t>
      </w:r>
      <w:r>
        <w:rPr>
          <w:sz w:val="28"/>
          <w:szCs w:val="28"/>
        </w:rPr>
        <w:t xml:space="preserve">областного </w:t>
      </w:r>
      <w:r w:rsidRPr="00EA7236">
        <w:rPr>
          <w:sz w:val="28"/>
          <w:szCs w:val="28"/>
        </w:rPr>
        <w:t>бюджета, внебюджетных фондов и софинансирования этих обязательств за счет средств бюджета</w:t>
      </w:r>
      <w:r>
        <w:rPr>
          <w:sz w:val="28"/>
          <w:szCs w:val="28"/>
        </w:rPr>
        <w:t>,</w:t>
      </w:r>
      <w:r w:rsidRPr="00EA7236">
        <w:rPr>
          <w:sz w:val="28"/>
          <w:szCs w:val="28"/>
        </w:rPr>
        <w:t xml:space="preserve"> </w:t>
      </w:r>
      <w:r>
        <w:rPr>
          <w:sz w:val="28"/>
          <w:szCs w:val="28"/>
        </w:rPr>
        <w:t>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исполнения судебных актов по искам к </w:t>
      </w:r>
      <w:r>
        <w:rPr>
          <w:sz w:val="28"/>
          <w:szCs w:val="28"/>
        </w:rPr>
        <w:t>Веселовскому району</w:t>
      </w:r>
      <w:r w:rsidRPr="00EA7236">
        <w:rPr>
          <w:sz w:val="28"/>
          <w:szCs w:val="28"/>
        </w:rPr>
        <w:t xml:space="preserve"> о возмещении вреда, причиненного незаконными действиями (бездействием) органов </w:t>
      </w:r>
      <w:r>
        <w:rPr>
          <w:sz w:val="28"/>
          <w:szCs w:val="28"/>
        </w:rPr>
        <w:t>местного самоуправления</w:t>
      </w:r>
      <w:r w:rsidRPr="00EA7236">
        <w:rPr>
          <w:sz w:val="28"/>
          <w:szCs w:val="28"/>
        </w:rPr>
        <w:t xml:space="preserve"> или их должностных лиц;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поступления документов на взыскание средств в результате применения мер юридической ответственности;</w:t>
      </w:r>
    </w:p>
    <w:p w:rsidR="005C590C" w:rsidRPr="00EA723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социальных выплат населению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с учетом расходов по их пересылке (доставке, перечислению)</w:t>
      </w:r>
      <w:r w:rsidRPr="00EA7236">
        <w:rPr>
          <w:sz w:val="28"/>
          <w:szCs w:val="28"/>
        </w:rPr>
        <w:t xml:space="preserve"> и предоставлению гарантий </w:t>
      </w:r>
      <w:r>
        <w:rPr>
          <w:sz w:val="28"/>
          <w:szCs w:val="28"/>
        </w:rPr>
        <w:t>муниципальным служащим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непредвиденных командировочных расходов</w:t>
      </w:r>
      <w:r>
        <w:rPr>
          <w:sz w:val="28"/>
          <w:szCs w:val="28"/>
        </w:rPr>
        <w:t>;</w:t>
      </w:r>
    </w:p>
    <w:p w:rsidR="005C590C" w:rsidRPr="00E92AD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предоставления дотаций на поддержку мер по обеспечению сбалансированности бюджетов</w:t>
      </w:r>
      <w:r>
        <w:rPr>
          <w:sz w:val="28"/>
          <w:szCs w:val="28"/>
        </w:rPr>
        <w:t xml:space="preserve"> сельских поселений</w:t>
      </w:r>
      <w:r w:rsidRPr="00E92AD6">
        <w:rPr>
          <w:sz w:val="28"/>
          <w:szCs w:val="28"/>
        </w:rPr>
        <w:t>;</w:t>
      </w:r>
    </w:p>
    <w:p w:rsidR="005C590C" w:rsidRPr="00E92AD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предоставления бюджетных кредитов;</w:t>
      </w: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исполнения долговых обязательств</w:t>
      </w:r>
      <w:r>
        <w:rPr>
          <w:sz w:val="28"/>
          <w:szCs w:val="28"/>
        </w:rPr>
        <w:t xml:space="preserve"> и расходов на обслуживание муниципального долга</w:t>
      </w:r>
      <w:r w:rsidRPr="00E92AD6">
        <w:rPr>
          <w:sz w:val="28"/>
          <w:szCs w:val="28"/>
        </w:rPr>
        <w:t>.</w:t>
      </w:r>
    </w:p>
    <w:p w:rsidR="005C590C" w:rsidRPr="00C71204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Проекты ИКП </w:t>
      </w:r>
      <w:r w:rsidRPr="004E1B2C">
        <w:rPr>
          <w:sz w:val="28"/>
          <w:szCs w:val="28"/>
        </w:rPr>
        <w:t>по другим направлениям расходов</w:t>
      </w:r>
      <w:r w:rsidRPr="00C71204">
        <w:rPr>
          <w:sz w:val="28"/>
          <w:szCs w:val="28"/>
        </w:rPr>
        <w:t xml:space="preserve"> рассматриваются при наличии источника увеличения кассового плана бюджета.</w:t>
      </w:r>
    </w:p>
    <w:p w:rsidR="005C590C" w:rsidRPr="00E92AD6" w:rsidRDefault="005C590C" w:rsidP="00306657">
      <w:pPr>
        <w:pStyle w:val="BodyTextIndent"/>
        <w:widowControl w:val="0"/>
        <w:tabs>
          <w:tab w:val="left" w:pos="0"/>
        </w:tabs>
        <w:spacing w:after="0"/>
        <w:ind w:left="0"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3.1</w:t>
      </w:r>
      <w:r w:rsidRPr="00E92AD6">
        <w:rPr>
          <w:sz w:val="28"/>
          <w:szCs w:val="28"/>
        </w:rPr>
        <w:t>.2</w:t>
      </w:r>
      <w:r w:rsidRPr="00E21D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Проект</w:t>
      </w:r>
      <w:r>
        <w:rPr>
          <w:sz w:val="28"/>
          <w:szCs w:val="28"/>
        </w:rPr>
        <w:t>ы</w:t>
      </w:r>
      <w:r w:rsidRPr="00E92AD6">
        <w:rPr>
          <w:sz w:val="28"/>
          <w:szCs w:val="28"/>
        </w:rPr>
        <w:t xml:space="preserve"> ИКП в части увеличения </w:t>
      </w:r>
      <w:r>
        <w:rPr>
          <w:sz w:val="28"/>
          <w:szCs w:val="28"/>
        </w:rPr>
        <w:t xml:space="preserve">и перераспределения </w:t>
      </w:r>
      <w:r w:rsidRPr="00E92AD6">
        <w:rPr>
          <w:sz w:val="28"/>
          <w:szCs w:val="28"/>
        </w:rPr>
        <w:t>показателей кассового</w:t>
      </w:r>
      <w:r>
        <w:rPr>
          <w:sz w:val="28"/>
          <w:szCs w:val="28"/>
        </w:rPr>
        <w:t xml:space="preserve"> плана текущего месяца направляю</w:t>
      </w:r>
      <w:r w:rsidRPr="00E92AD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в финансовый отдел </w:t>
      </w:r>
      <w:r w:rsidRPr="00E92AD6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приложением пояснительной записки, </w:t>
      </w:r>
      <w:r w:rsidRPr="00E92AD6">
        <w:rPr>
          <w:sz w:val="28"/>
          <w:szCs w:val="28"/>
        </w:rPr>
        <w:t>обоснов</w:t>
      </w:r>
      <w:r>
        <w:rPr>
          <w:sz w:val="28"/>
          <w:szCs w:val="28"/>
        </w:rPr>
        <w:t>ыв</w:t>
      </w:r>
      <w:r w:rsidRPr="00E92AD6">
        <w:rPr>
          <w:sz w:val="28"/>
          <w:szCs w:val="28"/>
        </w:rPr>
        <w:t>а</w:t>
      </w:r>
      <w:r>
        <w:rPr>
          <w:sz w:val="28"/>
          <w:szCs w:val="28"/>
        </w:rPr>
        <w:t>ющей</w:t>
      </w:r>
      <w:r w:rsidRPr="00E92AD6">
        <w:rPr>
          <w:sz w:val="28"/>
          <w:szCs w:val="28"/>
        </w:rPr>
        <w:t xml:space="preserve"> увеличени</w:t>
      </w:r>
      <w:r>
        <w:rPr>
          <w:sz w:val="28"/>
          <w:szCs w:val="28"/>
        </w:rPr>
        <w:t>е</w:t>
      </w:r>
      <w:r w:rsidRPr="00E92AD6">
        <w:rPr>
          <w:sz w:val="28"/>
          <w:szCs w:val="28"/>
        </w:rPr>
        <w:t xml:space="preserve"> кассового плана</w:t>
      </w:r>
      <w:r>
        <w:rPr>
          <w:sz w:val="28"/>
          <w:szCs w:val="28"/>
        </w:rPr>
        <w:t>.</w:t>
      </w:r>
    </w:p>
    <w:p w:rsidR="005C590C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E322FE">
        <w:rPr>
          <w:sz w:val="28"/>
          <w:szCs w:val="28"/>
        </w:rPr>
        <w:t>1.</w:t>
      </w:r>
      <w:r w:rsidRPr="00E92AD6">
        <w:rPr>
          <w:sz w:val="28"/>
          <w:szCs w:val="28"/>
        </w:rPr>
        <w:t>3</w:t>
      </w:r>
      <w:r w:rsidRPr="00E322FE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Финансовый отдел</w:t>
      </w:r>
      <w:r w:rsidRPr="000E24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следующего  рабочего дня после дня </w:t>
      </w:r>
      <w:r w:rsidRPr="000E24A3">
        <w:rPr>
          <w:sz w:val="28"/>
          <w:szCs w:val="28"/>
        </w:rPr>
        <w:t>представления проектов ИКП осуществля</w:t>
      </w:r>
      <w:r>
        <w:rPr>
          <w:sz w:val="28"/>
          <w:szCs w:val="28"/>
        </w:rPr>
        <w:t>е</w:t>
      </w:r>
      <w:r w:rsidRPr="000E24A3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их проверку, </w:t>
      </w:r>
      <w:r w:rsidRPr="0038464A">
        <w:rPr>
          <w:sz w:val="28"/>
          <w:szCs w:val="28"/>
        </w:rPr>
        <w:t>возвраща</w:t>
      </w:r>
      <w:r>
        <w:rPr>
          <w:sz w:val="28"/>
          <w:szCs w:val="28"/>
        </w:rPr>
        <w:t>е</w:t>
      </w:r>
      <w:r w:rsidRPr="0038464A">
        <w:rPr>
          <w:sz w:val="28"/>
          <w:szCs w:val="28"/>
        </w:rPr>
        <w:t>т не прошедшие проверку проекты ИКП на доработку главному распорядителю либо отказыва</w:t>
      </w:r>
      <w:r>
        <w:rPr>
          <w:sz w:val="28"/>
          <w:szCs w:val="28"/>
        </w:rPr>
        <w:t>е</w:t>
      </w:r>
      <w:r w:rsidRPr="0038464A">
        <w:rPr>
          <w:sz w:val="28"/>
          <w:szCs w:val="28"/>
        </w:rPr>
        <w:t>т (без возможности корректировки) с указанием</w:t>
      </w:r>
      <w:r w:rsidRPr="0038464A">
        <w:rPr>
          <w:b/>
          <w:bCs/>
          <w:sz w:val="28"/>
          <w:szCs w:val="28"/>
        </w:rPr>
        <w:t xml:space="preserve"> </w:t>
      </w:r>
      <w:r w:rsidRPr="00A34CD1"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38464A">
        <w:rPr>
          <w:sz w:val="28"/>
          <w:szCs w:val="28"/>
        </w:rPr>
        <w:t>поле «Комментарий» причины возврата либо отказа</w:t>
      </w:r>
      <w:r>
        <w:rPr>
          <w:sz w:val="28"/>
          <w:szCs w:val="28"/>
        </w:rPr>
        <w:t>.</w:t>
      </w:r>
    </w:p>
    <w:p w:rsidR="005C590C" w:rsidRPr="000B18D4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A72A4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B5378">
        <w:rPr>
          <w:sz w:val="28"/>
          <w:szCs w:val="28"/>
        </w:rPr>
        <w:t>.</w:t>
      </w:r>
      <w:r w:rsidRPr="00A72A42">
        <w:rPr>
          <w:sz w:val="28"/>
          <w:szCs w:val="28"/>
        </w:rPr>
        <w:t xml:space="preserve"> Внесение изменений в кассовый план в части безвозмездных поступлений от других бюджетов бюджетной системы Российской Федерации, осуществляется на основании проектов ИКП главных распорядителей</w:t>
      </w:r>
      <w:r>
        <w:rPr>
          <w:sz w:val="28"/>
          <w:szCs w:val="28"/>
        </w:rPr>
        <w:t xml:space="preserve"> </w:t>
      </w:r>
      <w:r w:rsidRPr="00A72A42">
        <w:rPr>
          <w:sz w:val="28"/>
          <w:szCs w:val="28"/>
        </w:rPr>
        <w:t>в пределах фактического поступления целевых средств</w:t>
      </w:r>
      <w:r>
        <w:rPr>
          <w:b/>
          <w:bCs/>
          <w:sz w:val="28"/>
          <w:szCs w:val="28"/>
        </w:rPr>
        <w:t xml:space="preserve"> </w:t>
      </w:r>
      <w:r w:rsidRPr="00EB5378">
        <w:rPr>
          <w:sz w:val="28"/>
          <w:szCs w:val="28"/>
        </w:rPr>
        <w:t>или в пределах неиспользованных лимитов бюджетных обязательств, отраженных на лицевых счетах по переданным полномочиям получателей средств бюджета.</w:t>
      </w:r>
    </w:p>
    <w:p w:rsidR="005C590C" w:rsidRDefault="005C590C" w:rsidP="00306657">
      <w:pPr>
        <w:pStyle w:val="BodyTextIndent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EB5378">
        <w:rPr>
          <w:sz w:val="28"/>
          <w:szCs w:val="28"/>
        </w:rPr>
        <w:tab/>
      </w:r>
      <w:r>
        <w:rPr>
          <w:sz w:val="28"/>
          <w:szCs w:val="28"/>
        </w:rPr>
        <w:t>3.1</w:t>
      </w:r>
      <w:r w:rsidRPr="00EB537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B5378">
        <w:rPr>
          <w:sz w:val="28"/>
          <w:szCs w:val="28"/>
        </w:rPr>
        <w:t xml:space="preserve">. Внесение изменений в кассовый план </w:t>
      </w:r>
      <w:r>
        <w:rPr>
          <w:sz w:val="28"/>
          <w:szCs w:val="28"/>
        </w:rPr>
        <w:t xml:space="preserve">текущего месяца </w:t>
      </w:r>
      <w:r w:rsidRPr="00EB5378">
        <w:rPr>
          <w:sz w:val="28"/>
          <w:szCs w:val="28"/>
        </w:rPr>
        <w:t xml:space="preserve">завершается за </w:t>
      </w:r>
      <w:r>
        <w:rPr>
          <w:sz w:val="28"/>
          <w:szCs w:val="28"/>
        </w:rPr>
        <w:t xml:space="preserve">2 </w:t>
      </w:r>
      <w:r w:rsidRPr="00EB5378">
        <w:rPr>
          <w:sz w:val="28"/>
          <w:szCs w:val="28"/>
        </w:rPr>
        <w:t>рабочих дн</w:t>
      </w:r>
      <w:r>
        <w:rPr>
          <w:sz w:val="28"/>
          <w:szCs w:val="28"/>
        </w:rPr>
        <w:t>я</w:t>
      </w:r>
      <w:r w:rsidRPr="00EB5378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конца текущего месяца.</w:t>
      </w:r>
    </w:p>
    <w:p w:rsidR="005C590C" w:rsidRPr="00EA3B4E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3B4E">
        <w:rPr>
          <w:sz w:val="28"/>
          <w:szCs w:val="28"/>
        </w:rPr>
        <w:t>При наличии неиспользованных остатков кассового плана текущего месяца главные распорядители уменьшают кассовый план на сумму неиспользованных остатков не позднее третьего рабочего дня предстоящего месяца.</w:t>
      </w:r>
    </w:p>
    <w:p w:rsidR="005C590C" w:rsidRPr="001E7262" w:rsidRDefault="005C590C" w:rsidP="00306657">
      <w:pPr>
        <w:pStyle w:val="BodyTextIndent"/>
        <w:tabs>
          <w:tab w:val="left" w:pos="0"/>
        </w:tabs>
        <w:spacing w:after="0"/>
        <w:ind w:left="0" w:firstLine="709"/>
        <w:jc w:val="both"/>
        <w:rPr>
          <w:b/>
          <w:bCs/>
          <w:sz w:val="28"/>
          <w:szCs w:val="28"/>
        </w:rPr>
      </w:pP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</w:p>
    <w:p w:rsidR="005C590C" w:rsidRPr="004C45A5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4C45A5">
        <w:rPr>
          <w:b/>
          <w:bCs/>
          <w:sz w:val="28"/>
          <w:szCs w:val="28"/>
        </w:rPr>
        <w:t>. Порядок взаимодействия финансов</w:t>
      </w:r>
      <w:r>
        <w:rPr>
          <w:b/>
          <w:bCs/>
          <w:sz w:val="28"/>
          <w:szCs w:val="28"/>
        </w:rPr>
        <w:t>ого отдела</w:t>
      </w:r>
      <w:r w:rsidRPr="004C45A5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сельских поселений</w:t>
      </w:r>
      <w:r w:rsidRPr="004C45A5">
        <w:rPr>
          <w:b/>
          <w:bCs/>
          <w:sz w:val="28"/>
          <w:szCs w:val="28"/>
        </w:rPr>
        <w:t xml:space="preserve"> в целях составления и ведения кассового плана</w:t>
      </w:r>
    </w:p>
    <w:p w:rsidR="005C590C" w:rsidRDefault="005C590C" w:rsidP="00306657">
      <w:pPr>
        <w:pStyle w:val="BodyTextIndent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</w:p>
    <w:p w:rsidR="005C590C" w:rsidRPr="009322D3" w:rsidRDefault="005C590C" w:rsidP="00306657">
      <w:pPr>
        <w:pStyle w:val="BodyText"/>
        <w:tabs>
          <w:tab w:val="left" w:pos="709"/>
        </w:tabs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4.1</w:t>
      </w:r>
      <w:r w:rsidRPr="009322D3">
        <w:rPr>
          <w:sz w:val="28"/>
          <w:szCs w:val="28"/>
        </w:rPr>
        <w:t>.</w:t>
      </w:r>
      <w:r w:rsidRPr="004C45A5">
        <w:rPr>
          <w:sz w:val="28"/>
          <w:szCs w:val="28"/>
        </w:rPr>
        <w:t> В целях формирования ИКП для дополнительного перечисления бюджетам</w:t>
      </w:r>
      <w:r>
        <w:rPr>
          <w:sz w:val="28"/>
          <w:szCs w:val="28"/>
        </w:rPr>
        <w:t xml:space="preserve"> сельских поселений</w:t>
      </w:r>
      <w:r w:rsidRPr="004C45A5">
        <w:rPr>
          <w:sz w:val="28"/>
          <w:szCs w:val="28"/>
        </w:rPr>
        <w:t xml:space="preserve"> дотаций, сверх </w:t>
      </w:r>
      <w:r>
        <w:rPr>
          <w:sz w:val="28"/>
          <w:szCs w:val="28"/>
        </w:rPr>
        <w:t xml:space="preserve">бюджетных </w:t>
      </w:r>
      <w:r w:rsidRPr="004C45A5">
        <w:rPr>
          <w:sz w:val="28"/>
          <w:szCs w:val="28"/>
        </w:rPr>
        <w:t>ассигнований кассового плана</w:t>
      </w:r>
      <w:r>
        <w:rPr>
          <w:sz w:val="28"/>
          <w:szCs w:val="28"/>
        </w:rPr>
        <w:t>,</w:t>
      </w:r>
      <w:r w:rsidRPr="004C45A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сельских поселений</w:t>
      </w:r>
      <w:r w:rsidRPr="009322D3">
        <w:rPr>
          <w:sz w:val="28"/>
          <w:szCs w:val="28"/>
        </w:rPr>
        <w:t xml:space="preserve"> </w:t>
      </w:r>
      <w:r w:rsidRPr="004C45A5">
        <w:rPr>
          <w:sz w:val="28"/>
          <w:szCs w:val="28"/>
        </w:rPr>
        <w:t xml:space="preserve">до конца текущего месяца направляют </w:t>
      </w:r>
      <w:r w:rsidRPr="009322D3">
        <w:rPr>
          <w:sz w:val="28"/>
          <w:szCs w:val="28"/>
        </w:rPr>
        <w:t>в финансов</w:t>
      </w:r>
      <w:r>
        <w:rPr>
          <w:sz w:val="28"/>
          <w:szCs w:val="28"/>
        </w:rPr>
        <w:t>ый отдел</w:t>
      </w:r>
      <w:r w:rsidRPr="009322D3">
        <w:rPr>
          <w:sz w:val="28"/>
          <w:szCs w:val="28"/>
        </w:rPr>
        <w:t xml:space="preserve"> </w:t>
      </w:r>
      <w:r w:rsidRPr="009322D3">
        <w:rPr>
          <w:color w:val="000000"/>
          <w:sz w:val="28"/>
          <w:szCs w:val="28"/>
        </w:rPr>
        <w:t xml:space="preserve">обращение на имя </w:t>
      </w:r>
      <w:r>
        <w:rPr>
          <w:color w:val="000000"/>
          <w:sz w:val="28"/>
          <w:szCs w:val="28"/>
        </w:rPr>
        <w:t>заведующего финансовым отделом</w:t>
      </w:r>
      <w:r w:rsidRPr="009322D3">
        <w:rPr>
          <w:color w:val="000000"/>
          <w:sz w:val="28"/>
          <w:szCs w:val="28"/>
        </w:rPr>
        <w:t xml:space="preserve">, </w:t>
      </w:r>
      <w:r w:rsidRPr="009322D3">
        <w:rPr>
          <w:sz w:val="28"/>
          <w:szCs w:val="28"/>
        </w:rPr>
        <w:t>подписанное глав</w:t>
      </w:r>
      <w:r>
        <w:rPr>
          <w:sz w:val="28"/>
          <w:szCs w:val="28"/>
        </w:rPr>
        <w:t>ой</w:t>
      </w:r>
      <w:r w:rsidRPr="009322D3">
        <w:rPr>
          <w:sz w:val="28"/>
          <w:szCs w:val="28"/>
        </w:rPr>
        <w:t xml:space="preserve"> муниципального образования (лица, его замещающего), </w:t>
      </w:r>
      <w:r w:rsidRPr="009322D3">
        <w:rPr>
          <w:color w:val="000000"/>
          <w:sz w:val="28"/>
          <w:szCs w:val="28"/>
        </w:rPr>
        <w:t>с приложением подробного обоснования дополнительной потребности, информации о самостоятельно принятых мерах по обеспечению сбалансированности бюджет</w:t>
      </w:r>
      <w:r>
        <w:rPr>
          <w:color w:val="000000"/>
          <w:sz w:val="28"/>
          <w:szCs w:val="28"/>
        </w:rPr>
        <w:t>а</w:t>
      </w:r>
      <w:r w:rsidRPr="009322D3">
        <w:rPr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ED6C53">
        <w:rPr>
          <w:sz w:val="28"/>
          <w:szCs w:val="28"/>
        </w:rPr>
        <w:t>заявк</w:t>
      </w:r>
      <w:r w:rsidRPr="009322D3">
        <w:rPr>
          <w:sz w:val="28"/>
          <w:szCs w:val="28"/>
        </w:rPr>
        <w:t>и</w:t>
      </w:r>
      <w:r w:rsidRPr="00ED6C53">
        <w:rPr>
          <w:sz w:val="28"/>
          <w:szCs w:val="28"/>
        </w:rPr>
        <w:t xml:space="preserve"> на перечисление межбюджетных трансфертов</w:t>
      </w:r>
      <w:r w:rsidRPr="00ED6C53">
        <w:rPr>
          <w:b/>
          <w:bCs/>
          <w:sz w:val="28"/>
          <w:szCs w:val="28"/>
        </w:rPr>
        <w:t xml:space="preserve"> </w:t>
      </w:r>
      <w:r w:rsidRPr="00ED6C53">
        <w:rPr>
          <w:sz w:val="28"/>
          <w:szCs w:val="28"/>
        </w:rPr>
        <w:t xml:space="preserve">по </w:t>
      </w:r>
      <w:r w:rsidRPr="009322D3">
        <w:rPr>
          <w:sz w:val="28"/>
          <w:szCs w:val="28"/>
        </w:rPr>
        <w:t>форме 1</w:t>
      </w:r>
      <w:r>
        <w:rPr>
          <w:sz w:val="28"/>
          <w:szCs w:val="28"/>
        </w:rPr>
        <w:t xml:space="preserve">2 </w:t>
      </w:r>
      <w:r w:rsidRPr="009322D3">
        <w:rPr>
          <w:sz w:val="28"/>
          <w:szCs w:val="28"/>
        </w:rPr>
        <w:t xml:space="preserve">к настоящему Порядку (далее – заявка на перечисление), с указанием </w:t>
      </w:r>
      <w:r w:rsidRPr="009322D3">
        <w:rPr>
          <w:color w:val="000000"/>
          <w:sz w:val="28"/>
          <w:szCs w:val="28"/>
        </w:rPr>
        <w:t>месяцев, за счет которых необходимо произвести дополнительное перечисление средств</w:t>
      </w:r>
      <w:r>
        <w:rPr>
          <w:color w:val="000000"/>
          <w:sz w:val="28"/>
          <w:szCs w:val="28"/>
        </w:rPr>
        <w:t>,</w:t>
      </w:r>
      <w:r w:rsidRPr="00A02F0F">
        <w:rPr>
          <w:color w:val="000000"/>
          <w:sz w:val="28"/>
          <w:szCs w:val="28"/>
        </w:rPr>
        <w:t xml:space="preserve"> </w:t>
      </w:r>
      <w:r w:rsidRPr="009322D3">
        <w:rPr>
          <w:color w:val="000000"/>
          <w:sz w:val="28"/>
          <w:szCs w:val="28"/>
        </w:rPr>
        <w:t xml:space="preserve">с приложением </w:t>
      </w:r>
      <w:r w:rsidRPr="009322D3">
        <w:rPr>
          <w:sz w:val="28"/>
          <w:szCs w:val="28"/>
        </w:rPr>
        <w:t>оценки ожидаемого исполнения бюджета</w:t>
      </w:r>
      <w:r w:rsidRPr="007A0998">
        <w:rPr>
          <w:b/>
          <w:bCs/>
          <w:sz w:val="28"/>
          <w:szCs w:val="28"/>
        </w:rPr>
        <w:t xml:space="preserve"> </w:t>
      </w:r>
      <w:r w:rsidRPr="009322D3">
        <w:rPr>
          <w:sz w:val="28"/>
          <w:szCs w:val="28"/>
        </w:rPr>
        <w:t>муниципального образования по форме 10 к настоящему Порядку (далее – оценка ожидаемого исполнения)</w:t>
      </w:r>
      <w:r w:rsidRPr="009322D3">
        <w:rPr>
          <w:color w:val="000000"/>
          <w:sz w:val="28"/>
          <w:szCs w:val="28"/>
        </w:rPr>
        <w:t>.</w:t>
      </w:r>
    </w:p>
    <w:sectPr w:rsidR="005C590C" w:rsidRPr="009322D3" w:rsidSect="009619A0">
      <w:footerReference w:type="default" r:id="rId6"/>
      <w:pgSz w:w="11906" w:h="16838"/>
      <w:pgMar w:top="993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90C" w:rsidRDefault="005C590C">
      <w:r>
        <w:separator/>
      </w:r>
    </w:p>
  </w:endnote>
  <w:endnote w:type="continuationSeparator" w:id="1">
    <w:p w:rsidR="005C590C" w:rsidRDefault="005C5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0C" w:rsidRDefault="005C590C">
    <w:pPr>
      <w:pStyle w:val="Footer"/>
      <w:jc w:val="right"/>
    </w:pPr>
    <w:fldSimple w:instr=" PAGE   \* MERGEFORMAT ">
      <w:r>
        <w:rPr>
          <w:noProof/>
        </w:rPr>
        <w:t>11</w:t>
      </w:r>
    </w:fldSimple>
  </w:p>
  <w:p w:rsidR="005C590C" w:rsidRDefault="005C590C" w:rsidP="00792C6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90C" w:rsidRDefault="005C590C">
      <w:r>
        <w:separator/>
      </w:r>
    </w:p>
  </w:footnote>
  <w:footnote w:type="continuationSeparator" w:id="1">
    <w:p w:rsidR="005C590C" w:rsidRDefault="005C5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286"/>
    <w:rsid w:val="0000332C"/>
    <w:rsid w:val="00003524"/>
    <w:rsid w:val="00004088"/>
    <w:rsid w:val="00014B96"/>
    <w:rsid w:val="00017290"/>
    <w:rsid w:val="000217E1"/>
    <w:rsid w:val="00021C41"/>
    <w:rsid w:val="00022BD8"/>
    <w:rsid w:val="00022C88"/>
    <w:rsid w:val="00024E66"/>
    <w:rsid w:val="00025011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EA8"/>
    <w:rsid w:val="00047878"/>
    <w:rsid w:val="000616A3"/>
    <w:rsid w:val="00064A28"/>
    <w:rsid w:val="00066F84"/>
    <w:rsid w:val="000737CD"/>
    <w:rsid w:val="0007389A"/>
    <w:rsid w:val="00073D86"/>
    <w:rsid w:val="00075013"/>
    <w:rsid w:val="0008207B"/>
    <w:rsid w:val="00084D60"/>
    <w:rsid w:val="00084EC2"/>
    <w:rsid w:val="000901D8"/>
    <w:rsid w:val="000932D4"/>
    <w:rsid w:val="000955A9"/>
    <w:rsid w:val="00095C59"/>
    <w:rsid w:val="00097192"/>
    <w:rsid w:val="000A061B"/>
    <w:rsid w:val="000A0CEE"/>
    <w:rsid w:val="000A121E"/>
    <w:rsid w:val="000A1FD9"/>
    <w:rsid w:val="000A3667"/>
    <w:rsid w:val="000A3E41"/>
    <w:rsid w:val="000B1890"/>
    <w:rsid w:val="000B18D4"/>
    <w:rsid w:val="000B4CC1"/>
    <w:rsid w:val="000B5451"/>
    <w:rsid w:val="000B7283"/>
    <w:rsid w:val="000C184D"/>
    <w:rsid w:val="000C1BC2"/>
    <w:rsid w:val="000C2354"/>
    <w:rsid w:val="000C2B71"/>
    <w:rsid w:val="000C5099"/>
    <w:rsid w:val="000C5653"/>
    <w:rsid w:val="000C5A7F"/>
    <w:rsid w:val="000C70CF"/>
    <w:rsid w:val="000D17A2"/>
    <w:rsid w:val="000D350B"/>
    <w:rsid w:val="000D35A1"/>
    <w:rsid w:val="000D46CD"/>
    <w:rsid w:val="000D5EEA"/>
    <w:rsid w:val="000E24A3"/>
    <w:rsid w:val="000E4684"/>
    <w:rsid w:val="000E6921"/>
    <w:rsid w:val="000E6E9D"/>
    <w:rsid w:val="000F0BD9"/>
    <w:rsid w:val="000F2310"/>
    <w:rsid w:val="000F350A"/>
    <w:rsid w:val="000F38AD"/>
    <w:rsid w:val="000F38C3"/>
    <w:rsid w:val="000F451E"/>
    <w:rsid w:val="000F4CDA"/>
    <w:rsid w:val="000F6D87"/>
    <w:rsid w:val="000F724A"/>
    <w:rsid w:val="000F7CC6"/>
    <w:rsid w:val="00100B49"/>
    <w:rsid w:val="00100E0F"/>
    <w:rsid w:val="00102815"/>
    <w:rsid w:val="00105AA8"/>
    <w:rsid w:val="00106575"/>
    <w:rsid w:val="00110D2E"/>
    <w:rsid w:val="00111C10"/>
    <w:rsid w:val="00112CC8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7FE"/>
    <w:rsid w:val="00125333"/>
    <w:rsid w:val="00126725"/>
    <w:rsid w:val="00126849"/>
    <w:rsid w:val="00126B99"/>
    <w:rsid w:val="00127DB8"/>
    <w:rsid w:val="001301D2"/>
    <w:rsid w:val="00131C29"/>
    <w:rsid w:val="0014127C"/>
    <w:rsid w:val="00141B95"/>
    <w:rsid w:val="00141E22"/>
    <w:rsid w:val="00143275"/>
    <w:rsid w:val="0014434E"/>
    <w:rsid w:val="00145E11"/>
    <w:rsid w:val="00147E08"/>
    <w:rsid w:val="00150B69"/>
    <w:rsid w:val="0015458B"/>
    <w:rsid w:val="00155989"/>
    <w:rsid w:val="00160C84"/>
    <w:rsid w:val="00163054"/>
    <w:rsid w:val="00163944"/>
    <w:rsid w:val="00167B20"/>
    <w:rsid w:val="00171D33"/>
    <w:rsid w:val="00174F56"/>
    <w:rsid w:val="0017505C"/>
    <w:rsid w:val="001772B9"/>
    <w:rsid w:val="00177A86"/>
    <w:rsid w:val="0018435B"/>
    <w:rsid w:val="001845A1"/>
    <w:rsid w:val="00184B45"/>
    <w:rsid w:val="00184F14"/>
    <w:rsid w:val="00186EF9"/>
    <w:rsid w:val="00190811"/>
    <w:rsid w:val="001908AF"/>
    <w:rsid w:val="00190CD5"/>
    <w:rsid w:val="00194A88"/>
    <w:rsid w:val="001964E5"/>
    <w:rsid w:val="00197D91"/>
    <w:rsid w:val="001A03C1"/>
    <w:rsid w:val="001A3B5D"/>
    <w:rsid w:val="001A6DBB"/>
    <w:rsid w:val="001A7000"/>
    <w:rsid w:val="001B0196"/>
    <w:rsid w:val="001B0AB2"/>
    <w:rsid w:val="001B107D"/>
    <w:rsid w:val="001B1D4E"/>
    <w:rsid w:val="001B4274"/>
    <w:rsid w:val="001B6443"/>
    <w:rsid w:val="001B7150"/>
    <w:rsid w:val="001C0A3F"/>
    <w:rsid w:val="001C479F"/>
    <w:rsid w:val="001C54E4"/>
    <w:rsid w:val="001C56FC"/>
    <w:rsid w:val="001C7659"/>
    <w:rsid w:val="001D0B31"/>
    <w:rsid w:val="001D10AB"/>
    <w:rsid w:val="001D1903"/>
    <w:rsid w:val="001D31EC"/>
    <w:rsid w:val="001D3993"/>
    <w:rsid w:val="001D3DEC"/>
    <w:rsid w:val="001D5F34"/>
    <w:rsid w:val="001D6D02"/>
    <w:rsid w:val="001D745A"/>
    <w:rsid w:val="001E5479"/>
    <w:rsid w:val="001E5E37"/>
    <w:rsid w:val="001E64D1"/>
    <w:rsid w:val="001E7044"/>
    <w:rsid w:val="001E7262"/>
    <w:rsid w:val="001F4502"/>
    <w:rsid w:val="00200D72"/>
    <w:rsid w:val="00201334"/>
    <w:rsid w:val="002028BF"/>
    <w:rsid w:val="00202CDE"/>
    <w:rsid w:val="00204260"/>
    <w:rsid w:val="0020438B"/>
    <w:rsid w:val="002055A7"/>
    <w:rsid w:val="0020713A"/>
    <w:rsid w:val="00207186"/>
    <w:rsid w:val="00207623"/>
    <w:rsid w:val="002137C7"/>
    <w:rsid w:val="002143E4"/>
    <w:rsid w:val="00214BD0"/>
    <w:rsid w:val="00215C56"/>
    <w:rsid w:val="00217DF6"/>
    <w:rsid w:val="00222E2C"/>
    <w:rsid w:val="00222F5B"/>
    <w:rsid w:val="00223425"/>
    <w:rsid w:val="00223DA3"/>
    <w:rsid w:val="0022649B"/>
    <w:rsid w:val="0023331E"/>
    <w:rsid w:val="00236752"/>
    <w:rsid w:val="00243B43"/>
    <w:rsid w:val="002441DC"/>
    <w:rsid w:val="00246573"/>
    <w:rsid w:val="00250202"/>
    <w:rsid w:val="00252E1A"/>
    <w:rsid w:val="00253F49"/>
    <w:rsid w:val="00255158"/>
    <w:rsid w:val="00256C85"/>
    <w:rsid w:val="00262130"/>
    <w:rsid w:val="00262337"/>
    <w:rsid w:val="00262B25"/>
    <w:rsid w:val="00263434"/>
    <w:rsid w:val="00263EA9"/>
    <w:rsid w:val="00264225"/>
    <w:rsid w:val="00264F8C"/>
    <w:rsid w:val="00272918"/>
    <w:rsid w:val="0027340D"/>
    <w:rsid w:val="00273DD1"/>
    <w:rsid w:val="00275604"/>
    <w:rsid w:val="00275BD8"/>
    <w:rsid w:val="00276C9B"/>
    <w:rsid w:val="00280B80"/>
    <w:rsid w:val="002816B8"/>
    <w:rsid w:val="00283990"/>
    <w:rsid w:val="002851CE"/>
    <w:rsid w:val="00286C1C"/>
    <w:rsid w:val="002870BD"/>
    <w:rsid w:val="00293E5D"/>
    <w:rsid w:val="002A6269"/>
    <w:rsid w:val="002A62FC"/>
    <w:rsid w:val="002B0F33"/>
    <w:rsid w:val="002B548A"/>
    <w:rsid w:val="002B6740"/>
    <w:rsid w:val="002B7AB5"/>
    <w:rsid w:val="002C2F6E"/>
    <w:rsid w:val="002C7344"/>
    <w:rsid w:val="002C7A4C"/>
    <w:rsid w:val="002D28A8"/>
    <w:rsid w:val="002D41B5"/>
    <w:rsid w:val="002E1FBC"/>
    <w:rsid w:val="002E52FF"/>
    <w:rsid w:val="002E5A5B"/>
    <w:rsid w:val="002E6A45"/>
    <w:rsid w:val="002F2E78"/>
    <w:rsid w:val="002F481F"/>
    <w:rsid w:val="002F4ADB"/>
    <w:rsid w:val="002F5DC6"/>
    <w:rsid w:val="002F64C2"/>
    <w:rsid w:val="003013EB"/>
    <w:rsid w:val="00301B1E"/>
    <w:rsid w:val="00306657"/>
    <w:rsid w:val="00306ACC"/>
    <w:rsid w:val="00307D76"/>
    <w:rsid w:val="003125AC"/>
    <w:rsid w:val="00313F55"/>
    <w:rsid w:val="0031701E"/>
    <w:rsid w:val="003175EC"/>
    <w:rsid w:val="003270BE"/>
    <w:rsid w:val="00327DC2"/>
    <w:rsid w:val="00330EDF"/>
    <w:rsid w:val="00332A96"/>
    <w:rsid w:val="00332EBA"/>
    <w:rsid w:val="00333624"/>
    <w:rsid w:val="00334E3A"/>
    <w:rsid w:val="00341403"/>
    <w:rsid w:val="003470EC"/>
    <w:rsid w:val="00353D11"/>
    <w:rsid w:val="003549EF"/>
    <w:rsid w:val="00354AAD"/>
    <w:rsid w:val="00355352"/>
    <w:rsid w:val="00363B52"/>
    <w:rsid w:val="0036584D"/>
    <w:rsid w:val="003665D8"/>
    <w:rsid w:val="003670FC"/>
    <w:rsid w:val="003710AC"/>
    <w:rsid w:val="003758B0"/>
    <w:rsid w:val="0038464A"/>
    <w:rsid w:val="00384FD3"/>
    <w:rsid w:val="00385CE7"/>
    <w:rsid w:val="003875F3"/>
    <w:rsid w:val="003947BC"/>
    <w:rsid w:val="00396314"/>
    <w:rsid w:val="00396B5D"/>
    <w:rsid w:val="003A0F3A"/>
    <w:rsid w:val="003A2B13"/>
    <w:rsid w:val="003A492B"/>
    <w:rsid w:val="003A691E"/>
    <w:rsid w:val="003A7516"/>
    <w:rsid w:val="003C29AB"/>
    <w:rsid w:val="003C5946"/>
    <w:rsid w:val="003C76B5"/>
    <w:rsid w:val="003D041D"/>
    <w:rsid w:val="003D1250"/>
    <w:rsid w:val="003D44BE"/>
    <w:rsid w:val="003D6485"/>
    <w:rsid w:val="003D65B6"/>
    <w:rsid w:val="003D673F"/>
    <w:rsid w:val="003E4FC8"/>
    <w:rsid w:val="003E5047"/>
    <w:rsid w:val="003E5AFE"/>
    <w:rsid w:val="003F22A8"/>
    <w:rsid w:val="004002B0"/>
    <w:rsid w:val="00402898"/>
    <w:rsid w:val="00403A3A"/>
    <w:rsid w:val="00405DBF"/>
    <w:rsid w:val="004073F2"/>
    <w:rsid w:val="00410DEC"/>
    <w:rsid w:val="00415E02"/>
    <w:rsid w:val="0041787E"/>
    <w:rsid w:val="00421D70"/>
    <w:rsid w:val="004225C6"/>
    <w:rsid w:val="00422CA2"/>
    <w:rsid w:val="00423DF4"/>
    <w:rsid w:val="004242CD"/>
    <w:rsid w:val="00425076"/>
    <w:rsid w:val="0042737C"/>
    <w:rsid w:val="00430468"/>
    <w:rsid w:val="004308D8"/>
    <w:rsid w:val="00430DB6"/>
    <w:rsid w:val="00431C4E"/>
    <w:rsid w:val="00432A6C"/>
    <w:rsid w:val="004341FF"/>
    <w:rsid w:val="00437061"/>
    <w:rsid w:val="00437204"/>
    <w:rsid w:val="004420F0"/>
    <w:rsid w:val="00443CC9"/>
    <w:rsid w:val="00445E6E"/>
    <w:rsid w:val="00446CA4"/>
    <w:rsid w:val="00456528"/>
    <w:rsid w:val="00457B87"/>
    <w:rsid w:val="004631C6"/>
    <w:rsid w:val="00466457"/>
    <w:rsid w:val="00471C8F"/>
    <w:rsid w:val="004731C5"/>
    <w:rsid w:val="0047396A"/>
    <w:rsid w:val="00477900"/>
    <w:rsid w:val="0048196A"/>
    <w:rsid w:val="0048440A"/>
    <w:rsid w:val="00485E98"/>
    <w:rsid w:val="0048697F"/>
    <w:rsid w:val="00490293"/>
    <w:rsid w:val="0049264E"/>
    <w:rsid w:val="00493647"/>
    <w:rsid w:val="0049684D"/>
    <w:rsid w:val="00496954"/>
    <w:rsid w:val="004A1293"/>
    <w:rsid w:val="004A1A03"/>
    <w:rsid w:val="004A1DA6"/>
    <w:rsid w:val="004A2BE7"/>
    <w:rsid w:val="004A309A"/>
    <w:rsid w:val="004A34D9"/>
    <w:rsid w:val="004A3CA6"/>
    <w:rsid w:val="004A5383"/>
    <w:rsid w:val="004A5BC4"/>
    <w:rsid w:val="004A6067"/>
    <w:rsid w:val="004A6D94"/>
    <w:rsid w:val="004B2D51"/>
    <w:rsid w:val="004B32E5"/>
    <w:rsid w:val="004B3300"/>
    <w:rsid w:val="004B624F"/>
    <w:rsid w:val="004B695E"/>
    <w:rsid w:val="004B77B1"/>
    <w:rsid w:val="004B7917"/>
    <w:rsid w:val="004B7B05"/>
    <w:rsid w:val="004B7D0D"/>
    <w:rsid w:val="004C0E9F"/>
    <w:rsid w:val="004C25D7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D74CA"/>
    <w:rsid w:val="004E01A2"/>
    <w:rsid w:val="004E1B2C"/>
    <w:rsid w:val="004E449B"/>
    <w:rsid w:val="004E6A24"/>
    <w:rsid w:val="004E7574"/>
    <w:rsid w:val="004F0254"/>
    <w:rsid w:val="004F3050"/>
    <w:rsid w:val="004F46F9"/>
    <w:rsid w:val="004F5C71"/>
    <w:rsid w:val="004F7C13"/>
    <w:rsid w:val="00500C3F"/>
    <w:rsid w:val="00500F52"/>
    <w:rsid w:val="00502B72"/>
    <w:rsid w:val="005101A2"/>
    <w:rsid w:val="00510EC5"/>
    <w:rsid w:val="00511FCC"/>
    <w:rsid w:val="00513017"/>
    <w:rsid w:val="0051693D"/>
    <w:rsid w:val="005179DA"/>
    <w:rsid w:val="00520962"/>
    <w:rsid w:val="00521AAA"/>
    <w:rsid w:val="00523566"/>
    <w:rsid w:val="005247A1"/>
    <w:rsid w:val="005250A3"/>
    <w:rsid w:val="0052740B"/>
    <w:rsid w:val="00536B03"/>
    <w:rsid w:val="0054196E"/>
    <w:rsid w:val="00541D20"/>
    <w:rsid w:val="00542474"/>
    <w:rsid w:val="00542F11"/>
    <w:rsid w:val="0054465F"/>
    <w:rsid w:val="00546A0E"/>
    <w:rsid w:val="00547917"/>
    <w:rsid w:val="00547EC7"/>
    <w:rsid w:val="00553AF8"/>
    <w:rsid w:val="00554B9B"/>
    <w:rsid w:val="0055541F"/>
    <w:rsid w:val="00555C75"/>
    <w:rsid w:val="00556913"/>
    <w:rsid w:val="00562FA0"/>
    <w:rsid w:val="00566CA9"/>
    <w:rsid w:val="0056714E"/>
    <w:rsid w:val="005708CC"/>
    <w:rsid w:val="005718E8"/>
    <w:rsid w:val="0057288F"/>
    <w:rsid w:val="0057326D"/>
    <w:rsid w:val="0057368F"/>
    <w:rsid w:val="005809F7"/>
    <w:rsid w:val="00581EF8"/>
    <w:rsid w:val="00586EA8"/>
    <w:rsid w:val="00592F36"/>
    <w:rsid w:val="00593825"/>
    <w:rsid w:val="00594953"/>
    <w:rsid w:val="00594EE1"/>
    <w:rsid w:val="005955D6"/>
    <w:rsid w:val="005A35E1"/>
    <w:rsid w:val="005A5363"/>
    <w:rsid w:val="005A5D63"/>
    <w:rsid w:val="005A658F"/>
    <w:rsid w:val="005B1283"/>
    <w:rsid w:val="005B153A"/>
    <w:rsid w:val="005B16C2"/>
    <w:rsid w:val="005B1B8F"/>
    <w:rsid w:val="005B2AE3"/>
    <w:rsid w:val="005B38C9"/>
    <w:rsid w:val="005B5E2F"/>
    <w:rsid w:val="005C158C"/>
    <w:rsid w:val="005C440E"/>
    <w:rsid w:val="005C590C"/>
    <w:rsid w:val="005C74BE"/>
    <w:rsid w:val="005C7892"/>
    <w:rsid w:val="005D1925"/>
    <w:rsid w:val="005D385F"/>
    <w:rsid w:val="005D5657"/>
    <w:rsid w:val="005D6B20"/>
    <w:rsid w:val="005D6C2C"/>
    <w:rsid w:val="005D6EF9"/>
    <w:rsid w:val="005E3B5F"/>
    <w:rsid w:val="005E63F2"/>
    <w:rsid w:val="005F1C46"/>
    <w:rsid w:val="005F277C"/>
    <w:rsid w:val="005F4448"/>
    <w:rsid w:val="005F54B8"/>
    <w:rsid w:val="005F6498"/>
    <w:rsid w:val="006004C9"/>
    <w:rsid w:val="006019D1"/>
    <w:rsid w:val="0060260E"/>
    <w:rsid w:val="00610354"/>
    <w:rsid w:val="00610F47"/>
    <w:rsid w:val="00611940"/>
    <w:rsid w:val="00613CF7"/>
    <w:rsid w:val="0061634B"/>
    <w:rsid w:val="00616D5E"/>
    <w:rsid w:val="006220B7"/>
    <w:rsid w:val="006237A5"/>
    <w:rsid w:val="00624F00"/>
    <w:rsid w:val="00627748"/>
    <w:rsid w:val="006319EE"/>
    <w:rsid w:val="00632779"/>
    <w:rsid w:val="00635A5F"/>
    <w:rsid w:val="00635AC4"/>
    <w:rsid w:val="00635B4E"/>
    <w:rsid w:val="00635E13"/>
    <w:rsid w:val="00637B6A"/>
    <w:rsid w:val="00641962"/>
    <w:rsid w:val="00642F88"/>
    <w:rsid w:val="00643B66"/>
    <w:rsid w:val="00644AB4"/>
    <w:rsid w:val="00646567"/>
    <w:rsid w:val="00646AEA"/>
    <w:rsid w:val="00647847"/>
    <w:rsid w:val="00647FDD"/>
    <w:rsid w:val="0065157B"/>
    <w:rsid w:val="00651819"/>
    <w:rsid w:val="006544CE"/>
    <w:rsid w:val="0065681D"/>
    <w:rsid w:val="0065769F"/>
    <w:rsid w:val="00663A66"/>
    <w:rsid w:val="00667FE4"/>
    <w:rsid w:val="00673AF1"/>
    <w:rsid w:val="00673B96"/>
    <w:rsid w:val="00675478"/>
    <w:rsid w:val="00677746"/>
    <w:rsid w:val="00683470"/>
    <w:rsid w:val="00683B6A"/>
    <w:rsid w:val="00683D8D"/>
    <w:rsid w:val="00684C89"/>
    <w:rsid w:val="00684C8B"/>
    <w:rsid w:val="00690EA1"/>
    <w:rsid w:val="00693B89"/>
    <w:rsid w:val="006953DA"/>
    <w:rsid w:val="006A5E85"/>
    <w:rsid w:val="006A6215"/>
    <w:rsid w:val="006B120F"/>
    <w:rsid w:val="006B33E4"/>
    <w:rsid w:val="006B36E6"/>
    <w:rsid w:val="006B4439"/>
    <w:rsid w:val="006B6F1E"/>
    <w:rsid w:val="006B7F8E"/>
    <w:rsid w:val="006C0AEF"/>
    <w:rsid w:val="006C1282"/>
    <w:rsid w:val="006C2D66"/>
    <w:rsid w:val="006C32D5"/>
    <w:rsid w:val="006C52F2"/>
    <w:rsid w:val="006C5FA6"/>
    <w:rsid w:val="006C770A"/>
    <w:rsid w:val="006C7AD6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C9A"/>
    <w:rsid w:val="006E478F"/>
    <w:rsid w:val="006F0B36"/>
    <w:rsid w:val="006F262F"/>
    <w:rsid w:val="006F2AE0"/>
    <w:rsid w:val="006F3CBB"/>
    <w:rsid w:val="006F3D47"/>
    <w:rsid w:val="006F4E74"/>
    <w:rsid w:val="00701920"/>
    <w:rsid w:val="007021ED"/>
    <w:rsid w:val="00702604"/>
    <w:rsid w:val="007039CC"/>
    <w:rsid w:val="00704045"/>
    <w:rsid w:val="00704C27"/>
    <w:rsid w:val="00710529"/>
    <w:rsid w:val="00710662"/>
    <w:rsid w:val="007125CC"/>
    <w:rsid w:val="007127BF"/>
    <w:rsid w:val="00715CF6"/>
    <w:rsid w:val="00722583"/>
    <w:rsid w:val="00724973"/>
    <w:rsid w:val="00725253"/>
    <w:rsid w:val="00726F27"/>
    <w:rsid w:val="007328F4"/>
    <w:rsid w:val="007374AD"/>
    <w:rsid w:val="00737655"/>
    <w:rsid w:val="007435DE"/>
    <w:rsid w:val="00743A9F"/>
    <w:rsid w:val="00744322"/>
    <w:rsid w:val="007513E5"/>
    <w:rsid w:val="00753F0E"/>
    <w:rsid w:val="00754937"/>
    <w:rsid w:val="00763103"/>
    <w:rsid w:val="0076354E"/>
    <w:rsid w:val="00764465"/>
    <w:rsid w:val="007652F5"/>
    <w:rsid w:val="00765EE4"/>
    <w:rsid w:val="00766679"/>
    <w:rsid w:val="007675B8"/>
    <w:rsid w:val="00770EBD"/>
    <w:rsid w:val="00771D98"/>
    <w:rsid w:val="00773371"/>
    <w:rsid w:val="007734D0"/>
    <w:rsid w:val="0077591D"/>
    <w:rsid w:val="00775EA0"/>
    <w:rsid w:val="00776F12"/>
    <w:rsid w:val="007775EB"/>
    <w:rsid w:val="00777911"/>
    <w:rsid w:val="00777961"/>
    <w:rsid w:val="007827EE"/>
    <w:rsid w:val="0078558F"/>
    <w:rsid w:val="007867C3"/>
    <w:rsid w:val="00786FF5"/>
    <w:rsid w:val="007919B1"/>
    <w:rsid w:val="00792C6D"/>
    <w:rsid w:val="00795CEA"/>
    <w:rsid w:val="007A0998"/>
    <w:rsid w:val="007A6189"/>
    <w:rsid w:val="007A704D"/>
    <w:rsid w:val="007A73E0"/>
    <w:rsid w:val="007B1141"/>
    <w:rsid w:val="007B1A82"/>
    <w:rsid w:val="007B5069"/>
    <w:rsid w:val="007B5D50"/>
    <w:rsid w:val="007B72B8"/>
    <w:rsid w:val="007C0C65"/>
    <w:rsid w:val="007C1A33"/>
    <w:rsid w:val="007C589F"/>
    <w:rsid w:val="007C5F1A"/>
    <w:rsid w:val="007D31ED"/>
    <w:rsid w:val="007D4DAE"/>
    <w:rsid w:val="007D5B1E"/>
    <w:rsid w:val="007E0E9D"/>
    <w:rsid w:val="007E1B80"/>
    <w:rsid w:val="007E1C35"/>
    <w:rsid w:val="007E218D"/>
    <w:rsid w:val="007E3076"/>
    <w:rsid w:val="007E3548"/>
    <w:rsid w:val="007E4D82"/>
    <w:rsid w:val="007E7880"/>
    <w:rsid w:val="007F1713"/>
    <w:rsid w:val="007F4869"/>
    <w:rsid w:val="007F52B9"/>
    <w:rsid w:val="007F74A8"/>
    <w:rsid w:val="007F75AD"/>
    <w:rsid w:val="00801267"/>
    <w:rsid w:val="008039A9"/>
    <w:rsid w:val="00807024"/>
    <w:rsid w:val="008078C8"/>
    <w:rsid w:val="00810CAF"/>
    <w:rsid w:val="00811F2A"/>
    <w:rsid w:val="0081530F"/>
    <w:rsid w:val="00815AD3"/>
    <w:rsid w:val="0081743A"/>
    <w:rsid w:val="00820682"/>
    <w:rsid w:val="0082081A"/>
    <w:rsid w:val="0082334E"/>
    <w:rsid w:val="00826450"/>
    <w:rsid w:val="0083032B"/>
    <w:rsid w:val="0083277D"/>
    <w:rsid w:val="008457E2"/>
    <w:rsid w:val="008463CC"/>
    <w:rsid w:val="008476F3"/>
    <w:rsid w:val="00850D47"/>
    <w:rsid w:val="00853840"/>
    <w:rsid w:val="00854047"/>
    <w:rsid w:val="00854149"/>
    <w:rsid w:val="00854840"/>
    <w:rsid w:val="00857737"/>
    <w:rsid w:val="00857D59"/>
    <w:rsid w:val="0086048A"/>
    <w:rsid w:val="00861A95"/>
    <w:rsid w:val="00864819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5EF8"/>
    <w:rsid w:val="00877BA8"/>
    <w:rsid w:val="0088621B"/>
    <w:rsid w:val="008862A3"/>
    <w:rsid w:val="00886A39"/>
    <w:rsid w:val="00887645"/>
    <w:rsid w:val="00890DAD"/>
    <w:rsid w:val="008927FA"/>
    <w:rsid w:val="00892B5C"/>
    <w:rsid w:val="008A4CA4"/>
    <w:rsid w:val="008A6E2A"/>
    <w:rsid w:val="008A7371"/>
    <w:rsid w:val="008B1066"/>
    <w:rsid w:val="008B33F7"/>
    <w:rsid w:val="008C0613"/>
    <w:rsid w:val="008C190B"/>
    <w:rsid w:val="008C3A9F"/>
    <w:rsid w:val="008C3AF5"/>
    <w:rsid w:val="008C7B9E"/>
    <w:rsid w:val="008D0602"/>
    <w:rsid w:val="008D3403"/>
    <w:rsid w:val="008D36CA"/>
    <w:rsid w:val="008D788A"/>
    <w:rsid w:val="008D7C1C"/>
    <w:rsid w:val="008D7E5A"/>
    <w:rsid w:val="008E3032"/>
    <w:rsid w:val="008E4AC4"/>
    <w:rsid w:val="008F0A23"/>
    <w:rsid w:val="008F0B20"/>
    <w:rsid w:val="008F171B"/>
    <w:rsid w:val="008F1C9A"/>
    <w:rsid w:val="008F44A4"/>
    <w:rsid w:val="008F4841"/>
    <w:rsid w:val="008F4D7B"/>
    <w:rsid w:val="008F6F3D"/>
    <w:rsid w:val="00901370"/>
    <w:rsid w:val="009052EC"/>
    <w:rsid w:val="00905903"/>
    <w:rsid w:val="0090738C"/>
    <w:rsid w:val="0091188D"/>
    <w:rsid w:val="009124C1"/>
    <w:rsid w:val="00913C4F"/>
    <w:rsid w:val="0091628B"/>
    <w:rsid w:val="00917DBE"/>
    <w:rsid w:val="00920962"/>
    <w:rsid w:val="00920BDE"/>
    <w:rsid w:val="009219E8"/>
    <w:rsid w:val="00921B0A"/>
    <w:rsid w:val="00922882"/>
    <w:rsid w:val="00922FB1"/>
    <w:rsid w:val="009235E5"/>
    <w:rsid w:val="0092428E"/>
    <w:rsid w:val="00925C8C"/>
    <w:rsid w:val="00930AA4"/>
    <w:rsid w:val="009322D3"/>
    <w:rsid w:val="00933D3E"/>
    <w:rsid w:val="00935C2D"/>
    <w:rsid w:val="00940892"/>
    <w:rsid w:val="0094214A"/>
    <w:rsid w:val="009421D2"/>
    <w:rsid w:val="00943044"/>
    <w:rsid w:val="00943940"/>
    <w:rsid w:val="00945BBF"/>
    <w:rsid w:val="00945FC4"/>
    <w:rsid w:val="00947DCC"/>
    <w:rsid w:val="00947E93"/>
    <w:rsid w:val="00950C05"/>
    <w:rsid w:val="00951E01"/>
    <w:rsid w:val="0095545E"/>
    <w:rsid w:val="00955C1E"/>
    <w:rsid w:val="009619A0"/>
    <w:rsid w:val="00962E02"/>
    <w:rsid w:val="00963FC1"/>
    <w:rsid w:val="00967FE1"/>
    <w:rsid w:val="00970C7A"/>
    <w:rsid w:val="00971F71"/>
    <w:rsid w:val="00972DBC"/>
    <w:rsid w:val="00974BCF"/>
    <w:rsid w:val="00974D76"/>
    <w:rsid w:val="00975935"/>
    <w:rsid w:val="00975955"/>
    <w:rsid w:val="00977474"/>
    <w:rsid w:val="00982D2F"/>
    <w:rsid w:val="00985C9A"/>
    <w:rsid w:val="00992F7B"/>
    <w:rsid w:val="009949ED"/>
    <w:rsid w:val="00994D9F"/>
    <w:rsid w:val="00995144"/>
    <w:rsid w:val="00995324"/>
    <w:rsid w:val="009A2BD5"/>
    <w:rsid w:val="009A79CF"/>
    <w:rsid w:val="009A7D6D"/>
    <w:rsid w:val="009B2070"/>
    <w:rsid w:val="009B6F48"/>
    <w:rsid w:val="009C07F9"/>
    <w:rsid w:val="009C56AE"/>
    <w:rsid w:val="009C6EF3"/>
    <w:rsid w:val="009C7999"/>
    <w:rsid w:val="009C7D73"/>
    <w:rsid w:val="009D272E"/>
    <w:rsid w:val="009D4398"/>
    <w:rsid w:val="009D4B3E"/>
    <w:rsid w:val="009D6571"/>
    <w:rsid w:val="009D67CA"/>
    <w:rsid w:val="009D68AC"/>
    <w:rsid w:val="009E3AE8"/>
    <w:rsid w:val="009E5364"/>
    <w:rsid w:val="009E5C1F"/>
    <w:rsid w:val="009F0639"/>
    <w:rsid w:val="009F1B73"/>
    <w:rsid w:val="009F2D99"/>
    <w:rsid w:val="009F422E"/>
    <w:rsid w:val="009F59BF"/>
    <w:rsid w:val="009F62E1"/>
    <w:rsid w:val="00A009A8"/>
    <w:rsid w:val="00A01BB8"/>
    <w:rsid w:val="00A02F0F"/>
    <w:rsid w:val="00A120B1"/>
    <w:rsid w:val="00A14C3D"/>
    <w:rsid w:val="00A154E3"/>
    <w:rsid w:val="00A15F63"/>
    <w:rsid w:val="00A22CCD"/>
    <w:rsid w:val="00A26237"/>
    <w:rsid w:val="00A27B53"/>
    <w:rsid w:val="00A32BED"/>
    <w:rsid w:val="00A33FC0"/>
    <w:rsid w:val="00A346F2"/>
    <w:rsid w:val="00A34CD1"/>
    <w:rsid w:val="00A37240"/>
    <w:rsid w:val="00A373EA"/>
    <w:rsid w:val="00A406DD"/>
    <w:rsid w:val="00A42C57"/>
    <w:rsid w:val="00A45AAF"/>
    <w:rsid w:val="00A50183"/>
    <w:rsid w:val="00A51FCE"/>
    <w:rsid w:val="00A553FA"/>
    <w:rsid w:val="00A57EC4"/>
    <w:rsid w:val="00A650AE"/>
    <w:rsid w:val="00A67D1C"/>
    <w:rsid w:val="00A72A42"/>
    <w:rsid w:val="00A73551"/>
    <w:rsid w:val="00A7783D"/>
    <w:rsid w:val="00A80063"/>
    <w:rsid w:val="00A81F11"/>
    <w:rsid w:val="00A84189"/>
    <w:rsid w:val="00A8472D"/>
    <w:rsid w:val="00A90914"/>
    <w:rsid w:val="00A92579"/>
    <w:rsid w:val="00A9518E"/>
    <w:rsid w:val="00A95B4C"/>
    <w:rsid w:val="00A95D2D"/>
    <w:rsid w:val="00AA0767"/>
    <w:rsid w:val="00AA0DF2"/>
    <w:rsid w:val="00AA2A69"/>
    <w:rsid w:val="00AA503C"/>
    <w:rsid w:val="00AA65EB"/>
    <w:rsid w:val="00AA7BA3"/>
    <w:rsid w:val="00AB53B6"/>
    <w:rsid w:val="00AC0DF6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4FB9"/>
    <w:rsid w:val="00AD5C7E"/>
    <w:rsid w:val="00AD5D48"/>
    <w:rsid w:val="00AD74FC"/>
    <w:rsid w:val="00AE04E7"/>
    <w:rsid w:val="00AE1416"/>
    <w:rsid w:val="00AE403E"/>
    <w:rsid w:val="00AE6AEC"/>
    <w:rsid w:val="00AF19F9"/>
    <w:rsid w:val="00AF2CAF"/>
    <w:rsid w:val="00AF3B81"/>
    <w:rsid w:val="00AF5938"/>
    <w:rsid w:val="00AF7C2D"/>
    <w:rsid w:val="00B00344"/>
    <w:rsid w:val="00B01A02"/>
    <w:rsid w:val="00B02452"/>
    <w:rsid w:val="00B054D1"/>
    <w:rsid w:val="00B05C0D"/>
    <w:rsid w:val="00B06AFF"/>
    <w:rsid w:val="00B104C0"/>
    <w:rsid w:val="00B11D15"/>
    <w:rsid w:val="00B137E7"/>
    <w:rsid w:val="00B15A4E"/>
    <w:rsid w:val="00B2214B"/>
    <w:rsid w:val="00B23003"/>
    <w:rsid w:val="00B254CE"/>
    <w:rsid w:val="00B4225F"/>
    <w:rsid w:val="00B4229D"/>
    <w:rsid w:val="00B4352B"/>
    <w:rsid w:val="00B43E59"/>
    <w:rsid w:val="00B44157"/>
    <w:rsid w:val="00B447D3"/>
    <w:rsid w:val="00B473F9"/>
    <w:rsid w:val="00B5427A"/>
    <w:rsid w:val="00B553DD"/>
    <w:rsid w:val="00B57006"/>
    <w:rsid w:val="00B57AC6"/>
    <w:rsid w:val="00B6070F"/>
    <w:rsid w:val="00B61171"/>
    <w:rsid w:val="00B63549"/>
    <w:rsid w:val="00B64723"/>
    <w:rsid w:val="00B673FB"/>
    <w:rsid w:val="00B702F0"/>
    <w:rsid w:val="00B715CC"/>
    <w:rsid w:val="00B730C4"/>
    <w:rsid w:val="00B77B29"/>
    <w:rsid w:val="00B77FDB"/>
    <w:rsid w:val="00B809C2"/>
    <w:rsid w:val="00B81C2B"/>
    <w:rsid w:val="00B834C4"/>
    <w:rsid w:val="00B85D76"/>
    <w:rsid w:val="00B93BB0"/>
    <w:rsid w:val="00B975CB"/>
    <w:rsid w:val="00BA01EC"/>
    <w:rsid w:val="00BA14BF"/>
    <w:rsid w:val="00BA280F"/>
    <w:rsid w:val="00BA3044"/>
    <w:rsid w:val="00BA48C7"/>
    <w:rsid w:val="00BB0B00"/>
    <w:rsid w:val="00BB52F8"/>
    <w:rsid w:val="00BB64C4"/>
    <w:rsid w:val="00BB6B26"/>
    <w:rsid w:val="00BB6E61"/>
    <w:rsid w:val="00BC2125"/>
    <w:rsid w:val="00BC30C1"/>
    <w:rsid w:val="00BC5CA9"/>
    <w:rsid w:val="00BC776E"/>
    <w:rsid w:val="00BC77F8"/>
    <w:rsid w:val="00BD2294"/>
    <w:rsid w:val="00BD4A73"/>
    <w:rsid w:val="00BE1D17"/>
    <w:rsid w:val="00BE48AA"/>
    <w:rsid w:val="00BE7536"/>
    <w:rsid w:val="00BF116C"/>
    <w:rsid w:val="00BF2206"/>
    <w:rsid w:val="00BF2233"/>
    <w:rsid w:val="00BF296D"/>
    <w:rsid w:val="00BF2C0F"/>
    <w:rsid w:val="00BF3B7D"/>
    <w:rsid w:val="00BF5A29"/>
    <w:rsid w:val="00BF64AB"/>
    <w:rsid w:val="00BF67EC"/>
    <w:rsid w:val="00C00B8C"/>
    <w:rsid w:val="00C00EBF"/>
    <w:rsid w:val="00C0116A"/>
    <w:rsid w:val="00C03025"/>
    <w:rsid w:val="00C04AF2"/>
    <w:rsid w:val="00C05AFB"/>
    <w:rsid w:val="00C07160"/>
    <w:rsid w:val="00C07795"/>
    <w:rsid w:val="00C07DEB"/>
    <w:rsid w:val="00C11398"/>
    <w:rsid w:val="00C128CD"/>
    <w:rsid w:val="00C12962"/>
    <w:rsid w:val="00C16054"/>
    <w:rsid w:val="00C16923"/>
    <w:rsid w:val="00C20B7D"/>
    <w:rsid w:val="00C23D5A"/>
    <w:rsid w:val="00C25823"/>
    <w:rsid w:val="00C27862"/>
    <w:rsid w:val="00C27DD3"/>
    <w:rsid w:val="00C32806"/>
    <w:rsid w:val="00C3387C"/>
    <w:rsid w:val="00C348C2"/>
    <w:rsid w:val="00C3609D"/>
    <w:rsid w:val="00C36FBF"/>
    <w:rsid w:val="00C43455"/>
    <w:rsid w:val="00C45320"/>
    <w:rsid w:val="00C45474"/>
    <w:rsid w:val="00C45F73"/>
    <w:rsid w:val="00C468DB"/>
    <w:rsid w:val="00C5132A"/>
    <w:rsid w:val="00C524F0"/>
    <w:rsid w:val="00C52501"/>
    <w:rsid w:val="00C551E2"/>
    <w:rsid w:val="00C57A1F"/>
    <w:rsid w:val="00C60ACB"/>
    <w:rsid w:val="00C6170A"/>
    <w:rsid w:val="00C61CD6"/>
    <w:rsid w:val="00C63AB9"/>
    <w:rsid w:val="00C71204"/>
    <w:rsid w:val="00C7633B"/>
    <w:rsid w:val="00C771BE"/>
    <w:rsid w:val="00C80D2C"/>
    <w:rsid w:val="00C833BC"/>
    <w:rsid w:val="00C90775"/>
    <w:rsid w:val="00C90BAA"/>
    <w:rsid w:val="00C917A4"/>
    <w:rsid w:val="00C9391B"/>
    <w:rsid w:val="00C94A65"/>
    <w:rsid w:val="00CA4AB5"/>
    <w:rsid w:val="00CB0AAF"/>
    <w:rsid w:val="00CB397C"/>
    <w:rsid w:val="00CC0B1D"/>
    <w:rsid w:val="00CC1B14"/>
    <w:rsid w:val="00CC4101"/>
    <w:rsid w:val="00CC5514"/>
    <w:rsid w:val="00CD072B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FFE"/>
    <w:rsid w:val="00CE2BF4"/>
    <w:rsid w:val="00CE4AF6"/>
    <w:rsid w:val="00CE58B1"/>
    <w:rsid w:val="00CE595B"/>
    <w:rsid w:val="00CF0401"/>
    <w:rsid w:val="00CF0A64"/>
    <w:rsid w:val="00CF22CF"/>
    <w:rsid w:val="00CF7072"/>
    <w:rsid w:val="00D00994"/>
    <w:rsid w:val="00D01E92"/>
    <w:rsid w:val="00D04EB5"/>
    <w:rsid w:val="00D05636"/>
    <w:rsid w:val="00D104F0"/>
    <w:rsid w:val="00D1107C"/>
    <w:rsid w:val="00D11107"/>
    <w:rsid w:val="00D1223C"/>
    <w:rsid w:val="00D1278A"/>
    <w:rsid w:val="00D1284D"/>
    <w:rsid w:val="00D1433A"/>
    <w:rsid w:val="00D16481"/>
    <w:rsid w:val="00D166C1"/>
    <w:rsid w:val="00D17633"/>
    <w:rsid w:val="00D177AB"/>
    <w:rsid w:val="00D21D1E"/>
    <w:rsid w:val="00D24990"/>
    <w:rsid w:val="00D24AFA"/>
    <w:rsid w:val="00D253AE"/>
    <w:rsid w:val="00D27172"/>
    <w:rsid w:val="00D30506"/>
    <w:rsid w:val="00D315EE"/>
    <w:rsid w:val="00D3274D"/>
    <w:rsid w:val="00D3348F"/>
    <w:rsid w:val="00D3402E"/>
    <w:rsid w:val="00D34F3B"/>
    <w:rsid w:val="00D4027F"/>
    <w:rsid w:val="00D41A24"/>
    <w:rsid w:val="00D43130"/>
    <w:rsid w:val="00D43289"/>
    <w:rsid w:val="00D43302"/>
    <w:rsid w:val="00D45203"/>
    <w:rsid w:val="00D50CA9"/>
    <w:rsid w:val="00D54429"/>
    <w:rsid w:val="00D55E74"/>
    <w:rsid w:val="00D57E2D"/>
    <w:rsid w:val="00D61ABD"/>
    <w:rsid w:val="00D62634"/>
    <w:rsid w:val="00D66A8A"/>
    <w:rsid w:val="00D67910"/>
    <w:rsid w:val="00D72885"/>
    <w:rsid w:val="00D73599"/>
    <w:rsid w:val="00D823C1"/>
    <w:rsid w:val="00D84E8D"/>
    <w:rsid w:val="00D86490"/>
    <w:rsid w:val="00D92804"/>
    <w:rsid w:val="00D92B97"/>
    <w:rsid w:val="00D92FD5"/>
    <w:rsid w:val="00D9475F"/>
    <w:rsid w:val="00D9630C"/>
    <w:rsid w:val="00D9686B"/>
    <w:rsid w:val="00D9693E"/>
    <w:rsid w:val="00D96FEF"/>
    <w:rsid w:val="00DA1650"/>
    <w:rsid w:val="00DA36C5"/>
    <w:rsid w:val="00DA3CBB"/>
    <w:rsid w:val="00DA461B"/>
    <w:rsid w:val="00DA5BA7"/>
    <w:rsid w:val="00DA6C7D"/>
    <w:rsid w:val="00DB08B9"/>
    <w:rsid w:val="00DB690F"/>
    <w:rsid w:val="00DB6ADD"/>
    <w:rsid w:val="00DC1935"/>
    <w:rsid w:val="00DC3977"/>
    <w:rsid w:val="00DC4052"/>
    <w:rsid w:val="00DC5A31"/>
    <w:rsid w:val="00DC5D27"/>
    <w:rsid w:val="00DC7E29"/>
    <w:rsid w:val="00DD1182"/>
    <w:rsid w:val="00DD148B"/>
    <w:rsid w:val="00DD3C74"/>
    <w:rsid w:val="00DD5B24"/>
    <w:rsid w:val="00DD7554"/>
    <w:rsid w:val="00DF2AC3"/>
    <w:rsid w:val="00DF3CB5"/>
    <w:rsid w:val="00DF45F5"/>
    <w:rsid w:val="00DF6BCE"/>
    <w:rsid w:val="00E0213A"/>
    <w:rsid w:val="00E0473C"/>
    <w:rsid w:val="00E05CAB"/>
    <w:rsid w:val="00E07866"/>
    <w:rsid w:val="00E11E67"/>
    <w:rsid w:val="00E14C7D"/>
    <w:rsid w:val="00E21C36"/>
    <w:rsid w:val="00E21D6B"/>
    <w:rsid w:val="00E23363"/>
    <w:rsid w:val="00E246D7"/>
    <w:rsid w:val="00E25A3A"/>
    <w:rsid w:val="00E25E68"/>
    <w:rsid w:val="00E27307"/>
    <w:rsid w:val="00E2748A"/>
    <w:rsid w:val="00E31711"/>
    <w:rsid w:val="00E31AA8"/>
    <w:rsid w:val="00E322FE"/>
    <w:rsid w:val="00E4163B"/>
    <w:rsid w:val="00E4523E"/>
    <w:rsid w:val="00E46468"/>
    <w:rsid w:val="00E511C2"/>
    <w:rsid w:val="00E51ACE"/>
    <w:rsid w:val="00E52236"/>
    <w:rsid w:val="00E540A3"/>
    <w:rsid w:val="00E54EF4"/>
    <w:rsid w:val="00E54EFA"/>
    <w:rsid w:val="00E55159"/>
    <w:rsid w:val="00E56E48"/>
    <w:rsid w:val="00E57A74"/>
    <w:rsid w:val="00E60B65"/>
    <w:rsid w:val="00E62367"/>
    <w:rsid w:val="00E6262F"/>
    <w:rsid w:val="00E648C5"/>
    <w:rsid w:val="00E659A0"/>
    <w:rsid w:val="00E66289"/>
    <w:rsid w:val="00E6655B"/>
    <w:rsid w:val="00E71BC6"/>
    <w:rsid w:val="00E724CF"/>
    <w:rsid w:val="00E75BAA"/>
    <w:rsid w:val="00E75EDC"/>
    <w:rsid w:val="00E77065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CFB"/>
    <w:rsid w:val="00EA7236"/>
    <w:rsid w:val="00EB132C"/>
    <w:rsid w:val="00EB2486"/>
    <w:rsid w:val="00EB5378"/>
    <w:rsid w:val="00EB5496"/>
    <w:rsid w:val="00EB6895"/>
    <w:rsid w:val="00EC3AF5"/>
    <w:rsid w:val="00EC4C3D"/>
    <w:rsid w:val="00EC5229"/>
    <w:rsid w:val="00EC5994"/>
    <w:rsid w:val="00ED40A6"/>
    <w:rsid w:val="00ED4733"/>
    <w:rsid w:val="00ED65DE"/>
    <w:rsid w:val="00ED6C53"/>
    <w:rsid w:val="00ED7A99"/>
    <w:rsid w:val="00EE233B"/>
    <w:rsid w:val="00EE2390"/>
    <w:rsid w:val="00EE3F98"/>
    <w:rsid w:val="00EE4931"/>
    <w:rsid w:val="00EE4C01"/>
    <w:rsid w:val="00EE6A23"/>
    <w:rsid w:val="00EE6DB3"/>
    <w:rsid w:val="00EE7FFA"/>
    <w:rsid w:val="00EF56C0"/>
    <w:rsid w:val="00F01364"/>
    <w:rsid w:val="00F024B0"/>
    <w:rsid w:val="00F06D8E"/>
    <w:rsid w:val="00F076AB"/>
    <w:rsid w:val="00F11270"/>
    <w:rsid w:val="00F11887"/>
    <w:rsid w:val="00F12D96"/>
    <w:rsid w:val="00F12FF6"/>
    <w:rsid w:val="00F1358D"/>
    <w:rsid w:val="00F13C0E"/>
    <w:rsid w:val="00F13F53"/>
    <w:rsid w:val="00F153C8"/>
    <w:rsid w:val="00F15F60"/>
    <w:rsid w:val="00F17D42"/>
    <w:rsid w:val="00F20F18"/>
    <w:rsid w:val="00F218F1"/>
    <w:rsid w:val="00F2555B"/>
    <w:rsid w:val="00F2689F"/>
    <w:rsid w:val="00F2794E"/>
    <w:rsid w:val="00F30711"/>
    <w:rsid w:val="00F3109C"/>
    <w:rsid w:val="00F31300"/>
    <w:rsid w:val="00F32E7F"/>
    <w:rsid w:val="00F336A5"/>
    <w:rsid w:val="00F4285F"/>
    <w:rsid w:val="00F42E00"/>
    <w:rsid w:val="00F43BF2"/>
    <w:rsid w:val="00F444F7"/>
    <w:rsid w:val="00F477A6"/>
    <w:rsid w:val="00F5291A"/>
    <w:rsid w:val="00F579C3"/>
    <w:rsid w:val="00F60142"/>
    <w:rsid w:val="00F61C4C"/>
    <w:rsid w:val="00F674ED"/>
    <w:rsid w:val="00F70D28"/>
    <w:rsid w:val="00F73BF0"/>
    <w:rsid w:val="00F76AF9"/>
    <w:rsid w:val="00F811B8"/>
    <w:rsid w:val="00F861BA"/>
    <w:rsid w:val="00F87018"/>
    <w:rsid w:val="00F90417"/>
    <w:rsid w:val="00F920B4"/>
    <w:rsid w:val="00F94F25"/>
    <w:rsid w:val="00F96BA0"/>
    <w:rsid w:val="00F9795F"/>
    <w:rsid w:val="00FA2598"/>
    <w:rsid w:val="00FA319A"/>
    <w:rsid w:val="00FA36D0"/>
    <w:rsid w:val="00FA3A82"/>
    <w:rsid w:val="00FA5B67"/>
    <w:rsid w:val="00FA5D6F"/>
    <w:rsid w:val="00FA7270"/>
    <w:rsid w:val="00FB093E"/>
    <w:rsid w:val="00FB27AC"/>
    <w:rsid w:val="00FB6A3D"/>
    <w:rsid w:val="00FC0B51"/>
    <w:rsid w:val="00FC1D30"/>
    <w:rsid w:val="00FC2654"/>
    <w:rsid w:val="00FC3443"/>
    <w:rsid w:val="00FC7D9B"/>
    <w:rsid w:val="00FD4C50"/>
    <w:rsid w:val="00FE1A4E"/>
    <w:rsid w:val="00FE5390"/>
    <w:rsid w:val="00FE5CE4"/>
    <w:rsid w:val="00FE7362"/>
    <w:rsid w:val="00FF1C90"/>
    <w:rsid w:val="00FF27C2"/>
    <w:rsid w:val="00FF28BB"/>
    <w:rsid w:val="00FF3768"/>
    <w:rsid w:val="00FF4124"/>
    <w:rsid w:val="00FF4F16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CD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7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322"/>
    <w:rPr>
      <w:sz w:val="2"/>
      <w:szCs w:val="2"/>
    </w:rPr>
  </w:style>
  <w:style w:type="paragraph" w:customStyle="1" w:styleId="ConsTitle">
    <w:name w:val="ConsTitle"/>
    <w:uiPriority w:val="99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Subtitle">
    <w:name w:val="Subtitle"/>
    <w:basedOn w:val="Normal"/>
    <w:link w:val="SubtitleChar"/>
    <w:uiPriority w:val="99"/>
    <w:qFormat/>
    <w:rsid w:val="00792C6D"/>
    <w:pPr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44322"/>
    <w:rPr>
      <w:rFonts w:ascii="Cambria" w:hAnsi="Cambria" w:cs="Cambria"/>
      <w:sz w:val="24"/>
      <w:szCs w:val="24"/>
    </w:rPr>
  </w:style>
  <w:style w:type="paragraph" w:customStyle="1" w:styleId="ConsNormal">
    <w:name w:val="ConsNormal"/>
    <w:uiPriority w:val="99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92C6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2C6D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92C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341FF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92C6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4432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92C6D"/>
  </w:style>
  <w:style w:type="paragraph" w:styleId="Footer">
    <w:name w:val="footer"/>
    <w:basedOn w:val="Normal"/>
    <w:link w:val="FooterChar"/>
    <w:uiPriority w:val="99"/>
    <w:rsid w:val="00792C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1925"/>
    <w:rPr>
      <w:sz w:val="24"/>
      <w:szCs w:val="24"/>
    </w:rPr>
  </w:style>
  <w:style w:type="paragraph" w:customStyle="1" w:styleId="ConsNonformat">
    <w:name w:val="ConsNonformat"/>
    <w:uiPriority w:val="99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">
    <w:name w:val="Знак Знак"/>
    <w:basedOn w:val="DefaultParagraphFont"/>
    <w:uiPriority w:val="99"/>
    <w:rsid w:val="00635B4E"/>
    <w:rPr>
      <w:color w:val="000000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5D19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D19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11</Pages>
  <Words>3828</Words>
  <Characters>21820</Characters>
  <Application>Microsoft Office Outlook</Application>
  <DocSecurity>0</DocSecurity>
  <Lines>0</Lines>
  <Paragraphs>0</Paragraphs>
  <ScaleCrop>false</ScaleCrop>
  <Company>Финансовый отдел Администрации Веселовского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subject/>
  <dc:creator>Галкина</dc:creator>
  <cp:keywords/>
  <dc:description/>
  <cp:lastModifiedBy>Pavlenko</cp:lastModifiedBy>
  <cp:revision>16</cp:revision>
  <cp:lastPrinted>2016-08-22T06:53:00Z</cp:lastPrinted>
  <dcterms:created xsi:type="dcterms:W3CDTF">2016-08-19T12:04:00Z</dcterms:created>
  <dcterms:modified xsi:type="dcterms:W3CDTF">2017-03-20T07:36:00Z</dcterms:modified>
</cp:coreProperties>
</file>