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112" w:rsidRPr="000D2A76" w:rsidRDefault="00E83112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E83112" w:rsidRDefault="00E83112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E83112" w:rsidRDefault="00E83112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E83112" w:rsidRDefault="00E83112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E83112" w:rsidRPr="00BD5C6F" w:rsidRDefault="00E83112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E83112" w:rsidRPr="00630A5A">
        <w:trPr>
          <w:trHeight w:val="1255"/>
        </w:trPr>
        <w:tc>
          <w:tcPr>
            <w:tcW w:w="9551" w:type="dxa"/>
            <w:vAlign w:val="center"/>
          </w:tcPr>
          <w:p w:rsidR="00E83112" w:rsidRPr="00164B5C" w:rsidRDefault="00E83112" w:rsidP="0006076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</w:t>
            </w: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  <w:r>
              <w:rPr>
                <w:b/>
                <w:bCs/>
                <w:sz w:val="28"/>
                <w:szCs w:val="28"/>
              </w:rPr>
              <w:t xml:space="preserve">                </w:t>
            </w:r>
          </w:p>
          <w:p w:rsidR="00E83112" w:rsidRDefault="00E83112" w:rsidP="00BD5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  <w:r w:rsidRPr="00164B5C">
              <w:rPr>
                <w:b/>
                <w:bCs/>
                <w:sz w:val="28"/>
                <w:szCs w:val="28"/>
              </w:rPr>
              <w:t>ВЕСЕЛОВСКОГО РАЙОНА</w:t>
            </w:r>
            <w:r>
              <w:rPr>
                <w:b/>
                <w:bCs/>
                <w:sz w:val="28"/>
                <w:szCs w:val="28"/>
              </w:rPr>
              <w:t xml:space="preserve">      </w:t>
            </w:r>
          </w:p>
          <w:p w:rsidR="00E83112" w:rsidRPr="00164B5C" w:rsidRDefault="00E83112" w:rsidP="00BD5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83112" w:rsidRPr="009B637A" w:rsidRDefault="00E83112" w:rsidP="000D2A76">
            <w:pPr>
              <w:pStyle w:val="BodyText"/>
              <w:ind w:right="28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</w:t>
            </w:r>
            <w:r w:rsidRPr="00BD5C6F">
              <w:rPr>
                <w:b/>
                <w:bCs/>
                <w:sz w:val="28"/>
                <w:szCs w:val="28"/>
              </w:rPr>
              <w:t>РЕШЕНИЕ</w:t>
            </w:r>
            <w:r>
              <w:rPr>
                <w:b/>
                <w:bCs/>
                <w:sz w:val="28"/>
                <w:szCs w:val="28"/>
              </w:rPr>
              <w:t xml:space="preserve">                          </w:t>
            </w:r>
          </w:p>
        </w:tc>
      </w:tr>
    </w:tbl>
    <w:p w:rsidR="00E83112" w:rsidRDefault="00E83112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E83112" w:rsidRDefault="00E83112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E83112" w:rsidRPr="00384DA8" w:rsidRDefault="00E83112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E83112" w:rsidRPr="00384DA8" w:rsidRDefault="00E83112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E83112" w:rsidRDefault="00E83112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201</w:t>
      </w:r>
      <w:r>
        <w:rPr>
          <w:b/>
          <w:bCs/>
          <w:sz w:val="28"/>
          <w:szCs w:val="28"/>
        </w:rPr>
        <w:t>8</w:t>
      </w:r>
      <w:r w:rsidRPr="00384DA8">
        <w:rPr>
          <w:b/>
          <w:bCs/>
          <w:sz w:val="28"/>
          <w:szCs w:val="28"/>
        </w:rPr>
        <w:t xml:space="preserve"> год и на плановый период 201</w:t>
      </w:r>
      <w:r>
        <w:rPr>
          <w:b/>
          <w:bCs/>
          <w:sz w:val="28"/>
          <w:szCs w:val="28"/>
        </w:rPr>
        <w:t>9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20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E83112" w:rsidRDefault="00E83112" w:rsidP="00C053D7">
      <w:pPr>
        <w:pStyle w:val="BodyText"/>
        <w:spacing w:after="0"/>
      </w:pPr>
    </w:p>
    <w:p w:rsidR="00E83112" w:rsidRDefault="00E83112" w:rsidP="00C053D7">
      <w:pPr>
        <w:pStyle w:val="BodyText"/>
        <w:spacing w:after="0"/>
      </w:pPr>
    </w:p>
    <w:p w:rsidR="00E83112" w:rsidRDefault="00E83112" w:rsidP="00C053D7">
      <w:pPr>
        <w:pStyle w:val="BodyText"/>
        <w:spacing w:after="0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Принято Собранием депутатов</w:t>
      </w:r>
    </w:p>
    <w:p w:rsidR="00E83112" w:rsidRDefault="00E83112" w:rsidP="00C053D7">
      <w:pPr>
        <w:pStyle w:val="BodyText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        Веселовского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05 октября 2018 года</w:t>
      </w:r>
    </w:p>
    <w:p w:rsidR="00E83112" w:rsidRDefault="00E83112" w:rsidP="00C053D7">
      <w:pPr>
        <w:jc w:val="both"/>
        <w:rPr>
          <w:sz w:val="28"/>
          <w:szCs w:val="28"/>
        </w:rPr>
      </w:pPr>
      <w:r>
        <w:t xml:space="preserve"> </w:t>
      </w:r>
    </w:p>
    <w:p w:rsidR="00E83112" w:rsidRPr="002B4944" w:rsidRDefault="00E83112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</w:t>
      </w:r>
      <w:r w:rsidRPr="009C3827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E83112" w:rsidRDefault="00E83112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E83112" w:rsidRDefault="00E83112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E83112" w:rsidRDefault="00E83112" w:rsidP="008D529F">
      <w:pPr>
        <w:ind w:left="708" w:firstLine="708"/>
        <w:jc w:val="center"/>
        <w:rPr>
          <w:sz w:val="28"/>
          <w:szCs w:val="28"/>
        </w:rPr>
      </w:pPr>
    </w:p>
    <w:p w:rsidR="00E83112" w:rsidRPr="000D2A76" w:rsidRDefault="00E83112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E83112" w:rsidRPr="008D529F" w:rsidRDefault="00E83112" w:rsidP="00C053D7">
      <w:pPr>
        <w:jc w:val="both"/>
        <w:rPr>
          <w:b/>
          <w:bCs/>
          <w:sz w:val="28"/>
          <w:szCs w:val="28"/>
        </w:rPr>
      </w:pPr>
    </w:p>
    <w:p w:rsidR="00E83112" w:rsidRPr="00406348" w:rsidRDefault="00E83112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</w:t>
      </w:r>
      <w:r w:rsidRPr="00406348">
        <w:rPr>
          <w:rFonts w:ascii="Times New Roman" w:hAnsi="Times New Roman" w:cs="Times New Roman"/>
          <w:sz w:val="28"/>
          <w:szCs w:val="28"/>
        </w:rPr>
        <w:t>1. Внести в решение Собрания депутатов Веселовского района от 27.12.2017 № 163 «О бюджете Веселовского района на 2018 год и на плановый период 2019 и 2020 годов» следующие изменения:</w:t>
      </w:r>
    </w:p>
    <w:p w:rsidR="00E83112" w:rsidRPr="00406348" w:rsidRDefault="00E83112" w:rsidP="00935C32">
      <w:pPr>
        <w:pStyle w:val="BlockText"/>
        <w:spacing w:after="120"/>
        <w:ind w:left="0" w:right="0" w:firstLine="0"/>
      </w:pPr>
      <w:r w:rsidRPr="00406348">
        <w:t xml:space="preserve">        1.1. Статью 1 част</w:t>
      </w:r>
      <w:r>
        <w:t>ь</w:t>
      </w:r>
      <w:r w:rsidRPr="00406348">
        <w:t xml:space="preserve"> 1</w:t>
      </w:r>
      <w:r>
        <w:t xml:space="preserve"> </w:t>
      </w:r>
      <w:r w:rsidRPr="00406348">
        <w:t xml:space="preserve">«Основные характеристики бюджета Веселовского района на 2018 год и на плановый период 2019 и 2020 годов»  изложить в следующей редакции:          </w:t>
      </w:r>
    </w:p>
    <w:p w:rsidR="00E83112" w:rsidRPr="00384DA8" w:rsidRDefault="00E83112" w:rsidP="00935C32">
      <w:pPr>
        <w:pStyle w:val="BlockText"/>
        <w:spacing w:after="120"/>
        <w:ind w:left="0" w:right="0" w:firstLine="0"/>
      </w:pPr>
      <w:r w:rsidRPr="00384DA8">
        <w:t xml:space="preserve">        1) прогнозируемый общий объем доходов бюджета муниципального района на 201</w:t>
      </w:r>
      <w:r>
        <w:t>8</w:t>
      </w:r>
      <w:r w:rsidRPr="00384DA8">
        <w:t xml:space="preserve">год в сумме  </w:t>
      </w:r>
      <w:r>
        <w:t>725038,8</w:t>
      </w:r>
      <w:r w:rsidRPr="00384DA8">
        <w:t xml:space="preserve"> тыс. рублей</w:t>
      </w:r>
      <w:r>
        <w:t>, на 2019 год в сумме 677749,8 тыс. рублей, на 2020 год в сумме 706981,3 тыс. рублей;</w:t>
      </w:r>
    </w:p>
    <w:p w:rsidR="00E83112" w:rsidRPr="00384DA8" w:rsidRDefault="00E83112" w:rsidP="00935C32">
      <w:pPr>
        <w:pStyle w:val="BlockText"/>
        <w:spacing w:after="120"/>
        <w:ind w:left="0" w:right="0" w:firstLine="0"/>
      </w:pPr>
      <w:r w:rsidRPr="00384DA8">
        <w:t xml:space="preserve">       2) общий объем расходов бюджета муниципального района на 201</w:t>
      </w:r>
      <w:r>
        <w:t>8</w:t>
      </w:r>
      <w:r w:rsidRPr="00384DA8">
        <w:t xml:space="preserve"> год в сумме </w:t>
      </w:r>
      <w:r w:rsidRPr="00A57CAF">
        <w:t>740147,7 тыс. рублей, на 2019 год в сумме 687794,2 тыс. рублей, на 2020 год в сумме 71707</w:t>
      </w:r>
      <w:r>
        <w:t>4</w:t>
      </w:r>
      <w:r w:rsidRPr="00A57CAF">
        <w:t>,</w:t>
      </w:r>
      <w:r>
        <w:t>8 тыс. рублей;</w:t>
      </w:r>
    </w:p>
    <w:p w:rsidR="00E83112" w:rsidRPr="00384DA8" w:rsidRDefault="00E83112" w:rsidP="00935C32">
      <w:pPr>
        <w:pStyle w:val="BlockText"/>
        <w:spacing w:after="120"/>
        <w:ind w:left="0" w:right="0" w:firstLine="0"/>
      </w:pPr>
      <w:r w:rsidRPr="00384DA8">
        <w:t xml:space="preserve">      3) предельный объем муниципального долга Веселовского района </w:t>
      </w:r>
      <w:r>
        <w:t xml:space="preserve">на 2018 год </w:t>
      </w:r>
      <w:r w:rsidRPr="00384DA8">
        <w:t>в сумме</w:t>
      </w:r>
      <w:r>
        <w:t xml:space="preserve"> </w:t>
      </w:r>
      <w:r w:rsidRPr="00B40DFD">
        <w:t>3</w:t>
      </w:r>
      <w:r>
        <w:t>9227,3</w:t>
      </w:r>
      <w:r w:rsidRPr="00B40DFD">
        <w:t xml:space="preserve">  тыс</w:t>
      </w:r>
      <w:r w:rsidRPr="00A66C22">
        <w:t>. рублей</w:t>
      </w:r>
      <w:r>
        <w:t>;</w:t>
      </w:r>
    </w:p>
    <w:p w:rsidR="00E83112" w:rsidRPr="00384DA8" w:rsidRDefault="00E83112" w:rsidP="00935C32">
      <w:pPr>
        <w:pStyle w:val="BlockText"/>
        <w:spacing w:after="120"/>
        <w:ind w:left="0" w:right="0" w:firstLine="0"/>
      </w:pPr>
      <w:r w:rsidRPr="00384DA8">
        <w:t xml:space="preserve">      4) верхний предел муниципального внутреннего долга Веселовского района на 1 января 201</w:t>
      </w:r>
      <w:r>
        <w:t>9</w:t>
      </w:r>
      <w:r w:rsidRPr="00384DA8">
        <w:t xml:space="preserve"> года в сумме 0,0 тыс. рублей, в том числе верхний предел долга по муниципальным гарантиям Веселовского района в сумме 0,0 тыс. рублей;</w:t>
      </w:r>
      <w:r>
        <w:t xml:space="preserve">  </w:t>
      </w:r>
    </w:p>
    <w:p w:rsidR="00E83112" w:rsidRPr="00384DA8" w:rsidRDefault="00E83112" w:rsidP="00935C32">
      <w:pPr>
        <w:pStyle w:val="BlockText"/>
        <w:spacing w:after="120"/>
        <w:ind w:left="0" w:right="0" w:firstLine="0"/>
      </w:pPr>
      <w:r w:rsidRPr="00384DA8">
        <w:t xml:space="preserve">     5) объем расходов на обслуживание муниципального долга Веселовского района на 201</w:t>
      </w:r>
      <w:r>
        <w:t>8</w:t>
      </w:r>
      <w:r w:rsidRPr="00384DA8">
        <w:t xml:space="preserve"> год в сумме 0,0 тыс. рублей</w:t>
      </w:r>
      <w:r>
        <w:t>;</w:t>
      </w:r>
    </w:p>
    <w:p w:rsidR="00E83112" w:rsidRDefault="00E83112" w:rsidP="00236BB1">
      <w:pPr>
        <w:pStyle w:val="BlockText"/>
        <w:spacing w:after="120"/>
        <w:ind w:left="0" w:right="0" w:firstLine="0"/>
      </w:pPr>
      <w:r w:rsidRPr="00384DA8">
        <w:t xml:space="preserve">    6) прогнозируемый дефицит муниципального бюджета на 201</w:t>
      </w:r>
      <w:r>
        <w:t>8</w:t>
      </w:r>
      <w:r w:rsidRPr="00384DA8">
        <w:t xml:space="preserve"> год в сумме </w:t>
      </w:r>
      <w:r>
        <w:t xml:space="preserve">15108,9 </w:t>
      </w:r>
      <w:r w:rsidRPr="00384DA8">
        <w:t>тыс. рублей</w:t>
      </w:r>
      <w:r>
        <w:t>,</w:t>
      </w:r>
      <w:r w:rsidRPr="00C94CDA">
        <w:t xml:space="preserve"> </w:t>
      </w:r>
      <w:r>
        <w:t>на 2019 год в сумме 10044,4тыс. рублей, на 2020 год в сумме 10093,5 тыс. рублей.</w:t>
      </w:r>
    </w:p>
    <w:p w:rsidR="00E83112" w:rsidRDefault="00E83112" w:rsidP="008D7222">
      <w:pPr>
        <w:pStyle w:val="BlockText"/>
        <w:spacing w:after="120"/>
        <w:ind w:left="0" w:right="0" w:firstLine="0"/>
      </w:pPr>
      <w:r>
        <w:t xml:space="preserve">    </w:t>
      </w:r>
      <w:r w:rsidRPr="008D7222">
        <w:t xml:space="preserve">   </w:t>
      </w:r>
      <w:r>
        <w:t xml:space="preserve"> </w:t>
      </w:r>
      <w:r w:rsidRPr="008D7222">
        <w:t xml:space="preserve"> 1.</w:t>
      </w:r>
      <w:r>
        <w:t>2</w:t>
      </w:r>
      <w:r w:rsidRPr="008D7222">
        <w:t>. В Приложении №1 «Объем поступлений бюджета муниципального района на 2018</w:t>
      </w:r>
      <w:r>
        <w:t xml:space="preserve"> год</w:t>
      </w:r>
      <w:r w:rsidRPr="008D7222">
        <w:t xml:space="preserve"> </w:t>
      </w:r>
      <w:r w:rsidRPr="0040216D">
        <w:t xml:space="preserve">и на плановый период 2019 </w:t>
      </w:r>
      <w:r>
        <w:t xml:space="preserve"> </w:t>
      </w:r>
      <w:r w:rsidRPr="0040216D">
        <w:t>и 2020 годов</w:t>
      </w:r>
      <w:r w:rsidRPr="008D7222">
        <w:t xml:space="preserve">»  внести следующие изменения:   </w:t>
      </w:r>
    </w:p>
    <w:p w:rsidR="00E83112" w:rsidRDefault="00E83112" w:rsidP="00722EC7">
      <w:pPr>
        <w:pStyle w:val="BlockText"/>
        <w:spacing w:after="120"/>
        <w:ind w:left="0" w:right="0" w:firstLine="0"/>
      </w:pPr>
      <w:r>
        <w:t xml:space="preserve">     </w:t>
      </w:r>
      <w:r w:rsidRPr="00103BA9">
        <w:t>по строке «Налоговые и неналоговые доходы» в 2018 году цифры  12</w:t>
      </w:r>
      <w:r>
        <w:t>5366,7</w:t>
      </w:r>
      <w:r w:rsidRPr="00103BA9">
        <w:t xml:space="preserve">  заменить цифрами 12</w:t>
      </w:r>
      <w:r>
        <w:t>6794,0</w:t>
      </w:r>
    </w:p>
    <w:p w:rsidR="00E83112" w:rsidRPr="00CA58DE" w:rsidRDefault="00E83112" w:rsidP="00CA58DE">
      <w:pPr>
        <w:pStyle w:val="BlockText"/>
        <w:spacing w:after="120"/>
        <w:ind w:left="0" w:right="0" w:firstLine="0"/>
      </w:pPr>
      <w:r>
        <w:t xml:space="preserve">     </w:t>
      </w:r>
      <w:r w:rsidRPr="00CA58DE">
        <w:t>по строке «Государственная пошлина» в 2018 году цифры 1755,7  заменить цифрами 1786,8</w:t>
      </w:r>
    </w:p>
    <w:p w:rsidR="00E83112" w:rsidRPr="00CA58DE" w:rsidRDefault="00E83112" w:rsidP="00CA58DE">
      <w:pPr>
        <w:pStyle w:val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A58DE">
        <w:rPr>
          <w:sz w:val="28"/>
          <w:szCs w:val="28"/>
        </w:rPr>
        <w:t>по строке «Государственная пошлина за государственную регистрацию, а также за совершение прочих юридически значимых действий» в 2018 году цифры 1386,2 заменить цифрами 1417,3</w:t>
      </w:r>
    </w:p>
    <w:p w:rsidR="00E83112" w:rsidRPr="00E7138B" w:rsidRDefault="00E83112" w:rsidP="00CA58DE">
      <w:pPr>
        <w:pStyle w:val="BlockText"/>
        <w:spacing w:after="120"/>
        <w:ind w:left="0" w:right="0" w:firstLine="0"/>
      </w:pPr>
      <w:r>
        <w:t xml:space="preserve">     </w:t>
      </w:r>
      <w:r w:rsidRPr="00CA58DE">
        <w:t>по строке  «Государственная пошлина за государственную регистрацию прав, ограничений (обременений) прав на недвижимое имущество и сделок с ним» в 2018 году цифры 987,8 заменить цифрами 1018,9</w:t>
      </w:r>
      <w:r w:rsidRPr="00E7138B">
        <w:t xml:space="preserve"> </w:t>
      </w:r>
    </w:p>
    <w:p w:rsidR="00E83112" w:rsidRPr="00D75742" w:rsidRDefault="00E83112" w:rsidP="00D75742">
      <w:pPr>
        <w:pStyle w:val="BlockText"/>
        <w:spacing w:after="120"/>
        <w:ind w:left="0" w:right="0" w:firstLine="0"/>
      </w:pPr>
      <w:r>
        <w:t xml:space="preserve">     </w:t>
      </w:r>
      <w:r w:rsidRPr="00D75742">
        <w:t>по строке « Доходы от использования имущества, находящегося в государственной и муниципальной собственности» в 2018 году цифры 6284,6 заменить цифрами 6305,9</w:t>
      </w:r>
    </w:p>
    <w:p w:rsidR="00E83112" w:rsidRPr="00D75742" w:rsidRDefault="00E83112" w:rsidP="00D757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75742">
        <w:rPr>
          <w:sz w:val="28"/>
          <w:szCs w:val="28"/>
        </w:rPr>
        <w:t>по строке   «Платежи от государственных и муниципальных унитарных предприятий» в 2018 году  цифры 18,3 заменить цифрами 39,6</w:t>
      </w:r>
    </w:p>
    <w:p w:rsidR="00E83112" w:rsidRPr="00D75742" w:rsidRDefault="00E83112" w:rsidP="00D757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5742">
        <w:rPr>
          <w:sz w:val="28"/>
          <w:szCs w:val="28"/>
        </w:rPr>
        <w:t xml:space="preserve">      по строке «Доходы от перечисления части прибыли государственных и муниципальных унитарных предприятий, остающейся после уплаты налогов и обязательных платежей» в 2018 году цифры 18,3 заменить цифрами 39,6</w:t>
      </w:r>
    </w:p>
    <w:p w:rsidR="00E83112" w:rsidRPr="00042178" w:rsidRDefault="00E83112" w:rsidP="00D757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5742">
        <w:rPr>
          <w:sz w:val="28"/>
          <w:szCs w:val="28"/>
        </w:rPr>
        <w:t xml:space="preserve">      по строке «Доходы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районами» в 2018 году  цифры 18,3 заменить цифрами 39,6</w:t>
      </w:r>
    </w:p>
    <w:p w:rsidR="00E83112" w:rsidRPr="0029365E" w:rsidRDefault="00E83112" w:rsidP="0029365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9365E">
        <w:rPr>
          <w:sz w:val="28"/>
          <w:szCs w:val="28"/>
        </w:rPr>
        <w:t xml:space="preserve">      по строке «Доходы от оказания платных услуг (работ) и компенсации затрат государства» в 2018 году  цифры 50,8  заменить цифрами 85,6 </w:t>
      </w:r>
    </w:p>
    <w:p w:rsidR="00E83112" w:rsidRPr="0029365E" w:rsidRDefault="00E83112" w:rsidP="0029365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9365E">
        <w:rPr>
          <w:sz w:val="28"/>
          <w:szCs w:val="28"/>
        </w:rPr>
        <w:t xml:space="preserve">    по строке «Доходы от компенсации затрат государства» в 2018 году  цифры  50,8 заменить цифрами 85,6</w:t>
      </w:r>
    </w:p>
    <w:p w:rsidR="00E83112" w:rsidRPr="0029365E" w:rsidRDefault="00E83112" w:rsidP="0029365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936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29365E">
        <w:rPr>
          <w:sz w:val="28"/>
          <w:szCs w:val="28"/>
        </w:rPr>
        <w:t xml:space="preserve">   по строке « Прочие доходы от компенсации затрат государства» в 2018 году  цифры 43,2 заменить цифрами 78,0 </w:t>
      </w:r>
    </w:p>
    <w:p w:rsidR="00E83112" w:rsidRDefault="00E83112" w:rsidP="0029365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9365E">
        <w:rPr>
          <w:sz w:val="28"/>
          <w:szCs w:val="28"/>
        </w:rPr>
        <w:t xml:space="preserve">   по строке «Прочие доходы от компенсации затрат бюджетов муниципальных районов» в 2018 году цифры 43,2 заменить цифрами 78,0</w:t>
      </w:r>
      <w:r>
        <w:rPr>
          <w:sz w:val="28"/>
          <w:szCs w:val="28"/>
        </w:rPr>
        <w:t xml:space="preserve">  </w:t>
      </w:r>
    </w:p>
    <w:p w:rsidR="00E83112" w:rsidRPr="006247EA" w:rsidRDefault="00E83112" w:rsidP="006247E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247EA">
        <w:rPr>
          <w:sz w:val="28"/>
          <w:szCs w:val="28"/>
        </w:rPr>
        <w:t xml:space="preserve">      по строке «Доходы от продажи материальных и нематериальных активов» в 2018 году  цифры 3161,7 заменить цифрами 4501,8 </w:t>
      </w:r>
    </w:p>
    <w:p w:rsidR="00E83112" w:rsidRPr="006247EA" w:rsidRDefault="00E83112" w:rsidP="006247E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247E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6247EA">
        <w:rPr>
          <w:sz w:val="28"/>
          <w:szCs w:val="28"/>
        </w:rPr>
        <w:t>по строке «Доходы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казенных)» в 2018 году  цифры 146,6 заменить цифрами 233,9</w:t>
      </w:r>
    </w:p>
    <w:p w:rsidR="00E83112" w:rsidRPr="006247EA" w:rsidRDefault="00E83112" w:rsidP="006247EA">
      <w:pPr>
        <w:pStyle w:val="120"/>
        <w:jc w:val="both"/>
        <w:rPr>
          <w:sz w:val="28"/>
          <w:szCs w:val="28"/>
        </w:rPr>
      </w:pPr>
      <w:r w:rsidRPr="006247E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6247EA">
        <w:rPr>
          <w:sz w:val="28"/>
          <w:szCs w:val="28"/>
        </w:rPr>
        <w:t>по строке  «Доходы от реализации имущества, находящегося в собственности муниципальных районов (за исключением имущества  муниципальных бюджетных и автономных учреждений, в том числе казенных) в части реализации основных средств по указанному имуществу» в 2018 году  цифры 146,6 заменить цифрами 233,9</w:t>
      </w:r>
    </w:p>
    <w:p w:rsidR="00E83112" w:rsidRPr="006247EA" w:rsidRDefault="00E83112" w:rsidP="006247EA">
      <w:pPr>
        <w:pStyle w:val="120"/>
        <w:jc w:val="both"/>
        <w:rPr>
          <w:sz w:val="28"/>
          <w:szCs w:val="28"/>
        </w:rPr>
      </w:pPr>
      <w:r w:rsidRPr="006247E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6247EA">
        <w:rPr>
          <w:sz w:val="28"/>
          <w:szCs w:val="28"/>
        </w:rPr>
        <w:t>по строке «Доходы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 в 2018 году цифры 146,6 заменить цифрами 233,9</w:t>
      </w:r>
    </w:p>
    <w:p w:rsidR="00E83112" w:rsidRPr="006247EA" w:rsidRDefault="00E83112" w:rsidP="006247E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247E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6247EA">
        <w:rPr>
          <w:sz w:val="28"/>
          <w:szCs w:val="28"/>
        </w:rPr>
        <w:t xml:space="preserve"> по строке «Доходы от продажи земельных участков, находящихся в государственной и муниципальной собственности» в 2018 году цифры 3015,1 заменить цифрами  4267,9</w:t>
      </w:r>
    </w:p>
    <w:p w:rsidR="00E83112" w:rsidRPr="006247EA" w:rsidRDefault="00E83112" w:rsidP="006247E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247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247EA">
        <w:rPr>
          <w:sz w:val="28"/>
          <w:szCs w:val="28"/>
        </w:rPr>
        <w:t xml:space="preserve">  по строке «Доходы от продажи земельных участков, государственная собственность  на которые не разграничена»  в 2018 году цифры 2985,1  заменить цифрами  4132,6</w:t>
      </w:r>
    </w:p>
    <w:p w:rsidR="00E83112" w:rsidRPr="006247EA" w:rsidRDefault="00E83112" w:rsidP="006247E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247E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6247EA">
        <w:rPr>
          <w:sz w:val="28"/>
          <w:szCs w:val="28"/>
        </w:rPr>
        <w:t xml:space="preserve"> по строке «Доходы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районов» в 2018 году  цифры 2985,1 заменить цифрами 4132,6 </w:t>
      </w:r>
    </w:p>
    <w:p w:rsidR="00E83112" w:rsidRPr="006247EA" w:rsidRDefault="00E83112" w:rsidP="006247E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247EA">
        <w:rPr>
          <w:sz w:val="28"/>
          <w:szCs w:val="28"/>
        </w:rPr>
        <w:t xml:space="preserve">     по   строке «Доходы 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учреждений)» в 2018 году  цифры 30,0 заменить цифрами 135,3</w:t>
      </w:r>
    </w:p>
    <w:p w:rsidR="00E83112" w:rsidRPr="00A608F3" w:rsidRDefault="00E83112" w:rsidP="006247E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247EA">
        <w:rPr>
          <w:sz w:val="28"/>
          <w:szCs w:val="28"/>
        </w:rPr>
        <w:t xml:space="preserve">     по  строке «Доходы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учреждений)» в 2018 году  цифры 30,0 заменить цифрами 135,3</w:t>
      </w:r>
    </w:p>
    <w:p w:rsidR="00E83112" w:rsidRPr="00B7777C" w:rsidRDefault="00E83112" w:rsidP="00B777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7777C">
        <w:rPr>
          <w:sz w:val="28"/>
          <w:szCs w:val="28"/>
        </w:rPr>
        <w:t>по строке «Денежные взыскания (штрафы) за нарушение законодательства о налогах и сборах» в 2018 году цифры 52,3 заменить цифрами 57,3</w:t>
      </w:r>
    </w:p>
    <w:p w:rsidR="00E83112" w:rsidRPr="00B7777C" w:rsidRDefault="00E83112" w:rsidP="00B777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7777C">
        <w:rPr>
          <w:sz w:val="28"/>
          <w:szCs w:val="28"/>
        </w:rPr>
        <w:t xml:space="preserve">    по строке « Денежные взыскания (штрафы) за нарушение законодательства о налогах и сборах, предусмотренные статьями 116,118,статьей 119.1, пунктами 1и 2 статьи 120, статьями 125,126,128,129,129.1,133,134,135,135.1,Налогового кодекса Российской Федерации» в 2018 году цифры 52,3 заменить цифрами 57,3</w:t>
      </w:r>
    </w:p>
    <w:p w:rsidR="00E83112" w:rsidRPr="00B7777C" w:rsidRDefault="00E83112" w:rsidP="00B777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7777C">
        <w:rPr>
          <w:sz w:val="28"/>
          <w:szCs w:val="28"/>
        </w:rPr>
        <w:t xml:space="preserve">    по строке «Денежные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продукции» в 2018 году цифры 132,0 заменить цифрами 147,0</w:t>
      </w:r>
    </w:p>
    <w:p w:rsidR="00E83112" w:rsidRPr="00967A35" w:rsidRDefault="00E83112" w:rsidP="00B777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7777C">
        <w:rPr>
          <w:sz w:val="28"/>
          <w:szCs w:val="28"/>
        </w:rPr>
        <w:t xml:space="preserve">    по строке «Денежные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 и табачной  продукции» в 2018 году  цифры 132,0 заменить цифрами 147,0</w:t>
      </w:r>
    </w:p>
    <w:p w:rsidR="00E83112" w:rsidRPr="00042178" w:rsidRDefault="00E83112" w:rsidP="0029365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83112" w:rsidRPr="00A4399A" w:rsidRDefault="00E83112" w:rsidP="00A4399A">
      <w:pPr>
        <w:pStyle w:val="BlockText"/>
        <w:spacing w:after="120"/>
        <w:ind w:left="0" w:right="0" w:firstLine="0"/>
      </w:pPr>
      <w:r w:rsidRPr="00A4399A">
        <w:t xml:space="preserve">    по строке «Денежные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 экспертизе, в области охраны окружающей среды,  о рыболовстве и сохранении водных биологических ресурсов, земельного законодательства, лесного законодательства, водного законодательства» в 2018 году цифры 277,6 заменить цифрами 297,6</w:t>
      </w:r>
    </w:p>
    <w:p w:rsidR="00E83112" w:rsidRDefault="00E83112" w:rsidP="00A4399A">
      <w:pPr>
        <w:pStyle w:val="BlockText"/>
        <w:spacing w:after="120"/>
        <w:ind w:left="0" w:right="0" w:firstLine="0"/>
      </w:pPr>
      <w:r w:rsidRPr="00A4399A">
        <w:rPr>
          <w:sz w:val="24"/>
          <w:szCs w:val="24"/>
        </w:rPr>
        <w:t xml:space="preserve">       </w:t>
      </w:r>
      <w:r w:rsidRPr="00A4399A">
        <w:t>по строке «Денежные взыскания (штрафы) за нарушение законодательства Российской Федерации об охране и использовании животного мира» в 2018 году цифры 54,0 заменить цифрами 74,0</w:t>
      </w:r>
    </w:p>
    <w:p w:rsidR="00E83112" w:rsidRPr="00ED2253" w:rsidRDefault="00E83112" w:rsidP="00ED225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D2253">
        <w:rPr>
          <w:sz w:val="28"/>
          <w:szCs w:val="28"/>
        </w:rPr>
        <w:t xml:space="preserve">     по строке «Суммы по искам о возмещении вреда, причиненного окружающей среде» в 2018 году  цифры 78,8 заменить цифрами 98,8</w:t>
      </w:r>
    </w:p>
    <w:p w:rsidR="00E83112" w:rsidRPr="00ED2253" w:rsidRDefault="00E83112" w:rsidP="00ED225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D2253">
        <w:rPr>
          <w:sz w:val="28"/>
          <w:szCs w:val="28"/>
        </w:rPr>
        <w:t xml:space="preserve">     по строке «Суммы по искам о возмещении вреда, причиненного окружающей среде, подлежащие зачислению в бюджеты муниципальных районов» в 2018 году  цифры 78,8 заменить цифрами 98,8</w:t>
      </w:r>
    </w:p>
    <w:p w:rsidR="00E83112" w:rsidRPr="00ED2253" w:rsidRDefault="00E83112" w:rsidP="00ED22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D2253">
        <w:t xml:space="preserve">   </w:t>
      </w:r>
      <w:r w:rsidRPr="00ED2253">
        <w:rPr>
          <w:sz w:val="28"/>
          <w:szCs w:val="28"/>
        </w:rPr>
        <w:t xml:space="preserve">   по строке «Денежные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правонарушениях» в 2018 году цифры 82,8 заменить цифрами 145,9</w:t>
      </w:r>
    </w:p>
    <w:p w:rsidR="00E83112" w:rsidRPr="00ED2253" w:rsidRDefault="00E83112" w:rsidP="00ED2253">
      <w:pPr>
        <w:pStyle w:val="120"/>
        <w:jc w:val="both"/>
        <w:rPr>
          <w:sz w:val="28"/>
          <w:szCs w:val="28"/>
        </w:rPr>
      </w:pPr>
      <w:r w:rsidRPr="00ED2253">
        <w:rPr>
          <w:sz w:val="28"/>
          <w:szCs w:val="28"/>
        </w:rPr>
        <w:t xml:space="preserve">     по строке «Прочие поступления от денежных взысканий (штрафов) и иных сумм возмещение ущерба» в 2018 году цифры 1249,6 заменить цифрами 1126,5</w:t>
      </w:r>
    </w:p>
    <w:p w:rsidR="00E83112" w:rsidRDefault="00E83112" w:rsidP="00096919">
      <w:pPr>
        <w:pStyle w:val="BlockText"/>
        <w:spacing w:after="120"/>
        <w:ind w:left="0" w:right="0" w:firstLine="0"/>
      </w:pPr>
      <w:r w:rsidRPr="00ED2253">
        <w:t xml:space="preserve">    по строке «Прочие поступления от денежных взысканий (штрафов) и иных сумм в возмещение ущерба, зачисляемые в бюджеты муниципальных районов»</w:t>
      </w:r>
      <w:r>
        <w:t xml:space="preserve"> </w:t>
      </w:r>
      <w:r w:rsidRPr="00ED2253">
        <w:t>в 2018 году  цифры 1249,6 заменить цифрами 1126,5</w:t>
      </w:r>
      <w:r>
        <w:t xml:space="preserve">  </w:t>
      </w:r>
    </w:p>
    <w:p w:rsidR="00E83112" w:rsidRPr="00FD42F9" w:rsidRDefault="00E83112" w:rsidP="00FD42F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D42F9">
        <w:rPr>
          <w:sz w:val="28"/>
          <w:szCs w:val="28"/>
        </w:rPr>
        <w:t xml:space="preserve">     по строке «Безвозмездные поступления» в 2018 году цифры 592123,1 заменить цифрами 598244,8 </w:t>
      </w:r>
    </w:p>
    <w:p w:rsidR="00E83112" w:rsidRDefault="00E83112" w:rsidP="000832BF">
      <w:pPr>
        <w:pStyle w:val="BlockText"/>
        <w:spacing w:after="120"/>
        <w:ind w:left="0" w:right="0" w:firstLine="0"/>
      </w:pPr>
      <w:r w:rsidRPr="0014073A">
        <w:t xml:space="preserve">     по строке «Безвозмездные поступления от других бюджетов бюджетной системы Российской Федерации»  в 2018 году цифры 592223,1 заменить цифрами 598379,6</w:t>
      </w:r>
    </w:p>
    <w:p w:rsidR="00E83112" w:rsidRPr="0014073A" w:rsidRDefault="00E83112" w:rsidP="000832BF">
      <w:pPr>
        <w:pStyle w:val="BlockText"/>
        <w:spacing w:after="120"/>
        <w:ind w:left="0" w:right="0" w:firstLine="0"/>
      </w:pPr>
      <w:r>
        <w:t xml:space="preserve">  по строке «</w:t>
      </w:r>
      <w:r w:rsidRPr="00AF0455">
        <w:t>Субсидии бюджетам субъектов Российской Федерации и муниципальных образований (межбюджетные субсидии)</w:t>
      </w:r>
      <w:r>
        <w:t>» в 2018 году  цифра 47574,8 заменить цифрами 47574,8</w:t>
      </w:r>
    </w:p>
    <w:p w:rsidR="00E83112" w:rsidRPr="0014073A" w:rsidRDefault="00E83112" w:rsidP="006C46FB">
      <w:pPr>
        <w:pStyle w:val="BlockText"/>
        <w:spacing w:after="120"/>
        <w:ind w:left="0" w:right="0" w:firstLine="0"/>
      </w:pPr>
      <w:r w:rsidRPr="0014073A">
        <w:t xml:space="preserve">  по строке «Субсидии бюджетам на реализацию мероприятий по обеспечению жильем молодых семей» в 2018 году цифры 2851,6 заменить цифрами 2187,3</w:t>
      </w:r>
    </w:p>
    <w:p w:rsidR="00E83112" w:rsidRPr="0014073A" w:rsidRDefault="00E83112" w:rsidP="006C46FB">
      <w:pPr>
        <w:pStyle w:val="BlockText"/>
        <w:spacing w:after="120"/>
        <w:ind w:left="0" w:right="0" w:firstLine="0"/>
      </w:pPr>
      <w:r w:rsidRPr="0014073A">
        <w:t xml:space="preserve">  по строке «Субсидии бюджетам муниципальных районов на реализацию мероприятий по обеспечению жильем молодых семей» в 2018 году цифры 2851,6 заменить цифрами 2187,3</w:t>
      </w:r>
    </w:p>
    <w:p w:rsidR="00E83112" w:rsidRDefault="00E83112" w:rsidP="000832BF">
      <w:pPr>
        <w:pStyle w:val="BlockText"/>
        <w:spacing w:after="120"/>
        <w:ind w:left="0" w:right="0" w:firstLine="0"/>
      </w:pPr>
      <w:r w:rsidRPr="0014073A">
        <w:t xml:space="preserve">    по строке «Прочие субсидии» в 2018 году цифры 19693,0 заменить цифрами 203</w:t>
      </w:r>
      <w:r>
        <w:t>57,3</w:t>
      </w:r>
    </w:p>
    <w:p w:rsidR="00E83112" w:rsidRPr="0014073A" w:rsidRDefault="00E83112" w:rsidP="000832BF">
      <w:pPr>
        <w:pStyle w:val="BlockText"/>
        <w:spacing w:after="120"/>
        <w:ind w:left="0" w:right="0" w:firstLine="0"/>
      </w:pPr>
      <w:r w:rsidRPr="0014073A">
        <w:t xml:space="preserve">      по строке «Прочие субсидии бюджетам муниципальных районов» в 2018 году цифры 19693,0 заменить цифрами 203</w:t>
      </w:r>
      <w:r>
        <w:t>57,3</w:t>
      </w:r>
    </w:p>
    <w:p w:rsidR="00E83112" w:rsidRPr="0014073A" w:rsidRDefault="00E83112" w:rsidP="005036BA">
      <w:pPr>
        <w:pStyle w:val="BlockText"/>
        <w:spacing w:after="120"/>
        <w:ind w:left="0" w:right="0" w:firstLine="0"/>
      </w:pPr>
      <w:r w:rsidRPr="0014073A">
        <w:t xml:space="preserve">  по строке «Субвенции бюджетам субъектов Российской Федерации и муниципальных образований» в 2018 году цифры 476391,8 заменить цифрами 477336,0</w:t>
      </w:r>
    </w:p>
    <w:p w:rsidR="00E83112" w:rsidRPr="0014073A" w:rsidRDefault="00E83112" w:rsidP="005036BA">
      <w:pPr>
        <w:pStyle w:val="BlockText"/>
        <w:spacing w:after="120"/>
        <w:ind w:left="0" w:right="0" w:firstLine="0"/>
      </w:pPr>
      <w:r w:rsidRPr="0014073A">
        <w:t xml:space="preserve">      по строке «Субвенции местным бюджетам на выполнение передаваемых полномочий субъектов Российской Федерации» в 2018 году цифры 183679,5 заменить цифрами 184244,7</w:t>
      </w:r>
    </w:p>
    <w:p w:rsidR="00E83112" w:rsidRPr="0014073A" w:rsidRDefault="00E83112" w:rsidP="005036BA">
      <w:pPr>
        <w:pStyle w:val="BlockText"/>
        <w:spacing w:after="120"/>
        <w:ind w:left="0" w:right="0" w:firstLine="0"/>
      </w:pPr>
      <w:r w:rsidRPr="0014073A">
        <w:t xml:space="preserve">      по строке «Субвенции бюджетам муниципальных районов на выполнение передаваемых полномочий субъектов Российской Федерации» в 2018 году цифры 183679,5 заменить цифрами 184244,7</w:t>
      </w:r>
    </w:p>
    <w:p w:rsidR="00E83112" w:rsidRPr="0014073A" w:rsidRDefault="00E83112" w:rsidP="007F68BC">
      <w:pPr>
        <w:pStyle w:val="BlockText"/>
        <w:spacing w:after="120"/>
        <w:ind w:left="0" w:right="0" w:firstLine="0"/>
      </w:pPr>
      <w:r w:rsidRPr="0014073A">
        <w:t xml:space="preserve">  по строке «Субвенции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лицами)» в 2018 году цифры 13730,4 заменить цифрами 14109,4</w:t>
      </w:r>
    </w:p>
    <w:p w:rsidR="00E83112" w:rsidRPr="0014073A" w:rsidRDefault="00E83112" w:rsidP="007F68BC">
      <w:pPr>
        <w:pStyle w:val="BlockText"/>
        <w:spacing w:after="120"/>
        <w:ind w:left="0" w:right="0" w:firstLine="0"/>
      </w:pPr>
      <w:r w:rsidRPr="0014073A">
        <w:t xml:space="preserve">  по строке «Субвенции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лицами)» в 2018 году цифры 13730,4 заменить цифрами 14109,4</w:t>
      </w:r>
    </w:p>
    <w:p w:rsidR="00E83112" w:rsidRPr="0014073A" w:rsidRDefault="00E83112" w:rsidP="00830B31">
      <w:pPr>
        <w:pStyle w:val="120"/>
        <w:jc w:val="both"/>
        <w:rPr>
          <w:sz w:val="28"/>
          <w:szCs w:val="28"/>
        </w:rPr>
      </w:pPr>
      <w:r w:rsidRPr="0014073A">
        <w:t xml:space="preserve">      </w:t>
      </w:r>
      <w:r w:rsidRPr="0014073A">
        <w:rPr>
          <w:sz w:val="28"/>
          <w:szCs w:val="28"/>
        </w:rPr>
        <w:t>по строке «Иные межбюджетные трансферты» в 2018 году цифры 5538,4 заменить цифрами 10750,7</w:t>
      </w:r>
    </w:p>
    <w:p w:rsidR="00E83112" w:rsidRPr="0014073A" w:rsidRDefault="00E83112" w:rsidP="00E3016D">
      <w:pPr>
        <w:pStyle w:val="120"/>
        <w:jc w:val="both"/>
        <w:rPr>
          <w:sz w:val="28"/>
          <w:szCs w:val="28"/>
        </w:rPr>
      </w:pPr>
      <w:r w:rsidRPr="0014073A">
        <w:rPr>
          <w:sz w:val="28"/>
          <w:szCs w:val="28"/>
        </w:rPr>
        <w:t xml:space="preserve">    </w:t>
      </w:r>
      <w:r w:rsidRPr="0014073A">
        <w:t xml:space="preserve">      </w:t>
      </w:r>
      <w:r w:rsidRPr="0014073A">
        <w:rPr>
          <w:sz w:val="28"/>
          <w:szCs w:val="28"/>
        </w:rPr>
        <w:t>по строке «Прочие межбюджетные трансферты, передаваемые бюджетам» в 2018 году цифры 5538,4 заменить цифрами 10750,7</w:t>
      </w:r>
    </w:p>
    <w:p w:rsidR="00E83112" w:rsidRPr="0014073A" w:rsidRDefault="00E83112" w:rsidP="00B5638A">
      <w:pPr>
        <w:pStyle w:val="120"/>
        <w:jc w:val="both"/>
        <w:rPr>
          <w:sz w:val="28"/>
          <w:szCs w:val="28"/>
        </w:rPr>
      </w:pPr>
      <w:r w:rsidRPr="0014073A">
        <w:t xml:space="preserve">      </w:t>
      </w:r>
      <w:r w:rsidRPr="0014073A">
        <w:rPr>
          <w:sz w:val="28"/>
          <w:szCs w:val="28"/>
        </w:rPr>
        <w:t>по строке «Прочие межбюджетные трансферты, передаваемые бюджетам муниципальных районов» в 2018 году цифры</w:t>
      </w:r>
      <w:r>
        <w:rPr>
          <w:sz w:val="28"/>
          <w:szCs w:val="28"/>
        </w:rPr>
        <w:t xml:space="preserve"> 5538,4 заменить цифрами 10750,7</w:t>
      </w:r>
    </w:p>
    <w:p w:rsidR="00E83112" w:rsidRPr="0014073A" w:rsidRDefault="00E83112" w:rsidP="00B5638A">
      <w:pPr>
        <w:pStyle w:val="120"/>
        <w:jc w:val="both"/>
        <w:rPr>
          <w:sz w:val="28"/>
          <w:szCs w:val="28"/>
        </w:rPr>
      </w:pPr>
      <w:r w:rsidRPr="0014073A">
        <w:rPr>
          <w:sz w:val="28"/>
          <w:szCs w:val="28"/>
        </w:rPr>
        <w:t xml:space="preserve">     по строке «Возврат остатков субсидий, субвенций и иных межбюджетных трансфертов, имеющих целевое назначение, прошлых лет из бюджетов муниципальных районов» в 2018 году цифры минус 100,0 заменить цифрами минус 134,8</w:t>
      </w:r>
    </w:p>
    <w:p w:rsidR="00E83112" w:rsidRPr="0014073A" w:rsidRDefault="00E83112" w:rsidP="00B5638A">
      <w:pPr>
        <w:pStyle w:val="120"/>
        <w:jc w:val="both"/>
        <w:rPr>
          <w:sz w:val="28"/>
          <w:szCs w:val="28"/>
        </w:rPr>
      </w:pPr>
      <w:r w:rsidRPr="0014073A">
        <w:rPr>
          <w:sz w:val="28"/>
          <w:szCs w:val="28"/>
        </w:rPr>
        <w:t xml:space="preserve">      по строке «Возврат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N 81-ФЗ "О государственных пособиях гражданам, имеющим детей" из бюджетов муниципальных районов» в 2018 году цифры  минус 6,1 заменить цифрами минус 40,9</w:t>
      </w:r>
    </w:p>
    <w:p w:rsidR="00E83112" w:rsidRPr="0014073A" w:rsidRDefault="00E83112" w:rsidP="00935C32">
      <w:pPr>
        <w:pStyle w:val="BlockText"/>
        <w:spacing w:after="120"/>
        <w:ind w:left="0" w:right="0" w:firstLine="0"/>
      </w:pPr>
      <w:r w:rsidRPr="0014073A">
        <w:t xml:space="preserve">      1.3. В приложении 2 «Источники финансирования дефицита муниципального района на 2018 год и на плановый период 2019 и 2020 годов:</w:t>
      </w:r>
    </w:p>
    <w:p w:rsidR="00E83112" w:rsidRPr="0014073A" w:rsidRDefault="00E83112" w:rsidP="00935C32">
      <w:pPr>
        <w:pStyle w:val="BlockText"/>
        <w:spacing w:after="120"/>
        <w:ind w:left="0" w:right="0" w:firstLine="0"/>
      </w:pPr>
      <w:r w:rsidRPr="0014073A">
        <w:t xml:space="preserve">    а) по  строкам  третьей, четвертой, пятой, шестой в 2018 году цифры «717489,8» заменить цифрами «725038,8»</w:t>
      </w:r>
    </w:p>
    <w:p w:rsidR="00E83112" w:rsidRPr="0014073A" w:rsidRDefault="00E83112" w:rsidP="00935C32">
      <w:pPr>
        <w:pStyle w:val="BlockText"/>
        <w:spacing w:after="120"/>
        <w:ind w:left="0" w:right="0" w:firstLine="0"/>
      </w:pPr>
      <w:r w:rsidRPr="0014073A">
        <w:t xml:space="preserve">   б) по строкам седьмой, восьмой, девятой, десятой цифры в 2018 году цифры «732598,7» заменить цифрами «740147,7»</w:t>
      </w:r>
    </w:p>
    <w:p w:rsidR="00E83112" w:rsidRPr="0014073A" w:rsidRDefault="00E83112" w:rsidP="00C06838">
      <w:pPr>
        <w:pStyle w:val="Heading4"/>
        <w:jc w:val="both"/>
        <w:rPr>
          <w:b w:val="0"/>
          <w:bCs w:val="0"/>
        </w:rPr>
      </w:pPr>
      <w:r w:rsidRPr="0014073A">
        <w:rPr>
          <w:b w:val="0"/>
          <w:bCs w:val="0"/>
        </w:rPr>
        <w:t xml:space="preserve">      1.4. В Приложении №6 «Перечень  главных администраторов  доходов  бюджета муниципального  района – органов государственной  власти   Российской Федерации и Ростовской области»</w:t>
      </w:r>
    </w:p>
    <w:p w:rsidR="00E83112" w:rsidRPr="0014073A" w:rsidRDefault="00E83112" w:rsidP="00C0683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4073A">
        <w:rPr>
          <w:sz w:val="28"/>
          <w:szCs w:val="28"/>
        </w:rPr>
        <w:t xml:space="preserve">    ввести строку с администратором доходов бюджета муниципального района 823  «Департамент по предупреждению и ликвидации чрезвычайных ситуаций Ростовской области» с  кодом дохода:</w:t>
      </w:r>
    </w:p>
    <w:p w:rsidR="00E83112" w:rsidRPr="0014073A" w:rsidRDefault="00E83112" w:rsidP="00C06838">
      <w:pPr>
        <w:jc w:val="both"/>
        <w:rPr>
          <w:sz w:val="28"/>
          <w:szCs w:val="28"/>
        </w:rPr>
      </w:pPr>
      <w:r w:rsidRPr="0014073A">
        <w:rPr>
          <w:sz w:val="28"/>
          <w:szCs w:val="28"/>
        </w:rPr>
        <w:t>1 16 90050 05 0000 140 «Прочие поступления от денежных взысканий (штрафов) и иных сумм в возмещение ущерба, зачисляемые в бюджеты муниципальных районов»</w:t>
      </w:r>
    </w:p>
    <w:p w:rsidR="00E83112" w:rsidRPr="0014073A" w:rsidRDefault="00E83112" w:rsidP="00013F5C">
      <w:pPr>
        <w:jc w:val="both"/>
      </w:pPr>
      <w:r w:rsidRPr="0014073A">
        <w:rPr>
          <w:sz w:val="28"/>
          <w:szCs w:val="28"/>
        </w:rPr>
        <w:t xml:space="preserve">     </w:t>
      </w:r>
    </w:p>
    <w:p w:rsidR="00E83112" w:rsidRPr="0014073A" w:rsidRDefault="00E83112" w:rsidP="00935C32">
      <w:pPr>
        <w:pStyle w:val="BlockText"/>
        <w:spacing w:after="120"/>
        <w:ind w:left="0" w:right="0" w:firstLine="0"/>
      </w:pPr>
      <w:r w:rsidRPr="0014073A">
        <w:t xml:space="preserve">      1.5. В приложении 10 «Распределение бюджетных ассигнований  по разделам и подразделам, целевым статьям (муниципальным программам Веселовского района и непрограммным направлениям деятельности), группам и подгруппам  видов расходов классификации»:</w:t>
      </w:r>
    </w:p>
    <w:p w:rsidR="00E83112" w:rsidRPr="0014073A" w:rsidRDefault="00E83112" w:rsidP="003E68B1">
      <w:pPr>
        <w:tabs>
          <w:tab w:val="left" w:pos="2205"/>
        </w:tabs>
        <w:jc w:val="both"/>
        <w:rPr>
          <w:sz w:val="28"/>
          <w:szCs w:val="28"/>
        </w:rPr>
      </w:pPr>
      <w:r w:rsidRPr="0014073A">
        <w:rPr>
          <w:sz w:val="28"/>
          <w:szCs w:val="28"/>
        </w:rPr>
        <w:t xml:space="preserve">      по строке «Общегосударственные вопросы» в 2018 году цифры 51455,3 заменить цифрами 51155,7</w:t>
      </w:r>
    </w:p>
    <w:p w:rsidR="00E83112" w:rsidRPr="0014073A" w:rsidRDefault="00E83112" w:rsidP="00FE430A">
      <w:pPr>
        <w:tabs>
          <w:tab w:val="left" w:pos="2205"/>
        </w:tabs>
        <w:rPr>
          <w:sz w:val="28"/>
          <w:szCs w:val="28"/>
        </w:rPr>
      </w:pPr>
      <w:r w:rsidRPr="0014073A">
        <w:rPr>
          <w:sz w:val="28"/>
          <w:szCs w:val="28"/>
        </w:rPr>
        <w:t xml:space="preserve">      по строке «Другие общегосударственные вопросы» в 2018 году цифры 12458,2 заменить цифрами 12558,2</w:t>
      </w:r>
    </w:p>
    <w:p w:rsidR="00E83112" w:rsidRPr="0014073A" w:rsidRDefault="00E83112" w:rsidP="007F68BC">
      <w:pPr>
        <w:tabs>
          <w:tab w:val="left" w:pos="2205"/>
        </w:tabs>
        <w:rPr>
          <w:sz w:val="28"/>
          <w:szCs w:val="28"/>
        </w:rPr>
      </w:pPr>
      <w:r w:rsidRPr="0014073A">
        <w:rPr>
          <w:sz w:val="28"/>
          <w:szCs w:val="28"/>
        </w:rPr>
        <w:t xml:space="preserve">      по строке «Национальная экономика» в 2018 году цифры 51415,1 заменить цифрами 56622,7</w:t>
      </w:r>
    </w:p>
    <w:p w:rsidR="00E83112" w:rsidRPr="0014073A" w:rsidRDefault="00E83112" w:rsidP="00752AEB">
      <w:pPr>
        <w:tabs>
          <w:tab w:val="left" w:pos="2205"/>
        </w:tabs>
        <w:jc w:val="both"/>
        <w:rPr>
          <w:sz w:val="28"/>
          <w:szCs w:val="28"/>
        </w:rPr>
      </w:pPr>
      <w:r w:rsidRPr="0014073A">
        <w:rPr>
          <w:sz w:val="28"/>
          <w:szCs w:val="28"/>
        </w:rPr>
        <w:t xml:space="preserve">      по строке «Сельское хозяйство и рыболовство» в 2018 году цифры 13776,0 заменить цифрами 18983,6</w:t>
      </w:r>
    </w:p>
    <w:p w:rsidR="00E83112" w:rsidRPr="0014073A" w:rsidRDefault="00E83112" w:rsidP="00752AEB">
      <w:pPr>
        <w:tabs>
          <w:tab w:val="left" w:pos="2205"/>
        </w:tabs>
        <w:jc w:val="both"/>
        <w:rPr>
          <w:sz w:val="28"/>
          <w:szCs w:val="28"/>
        </w:rPr>
      </w:pPr>
      <w:r w:rsidRPr="0014073A">
        <w:rPr>
          <w:sz w:val="28"/>
          <w:szCs w:val="28"/>
        </w:rPr>
        <w:t xml:space="preserve">     по строке «Жилищно-коммунальное хозяйство» в 2018 году цифры 4453,8 заменить цифрами 5463,8</w:t>
      </w:r>
    </w:p>
    <w:p w:rsidR="00E83112" w:rsidRPr="0014073A" w:rsidRDefault="00E83112" w:rsidP="00752AEB">
      <w:pPr>
        <w:tabs>
          <w:tab w:val="left" w:pos="2205"/>
        </w:tabs>
        <w:jc w:val="both"/>
        <w:rPr>
          <w:sz w:val="28"/>
          <w:szCs w:val="28"/>
        </w:rPr>
      </w:pPr>
      <w:r w:rsidRPr="0014073A">
        <w:rPr>
          <w:sz w:val="28"/>
          <w:szCs w:val="28"/>
        </w:rPr>
        <w:t xml:space="preserve">     по строке «Коммунальное хозяйство» в 2018 году цифры 4483,8 заменить цифрами 5463,8</w:t>
      </w:r>
    </w:p>
    <w:p w:rsidR="00E83112" w:rsidRPr="0014073A" w:rsidRDefault="00E83112" w:rsidP="00752AEB">
      <w:pPr>
        <w:tabs>
          <w:tab w:val="left" w:pos="2205"/>
        </w:tabs>
        <w:jc w:val="both"/>
        <w:rPr>
          <w:sz w:val="28"/>
          <w:szCs w:val="28"/>
        </w:rPr>
      </w:pPr>
      <w:r w:rsidRPr="0014073A">
        <w:rPr>
          <w:sz w:val="28"/>
          <w:szCs w:val="28"/>
        </w:rPr>
        <w:t xml:space="preserve">     по строке «Образование» в 2018 году цифры 333031,8 заменить цифрами 333813,9, в 2020 году цифры 333264,9 заменить цифрами 333287,8</w:t>
      </w:r>
    </w:p>
    <w:p w:rsidR="00E83112" w:rsidRPr="0014073A" w:rsidRDefault="00E83112" w:rsidP="00752AEB">
      <w:pPr>
        <w:tabs>
          <w:tab w:val="left" w:pos="2205"/>
        </w:tabs>
        <w:jc w:val="both"/>
        <w:rPr>
          <w:sz w:val="28"/>
          <w:szCs w:val="28"/>
        </w:rPr>
      </w:pPr>
      <w:r w:rsidRPr="0014073A">
        <w:rPr>
          <w:sz w:val="28"/>
          <w:szCs w:val="28"/>
        </w:rPr>
        <w:t xml:space="preserve">     по строке «Общее образование» в 2018 году цифры 238615,5 заменить цифрами 239397,6, в 2020 году цифры 231996,1 заменить цифрами 232019,0</w:t>
      </w:r>
    </w:p>
    <w:p w:rsidR="00E83112" w:rsidRPr="0014073A" w:rsidRDefault="00E83112" w:rsidP="00752AEB">
      <w:pPr>
        <w:tabs>
          <w:tab w:val="left" w:pos="2205"/>
        </w:tabs>
        <w:jc w:val="both"/>
        <w:rPr>
          <w:sz w:val="28"/>
          <w:szCs w:val="28"/>
        </w:rPr>
      </w:pPr>
      <w:r w:rsidRPr="0014073A">
        <w:rPr>
          <w:sz w:val="28"/>
          <w:szCs w:val="28"/>
        </w:rPr>
        <w:t xml:space="preserve">     по строке «Здравоохранение» в 2018 году цифры 7377,2 заменить цифрами 7381,9</w:t>
      </w:r>
    </w:p>
    <w:p w:rsidR="00E83112" w:rsidRPr="0014073A" w:rsidRDefault="00E83112" w:rsidP="00752AEB">
      <w:pPr>
        <w:tabs>
          <w:tab w:val="left" w:pos="2205"/>
        </w:tabs>
        <w:jc w:val="both"/>
        <w:rPr>
          <w:sz w:val="28"/>
          <w:szCs w:val="28"/>
        </w:rPr>
      </w:pPr>
      <w:r w:rsidRPr="0014073A">
        <w:rPr>
          <w:sz w:val="28"/>
          <w:szCs w:val="28"/>
        </w:rPr>
        <w:t xml:space="preserve">     по строке «Амбулаторная помощь» в 2018  году цифры 4973,6 заменить цифрами 4978,3</w:t>
      </w:r>
    </w:p>
    <w:p w:rsidR="00E83112" w:rsidRPr="0014073A" w:rsidRDefault="00E83112" w:rsidP="00752AEB">
      <w:pPr>
        <w:tabs>
          <w:tab w:val="left" w:pos="2205"/>
        </w:tabs>
        <w:jc w:val="both"/>
        <w:rPr>
          <w:sz w:val="28"/>
          <w:szCs w:val="28"/>
        </w:rPr>
      </w:pPr>
      <w:r w:rsidRPr="0014073A">
        <w:rPr>
          <w:sz w:val="28"/>
          <w:szCs w:val="28"/>
        </w:rPr>
        <w:t xml:space="preserve">     по строке «Социальная политика» в 2018 году цифры 252116,2 заменить цифрами 252960,4</w:t>
      </w:r>
    </w:p>
    <w:p w:rsidR="00E83112" w:rsidRPr="0014073A" w:rsidRDefault="00E83112" w:rsidP="00752AEB">
      <w:pPr>
        <w:tabs>
          <w:tab w:val="left" w:pos="2205"/>
        </w:tabs>
        <w:jc w:val="both"/>
        <w:rPr>
          <w:sz w:val="28"/>
          <w:szCs w:val="28"/>
        </w:rPr>
      </w:pPr>
      <w:r w:rsidRPr="0014073A">
        <w:rPr>
          <w:sz w:val="28"/>
          <w:szCs w:val="28"/>
        </w:rPr>
        <w:t xml:space="preserve">       по строке «Социальное обеспечение населения» в 2018 году цифры 99941,4 заменить цифрами 100406,6</w:t>
      </w:r>
    </w:p>
    <w:p w:rsidR="00E83112" w:rsidRPr="0014073A" w:rsidRDefault="00E83112" w:rsidP="00CC7A7C">
      <w:pPr>
        <w:tabs>
          <w:tab w:val="left" w:pos="2205"/>
        </w:tabs>
        <w:jc w:val="both"/>
        <w:rPr>
          <w:sz w:val="28"/>
          <w:szCs w:val="28"/>
        </w:rPr>
      </w:pPr>
      <w:r w:rsidRPr="0014073A">
        <w:rPr>
          <w:sz w:val="28"/>
          <w:szCs w:val="28"/>
        </w:rPr>
        <w:t xml:space="preserve">       по строке «Охрана семьи и детства» в 2018 году цифры 68454,7 заменить цифрами 68815,7</w:t>
      </w:r>
    </w:p>
    <w:p w:rsidR="00E83112" w:rsidRPr="0014073A" w:rsidRDefault="00E83112" w:rsidP="00ED0C8B">
      <w:pPr>
        <w:tabs>
          <w:tab w:val="left" w:pos="2205"/>
        </w:tabs>
        <w:jc w:val="both"/>
        <w:rPr>
          <w:sz w:val="28"/>
          <w:szCs w:val="28"/>
        </w:rPr>
      </w:pPr>
      <w:r w:rsidRPr="0014073A">
        <w:rPr>
          <w:sz w:val="28"/>
          <w:szCs w:val="28"/>
        </w:rPr>
        <w:t xml:space="preserve">      1.6. Утвердить: </w:t>
      </w:r>
    </w:p>
    <w:p w:rsidR="00E83112" w:rsidRPr="0014073A" w:rsidRDefault="00E83112" w:rsidP="00CC7A7C">
      <w:pPr>
        <w:tabs>
          <w:tab w:val="left" w:pos="2205"/>
        </w:tabs>
        <w:jc w:val="both"/>
        <w:rPr>
          <w:sz w:val="28"/>
          <w:szCs w:val="28"/>
        </w:rPr>
      </w:pPr>
      <w:r w:rsidRPr="0014073A">
        <w:rPr>
          <w:color w:val="000000"/>
          <w:sz w:val="28"/>
          <w:szCs w:val="28"/>
        </w:rPr>
        <w:t xml:space="preserve">    </w:t>
      </w:r>
      <w:r w:rsidRPr="0014073A">
        <w:rPr>
          <w:sz w:val="28"/>
          <w:szCs w:val="28"/>
        </w:rPr>
        <w:t xml:space="preserve">  1)</w:t>
      </w:r>
      <w:r w:rsidRPr="0014073A">
        <w:rPr>
          <w:color w:val="000000"/>
          <w:sz w:val="28"/>
          <w:szCs w:val="28"/>
        </w:rPr>
        <w:t xml:space="preserve"> </w:t>
      </w:r>
      <w:r w:rsidRPr="0014073A">
        <w:rPr>
          <w:sz w:val="28"/>
          <w:szCs w:val="28"/>
        </w:rPr>
        <w:t xml:space="preserve"> ведомственную структуру расходов бюджета муниципального района на 2018 год и на  плановый период 2019 и 2020 годов согласно приложению 11 к настоящему Решению;  </w:t>
      </w:r>
    </w:p>
    <w:p w:rsidR="00E83112" w:rsidRPr="0014073A" w:rsidRDefault="00E83112" w:rsidP="00935C3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4073A">
        <w:rPr>
          <w:sz w:val="28"/>
          <w:szCs w:val="28"/>
        </w:rPr>
        <w:t xml:space="preserve">     2) </w:t>
      </w:r>
      <w:r w:rsidRPr="0014073A">
        <w:rPr>
          <w:color w:val="000000"/>
          <w:sz w:val="28"/>
          <w:szCs w:val="28"/>
        </w:rPr>
        <w:t>р</w:t>
      </w:r>
      <w:r w:rsidRPr="0014073A">
        <w:rPr>
          <w:sz w:val="28"/>
          <w:szCs w:val="28"/>
        </w:rPr>
        <w:t>аспределение бюджетных ассигнований по целевым статьям (муниципальным программам Веселовского района и непрограммным направлениям деятельности), группам и подгруппам видов расходов, разделам, подразделам классификации расходов бюджета Веселовского района на 2018 год и на  плановый период 2019 и 2020  годов согласно приложению 12  к настоящему Решению;</w:t>
      </w:r>
    </w:p>
    <w:p w:rsidR="00E83112" w:rsidRPr="0014073A" w:rsidRDefault="00E83112" w:rsidP="00990F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4073A">
        <w:rPr>
          <w:sz w:val="28"/>
          <w:szCs w:val="28"/>
        </w:rPr>
        <w:t xml:space="preserve">  3) </w:t>
      </w:r>
      <w:r w:rsidRPr="0014073A">
        <w:rPr>
          <w:color w:val="000000"/>
          <w:sz w:val="28"/>
          <w:szCs w:val="28"/>
        </w:rPr>
        <w:t>р</w:t>
      </w:r>
      <w:r w:rsidRPr="0014073A">
        <w:rPr>
          <w:sz w:val="28"/>
          <w:szCs w:val="28"/>
        </w:rPr>
        <w:t>аспределение иных межбюджетных трансфертов бюджетам сельских поселений за счет средств областного бюджета согласно приложению 13  к настоящему Решению.</w:t>
      </w:r>
    </w:p>
    <w:p w:rsidR="00E83112" w:rsidRPr="0014073A" w:rsidRDefault="00E83112" w:rsidP="00935C3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4073A">
        <w:rPr>
          <w:sz w:val="28"/>
          <w:szCs w:val="28"/>
        </w:rPr>
        <w:t xml:space="preserve">    1.7. Учесть:</w:t>
      </w:r>
    </w:p>
    <w:p w:rsidR="00E83112" w:rsidRPr="0014073A" w:rsidRDefault="00E83112" w:rsidP="00935C3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4073A">
        <w:rPr>
          <w:sz w:val="28"/>
          <w:szCs w:val="28"/>
        </w:rPr>
        <w:t xml:space="preserve">    1) суммы субвенций, предоставляемых</w:t>
      </w:r>
      <w:r w:rsidRPr="007C06BE">
        <w:rPr>
          <w:b/>
          <w:bCs/>
          <w:sz w:val="28"/>
          <w:szCs w:val="28"/>
        </w:rPr>
        <w:t xml:space="preserve"> </w:t>
      </w:r>
      <w:r w:rsidRPr="0014073A">
        <w:rPr>
          <w:sz w:val="28"/>
          <w:szCs w:val="28"/>
        </w:rPr>
        <w:t>бюджету муниципального района из областного бюджета в 2018 году согласно приложению 14, к настоящему решению;</w:t>
      </w:r>
    </w:p>
    <w:p w:rsidR="00E83112" w:rsidRPr="0014073A" w:rsidRDefault="00E83112" w:rsidP="00990F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4073A">
        <w:rPr>
          <w:sz w:val="28"/>
          <w:szCs w:val="28"/>
        </w:rPr>
        <w:t xml:space="preserve">    2)  суммы иных межбюджетных трансфертов, передаваемых бюджету муниципального района по  направлению  расходования средств на 2018 год согласно приложению 18  к настоящему Решению.</w:t>
      </w:r>
    </w:p>
    <w:p w:rsidR="00E83112" w:rsidRPr="0014073A" w:rsidRDefault="00E83112" w:rsidP="00CC0F1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4073A">
        <w:rPr>
          <w:sz w:val="28"/>
          <w:szCs w:val="28"/>
        </w:rPr>
        <w:t xml:space="preserve">     </w:t>
      </w:r>
      <w:r w:rsidRPr="0014073A">
        <w:rPr>
          <w:color w:val="000000"/>
          <w:sz w:val="28"/>
          <w:szCs w:val="28"/>
        </w:rPr>
        <w:t xml:space="preserve">1.8. </w:t>
      </w:r>
      <w:r w:rsidRPr="0014073A">
        <w:rPr>
          <w:sz w:val="28"/>
          <w:szCs w:val="28"/>
        </w:rPr>
        <w:t xml:space="preserve">Приложения 1,2,6,10,11,12,13,14,18 изложить с учетом внесенных изменений.   </w:t>
      </w:r>
    </w:p>
    <w:p w:rsidR="00E83112" w:rsidRDefault="00E83112" w:rsidP="00935C32">
      <w:pPr>
        <w:pStyle w:val="BlockText"/>
        <w:spacing w:after="120"/>
        <w:ind w:left="0" w:right="0" w:firstLine="0"/>
      </w:pPr>
      <w:r w:rsidRPr="0014073A">
        <w:t xml:space="preserve">     2. Настоящее решение вступает в силу со дня его официального</w:t>
      </w:r>
      <w:r w:rsidRPr="0080056A">
        <w:t xml:space="preserve"> опубликования. </w:t>
      </w:r>
    </w:p>
    <w:p w:rsidR="00E83112" w:rsidRDefault="00E83112" w:rsidP="00935C32">
      <w:pPr>
        <w:pStyle w:val="BlockText"/>
        <w:spacing w:after="120"/>
        <w:ind w:left="0" w:right="0" w:firstLine="0"/>
      </w:pPr>
    </w:p>
    <w:p w:rsidR="00E83112" w:rsidRPr="00205780" w:rsidRDefault="00E83112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</w:t>
      </w:r>
      <w:r>
        <w:rPr>
          <w:sz w:val="28"/>
          <w:szCs w:val="28"/>
        </w:rPr>
        <w:t xml:space="preserve">редседатель Собрания депутатов - </w:t>
      </w:r>
      <w:r w:rsidRPr="00205780">
        <w:rPr>
          <w:sz w:val="28"/>
          <w:szCs w:val="28"/>
        </w:rPr>
        <w:t xml:space="preserve"> </w:t>
      </w:r>
    </w:p>
    <w:p w:rsidR="00E83112" w:rsidRDefault="00E83112" w:rsidP="00935C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05780">
        <w:rPr>
          <w:sz w:val="28"/>
          <w:szCs w:val="28"/>
        </w:rPr>
        <w:t>глава Веселовского района                                                И.П.</w:t>
      </w:r>
      <w:r>
        <w:rPr>
          <w:sz w:val="28"/>
          <w:szCs w:val="28"/>
        </w:rPr>
        <w:t xml:space="preserve">  </w:t>
      </w:r>
      <w:r w:rsidRPr="00205780">
        <w:rPr>
          <w:sz w:val="28"/>
          <w:szCs w:val="28"/>
        </w:rPr>
        <w:t>Ермакова</w:t>
      </w:r>
    </w:p>
    <w:p w:rsidR="00E83112" w:rsidRDefault="00E83112" w:rsidP="00935C32">
      <w:pPr>
        <w:rPr>
          <w:sz w:val="28"/>
          <w:szCs w:val="28"/>
        </w:rPr>
      </w:pPr>
    </w:p>
    <w:p w:rsidR="00E83112" w:rsidRDefault="00E83112" w:rsidP="00935C32">
      <w:pPr>
        <w:rPr>
          <w:sz w:val="28"/>
          <w:szCs w:val="28"/>
        </w:rPr>
      </w:pPr>
    </w:p>
    <w:p w:rsidR="00E83112" w:rsidRDefault="00E83112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п. Веселый</w:t>
      </w:r>
    </w:p>
    <w:p w:rsidR="00E83112" w:rsidRDefault="00E83112" w:rsidP="00935C32">
      <w:pPr>
        <w:rPr>
          <w:sz w:val="28"/>
          <w:szCs w:val="28"/>
        </w:rPr>
      </w:pPr>
      <w:r>
        <w:rPr>
          <w:sz w:val="28"/>
          <w:szCs w:val="28"/>
        </w:rPr>
        <w:t>05 октября</w:t>
      </w:r>
      <w:r w:rsidRPr="00205780">
        <w:rPr>
          <w:sz w:val="28"/>
          <w:szCs w:val="28"/>
        </w:rPr>
        <w:t xml:space="preserve"> 201</w:t>
      </w:r>
      <w:r>
        <w:rPr>
          <w:sz w:val="28"/>
          <w:szCs w:val="28"/>
        </w:rPr>
        <w:t>8 года</w:t>
      </w:r>
    </w:p>
    <w:p w:rsidR="00E83112" w:rsidRDefault="00E83112" w:rsidP="00ED0C8B">
      <w:r w:rsidRPr="00DB4174">
        <w:rPr>
          <w:sz w:val="28"/>
          <w:szCs w:val="28"/>
        </w:rPr>
        <w:t>№</w:t>
      </w:r>
      <w:r>
        <w:rPr>
          <w:sz w:val="28"/>
          <w:szCs w:val="28"/>
        </w:rPr>
        <w:t xml:space="preserve"> 210</w:t>
      </w:r>
    </w:p>
    <w:sectPr w:rsidR="00E83112" w:rsidSect="005571B0">
      <w:footerReference w:type="default" r:id="rId6"/>
      <w:pgSz w:w="11906" w:h="16838"/>
      <w:pgMar w:top="709" w:right="1134" w:bottom="62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112" w:rsidRDefault="00E83112">
      <w:r>
        <w:separator/>
      </w:r>
    </w:p>
  </w:endnote>
  <w:endnote w:type="continuationSeparator" w:id="1">
    <w:p w:rsidR="00E83112" w:rsidRDefault="00E831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112" w:rsidRDefault="00E83112" w:rsidP="00D53958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E83112" w:rsidRDefault="00E8311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112" w:rsidRDefault="00E83112">
      <w:r>
        <w:separator/>
      </w:r>
    </w:p>
  </w:footnote>
  <w:footnote w:type="continuationSeparator" w:id="1">
    <w:p w:rsidR="00E83112" w:rsidRDefault="00E831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05E8"/>
    <w:rsid w:val="00000763"/>
    <w:rsid w:val="000019A1"/>
    <w:rsid w:val="000019B5"/>
    <w:rsid w:val="0000214A"/>
    <w:rsid w:val="00002700"/>
    <w:rsid w:val="00002BF4"/>
    <w:rsid w:val="00002E5E"/>
    <w:rsid w:val="00002EA6"/>
    <w:rsid w:val="00003F11"/>
    <w:rsid w:val="00004962"/>
    <w:rsid w:val="00004B0E"/>
    <w:rsid w:val="00004B1C"/>
    <w:rsid w:val="00004D89"/>
    <w:rsid w:val="00005706"/>
    <w:rsid w:val="000057B0"/>
    <w:rsid w:val="00005B8C"/>
    <w:rsid w:val="00006D7F"/>
    <w:rsid w:val="00007F9A"/>
    <w:rsid w:val="00010A55"/>
    <w:rsid w:val="00011067"/>
    <w:rsid w:val="00011794"/>
    <w:rsid w:val="00012879"/>
    <w:rsid w:val="00013D52"/>
    <w:rsid w:val="00013F5C"/>
    <w:rsid w:val="00015BEF"/>
    <w:rsid w:val="00015CB0"/>
    <w:rsid w:val="00017C20"/>
    <w:rsid w:val="00020422"/>
    <w:rsid w:val="0002088D"/>
    <w:rsid w:val="0002089C"/>
    <w:rsid w:val="00020EA4"/>
    <w:rsid w:val="0002136A"/>
    <w:rsid w:val="0002180A"/>
    <w:rsid w:val="00023020"/>
    <w:rsid w:val="00023A0B"/>
    <w:rsid w:val="000245F4"/>
    <w:rsid w:val="0002533C"/>
    <w:rsid w:val="00025347"/>
    <w:rsid w:val="00025560"/>
    <w:rsid w:val="00025640"/>
    <w:rsid w:val="00025ABD"/>
    <w:rsid w:val="0002635F"/>
    <w:rsid w:val="000273F1"/>
    <w:rsid w:val="00027CB9"/>
    <w:rsid w:val="000302F3"/>
    <w:rsid w:val="00030761"/>
    <w:rsid w:val="00030A18"/>
    <w:rsid w:val="00030D1C"/>
    <w:rsid w:val="00031486"/>
    <w:rsid w:val="00031A46"/>
    <w:rsid w:val="0003220C"/>
    <w:rsid w:val="00032463"/>
    <w:rsid w:val="00032A2F"/>
    <w:rsid w:val="00033154"/>
    <w:rsid w:val="0003338F"/>
    <w:rsid w:val="00033828"/>
    <w:rsid w:val="00033954"/>
    <w:rsid w:val="000347C6"/>
    <w:rsid w:val="0003558A"/>
    <w:rsid w:val="00035603"/>
    <w:rsid w:val="00036B22"/>
    <w:rsid w:val="00037444"/>
    <w:rsid w:val="0003748A"/>
    <w:rsid w:val="00040098"/>
    <w:rsid w:val="000404E1"/>
    <w:rsid w:val="00040936"/>
    <w:rsid w:val="00040CB1"/>
    <w:rsid w:val="00041EC7"/>
    <w:rsid w:val="00042178"/>
    <w:rsid w:val="000436D1"/>
    <w:rsid w:val="00044B37"/>
    <w:rsid w:val="00045246"/>
    <w:rsid w:val="00045D91"/>
    <w:rsid w:val="0004669F"/>
    <w:rsid w:val="0005003C"/>
    <w:rsid w:val="00050233"/>
    <w:rsid w:val="000503D7"/>
    <w:rsid w:val="00050825"/>
    <w:rsid w:val="00050BC6"/>
    <w:rsid w:val="000517A5"/>
    <w:rsid w:val="00052F21"/>
    <w:rsid w:val="00053435"/>
    <w:rsid w:val="000537A5"/>
    <w:rsid w:val="00054014"/>
    <w:rsid w:val="0005418D"/>
    <w:rsid w:val="00054F09"/>
    <w:rsid w:val="000550B6"/>
    <w:rsid w:val="000568E0"/>
    <w:rsid w:val="00056F6F"/>
    <w:rsid w:val="00057361"/>
    <w:rsid w:val="000573F3"/>
    <w:rsid w:val="00057677"/>
    <w:rsid w:val="00057A96"/>
    <w:rsid w:val="00057BE3"/>
    <w:rsid w:val="000606F7"/>
    <w:rsid w:val="0006076B"/>
    <w:rsid w:val="00061785"/>
    <w:rsid w:val="00061986"/>
    <w:rsid w:val="0006303E"/>
    <w:rsid w:val="0006326B"/>
    <w:rsid w:val="00063286"/>
    <w:rsid w:val="000648B9"/>
    <w:rsid w:val="00064F3D"/>
    <w:rsid w:val="00065A27"/>
    <w:rsid w:val="00065B28"/>
    <w:rsid w:val="00066C5D"/>
    <w:rsid w:val="00066E7D"/>
    <w:rsid w:val="00067BBE"/>
    <w:rsid w:val="00067DED"/>
    <w:rsid w:val="00070956"/>
    <w:rsid w:val="00070DA6"/>
    <w:rsid w:val="00070EB1"/>
    <w:rsid w:val="00070F22"/>
    <w:rsid w:val="000710CC"/>
    <w:rsid w:val="00071A3E"/>
    <w:rsid w:val="000729CD"/>
    <w:rsid w:val="00073255"/>
    <w:rsid w:val="0007346C"/>
    <w:rsid w:val="00073D40"/>
    <w:rsid w:val="000745A1"/>
    <w:rsid w:val="00074C3D"/>
    <w:rsid w:val="00075868"/>
    <w:rsid w:val="00076BA5"/>
    <w:rsid w:val="00076D57"/>
    <w:rsid w:val="00076EB9"/>
    <w:rsid w:val="00077029"/>
    <w:rsid w:val="00077092"/>
    <w:rsid w:val="00077DEB"/>
    <w:rsid w:val="00080321"/>
    <w:rsid w:val="0008044B"/>
    <w:rsid w:val="0008060E"/>
    <w:rsid w:val="00080C06"/>
    <w:rsid w:val="00080F95"/>
    <w:rsid w:val="00081368"/>
    <w:rsid w:val="00081636"/>
    <w:rsid w:val="00081B61"/>
    <w:rsid w:val="00082202"/>
    <w:rsid w:val="000824D3"/>
    <w:rsid w:val="000827F8"/>
    <w:rsid w:val="00082C89"/>
    <w:rsid w:val="000832BF"/>
    <w:rsid w:val="000841E2"/>
    <w:rsid w:val="000856D7"/>
    <w:rsid w:val="000859D8"/>
    <w:rsid w:val="00085FB6"/>
    <w:rsid w:val="00086538"/>
    <w:rsid w:val="0008680D"/>
    <w:rsid w:val="00086960"/>
    <w:rsid w:val="00087E2F"/>
    <w:rsid w:val="00087FDF"/>
    <w:rsid w:val="000903F5"/>
    <w:rsid w:val="00091BE2"/>
    <w:rsid w:val="00091D7A"/>
    <w:rsid w:val="00091DC1"/>
    <w:rsid w:val="00091FD8"/>
    <w:rsid w:val="00092104"/>
    <w:rsid w:val="00092D75"/>
    <w:rsid w:val="00093535"/>
    <w:rsid w:val="00093620"/>
    <w:rsid w:val="00094D3D"/>
    <w:rsid w:val="00094E46"/>
    <w:rsid w:val="00096919"/>
    <w:rsid w:val="00096A4E"/>
    <w:rsid w:val="00097371"/>
    <w:rsid w:val="000974DF"/>
    <w:rsid w:val="00097F9F"/>
    <w:rsid w:val="000A02D5"/>
    <w:rsid w:val="000A17B0"/>
    <w:rsid w:val="000A1AA7"/>
    <w:rsid w:val="000A2663"/>
    <w:rsid w:val="000A355C"/>
    <w:rsid w:val="000A49D7"/>
    <w:rsid w:val="000A557B"/>
    <w:rsid w:val="000A5657"/>
    <w:rsid w:val="000A68E5"/>
    <w:rsid w:val="000B036F"/>
    <w:rsid w:val="000B06B6"/>
    <w:rsid w:val="000B0B6A"/>
    <w:rsid w:val="000B1A6E"/>
    <w:rsid w:val="000B2968"/>
    <w:rsid w:val="000B48EB"/>
    <w:rsid w:val="000B52AE"/>
    <w:rsid w:val="000B5D25"/>
    <w:rsid w:val="000B7749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D16"/>
    <w:rsid w:val="000C5930"/>
    <w:rsid w:val="000C625F"/>
    <w:rsid w:val="000C662B"/>
    <w:rsid w:val="000C6A9A"/>
    <w:rsid w:val="000C766F"/>
    <w:rsid w:val="000C7B62"/>
    <w:rsid w:val="000D01E7"/>
    <w:rsid w:val="000D0712"/>
    <w:rsid w:val="000D1674"/>
    <w:rsid w:val="000D1AA9"/>
    <w:rsid w:val="000D1BC6"/>
    <w:rsid w:val="000D1F90"/>
    <w:rsid w:val="000D2A76"/>
    <w:rsid w:val="000D2CBD"/>
    <w:rsid w:val="000D3531"/>
    <w:rsid w:val="000D3B56"/>
    <w:rsid w:val="000D3FE1"/>
    <w:rsid w:val="000D49B8"/>
    <w:rsid w:val="000D4F9B"/>
    <w:rsid w:val="000D62A7"/>
    <w:rsid w:val="000D66DC"/>
    <w:rsid w:val="000D67A0"/>
    <w:rsid w:val="000E0126"/>
    <w:rsid w:val="000E024C"/>
    <w:rsid w:val="000E091E"/>
    <w:rsid w:val="000E0FEF"/>
    <w:rsid w:val="000E15D1"/>
    <w:rsid w:val="000E1BE7"/>
    <w:rsid w:val="000E1D6B"/>
    <w:rsid w:val="000E2AC8"/>
    <w:rsid w:val="000E2C22"/>
    <w:rsid w:val="000E2D79"/>
    <w:rsid w:val="000E34D8"/>
    <w:rsid w:val="000E609D"/>
    <w:rsid w:val="000E6492"/>
    <w:rsid w:val="000E66AE"/>
    <w:rsid w:val="000E6FA4"/>
    <w:rsid w:val="000F179A"/>
    <w:rsid w:val="000F17C7"/>
    <w:rsid w:val="000F20EE"/>
    <w:rsid w:val="000F2984"/>
    <w:rsid w:val="000F368A"/>
    <w:rsid w:val="000F3741"/>
    <w:rsid w:val="000F3937"/>
    <w:rsid w:val="000F3FED"/>
    <w:rsid w:val="000F5405"/>
    <w:rsid w:val="000F5C11"/>
    <w:rsid w:val="000F5C79"/>
    <w:rsid w:val="000F5F2C"/>
    <w:rsid w:val="000F6A91"/>
    <w:rsid w:val="000F6C23"/>
    <w:rsid w:val="000F742B"/>
    <w:rsid w:val="000F75F4"/>
    <w:rsid w:val="000F76E4"/>
    <w:rsid w:val="000F793D"/>
    <w:rsid w:val="000F7AB7"/>
    <w:rsid w:val="00100995"/>
    <w:rsid w:val="00100AA1"/>
    <w:rsid w:val="0010117F"/>
    <w:rsid w:val="001012BE"/>
    <w:rsid w:val="001013F9"/>
    <w:rsid w:val="00101601"/>
    <w:rsid w:val="0010193F"/>
    <w:rsid w:val="00101BF7"/>
    <w:rsid w:val="00101C1A"/>
    <w:rsid w:val="00102322"/>
    <w:rsid w:val="00102F00"/>
    <w:rsid w:val="00103BA9"/>
    <w:rsid w:val="00103EBF"/>
    <w:rsid w:val="001045A3"/>
    <w:rsid w:val="00105365"/>
    <w:rsid w:val="00105FF2"/>
    <w:rsid w:val="001060AD"/>
    <w:rsid w:val="0010613B"/>
    <w:rsid w:val="001067EF"/>
    <w:rsid w:val="00110372"/>
    <w:rsid w:val="00112BF7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7114"/>
    <w:rsid w:val="001174BB"/>
    <w:rsid w:val="001174E9"/>
    <w:rsid w:val="00117796"/>
    <w:rsid w:val="00117885"/>
    <w:rsid w:val="00120121"/>
    <w:rsid w:val="00120584"/>
    <w:rsid w:val="00121631"/>
    <w:rsid w:val="00121AB4"/>
    <w:rsid w:val="00121B97"/>
    <w:rsid w:val="001231A9"/>
    <w:rsid w:val="00124D61"/>
    <w:rsid w:val="00125325"/>
    <w:rsid w:val="001257E8"/>
    <w:rsid w:val="00125F4F"/>
    <w:rsid w:val="001265DA"/>
    <w:rsid w:val="0012664B"/>
    <w:rsid w:val="00127CCF"/>
    <w:rsid w:val="00127D0D"/>
    <w:rsid w:val="0013061A"/>
    <w:rsid w:val="00130D4F"/>
    <w:rsid w:val="00130D72"/>
    <w:rsid w:val="00131006"/>
    <w:rsid w:val="00131053"/>
    <w:rsid w:val="0013188E"/>
    <w:rsid w:val="00132948"/>
    <w:rsid w:val="00132E32"/>
    <w:rsid w:val="0013313F"/>
    <w:rsid w:val="00133C8B"/>
    <w:rsid w:val="00133EBC"/>
    <w:rsid w:val="00133FFC"/>
    <w:rsid w:val="0013419D"/>
    <w:rsid w:val="00134C8A"/>
    <w:rsid w:val="001350E4"/>
    <w:rsid w:val="00135B6A"/>
    <w:rsid w:val="00136094"/>
    <w:rsid w:val="001364C5"/>
    <w:rsid w:val="001366E4"/>
    <w:rsid w:val="00137476"/>
    <w:rsid w:val="001377F8"/>
    <w:rsid w:val="00140592"/>
    <w:rsid w:val="0014073A"/>
    <w:rsid w:val="00141182"/>
    <w:rsid w:val="00142059"/>
    <w:rsid w:val="00142835"/>
    <w:rsid w:val="001429ED"/>
    <w:rsid w:val="00142A6D"/>
    <w:rsid w:val="00142C29"/>
    <w:rsid w:val="00142C99"/>
    <w:rsid w:val="001430FB"/>
    <w:rsid w:val="001431EF"/>
    <w:rsid w:val="001440EA"/>
    <w:rsid w:val="00144932"/>
    <w:rsid w:val="00144AB8"/>
    <w:rsid w:val="00144D99"/>
    <w:rsid w:val="001454B0"/>
    <w:rsid w:val="00145B48"/>
    <w:rsid w:val="00145E08"/>
    <w:rsid w:val="001463FB"/>
    <w:rsid w:val="0014704B"/>
    <w:rsid w:val="0014792C"/>
    <w:rsid w:val="00147BEF"/>
    <w:rsid w:val="0015082E"/>
    <w:rsid w:val="00151750"/>
    <w:rsid w:val="00151C57"/>
    <w:rsid w:val="00152132"/>
    <w:rsid w:val="001527E3"/>
    <w:rsid w:val="00153423"/>
    <w:rsid w:val="0015371C"/>
    <w:rsid w:val="00153AED"/>
    <w:rsid w:val="00153B39"/>
    <w:rsid w:val="001548D4"/>
    <w:rsid w:val="00154EA3"/>
    <w:rsid w:val="00154F55"/>
    <w:rsid w:val="00155779"/>
    <w:rsid w:val="00155E18"/>
    <w:rsid w:val="001563F8"/>
    <w:rsid w:val="0015772E"/>
    <w:rsid w:val="00157897"/>
    <w:rsid w:val="00160FC9"/>
    <w:rsid w:val="00160FE3"/>
    <w:rsid w:val="0016104A"/>
    <w:rsid w:val="00161064"/>
    <w:rsid w:val="00161874"/>
    <w:rsid w:val="00162DCC"/>
    <w:rsid w:val="00164B5C"/>
    <w:rsid w:val="001650ED"/>
    <w:rsid w:val="00165139"/>
    <w:rsid w:val="0016562D"/>
    <w:rsid w:val="00165A2B"/>
    <w:rsid w:val="00166114"/>
    <w:rsid w:val="00166767"/>
    <w:rsid w:val="001669C4"/>
    <w:rsid w:val="00166A2B"/>
    <w:rsid w:val="00167B77"/>
    <w:rsid w:val="0017047E"/>
    <w:rsid w:val="00170F6A"/>
    <w:rsid w:val="0017104A"/>
    <w:rsid w:val="00171C91"/>
    <w:rsid w:val="0017224B"/>
    <w:rsid w:val="00172C1C"/>
    <w:rsid w:val="00173178"/>
    <w:rsid w:val="0017350F"/>
    <w:rsid w:val="00174082"/>
    <w:rsid w:val="00175967"/>
    <w:rsid w:val="00176FBD"/>
    <w:rsid w:val="0017701F"/>
    <w:rsid w:val="001770B7"/>
    <w:rsid w:val="00177FF3"/>
    <w:rsid w:val="001807E3"/>
    <w:rsid w:val="00180FBA"/>
    <w:rsid w:val="00180FDB"/>
    <w:rsid w:val="00181318"/>
    <w:rsid w:val="00181FC5"/>
    <w:rsid w:val="00182533"/>
    <w:rsid w:val="001838F7"/>
    <w:rsid w:val="00183E42"/>
    <w:rsid w:val="001857DD"/>
    <w:rsid w:val="00187A65"/>
    <w:rsid w:val="00187E7E"/>
    <w:rsid w:val="001911A5"/>
    <w:rsid w:val="0019181D"/>
    <w:rsid w:val="00192137"/>
    <w:rsid w:val="00194AEC"/>
    <w:rsid w:val="00194B51"/>
    <w:rsid w:val="00195CDF"/>
    <w:rsid w:val="00195EB6"/>
    <w:rsid w:val="00196759"/>
    <w:rsid w:val="001967DD"/>
    <w:rsid w:val="001A00A1"/>
    <w:rsid w:val="001A2B46"/>
    <w:rsid w:val="001A2FDA"/>
    <w:rsid w:val="001A3566"/>
    <w:rsid w:val="001A3694"/>
    <w:rsid w:val="001A3F30"/>
    <w:rsid w:val="001A4D72"/>
    <w:rsid w:val="001A576E"/>
    <w:rsid w:val="001A5852"/>
    <w:rsid w:val="001A58C6"/>
    <w:rsid w:val="001A7808"/>
    <w:rsid w:val="001A7DF0"/>
    <w:rsid w:val="001A7EF7"/>
    <w:rsid w:val="001B082D"/>
    <w:rsid w:val="001B0CE1"/>
    <w:rsid w:val="001B14B2"/>
    <w:rsid w:val="001B1ED2"/>
    <w:rsid w:val="001B1F1D"/>
    <w:rsid w:val="001B2A3C"/>
    <w:rsid w:val="001B3166"/>
    <w:rsid w:val="001B3621"/>
    <w:rsid w:val="001B406B"/>
    <w:rsid w:val="001B462A"/>
    <w:rsid w:val="001B59B7"/>
    <w:rsid w:val="001B5E81"/>
    <w:rsid w:val="001B68E3"/>
    <w:rsid w:val="001B6A95"/>
    <w:rsid w:val="001B6BAD"/>
    <w:rsid w:val="001B6DC1"/>
    <w:rsid w:val="001B6F60"/>
    <w:rsid w:val="001B77CC"/>
    <w:rsid w:val="001C0EB9"/>
    <w:rsid w:val="001C1528"/>
    <w:rsid w:val="001C1791"/>
    <w:rsid w:val="001C1BDF"/>
    <w:rsid w:val="001C1FA8"/>
    <w:rsid w:val="001C1FE0"/>
    <w:rsid w:val="001C31CA"/>
    <w:rsid w:val="001C31D1"/>
    <w:rsid w:val="001C33CA"/>
    <w:rsid w:val="001C57C9"/>
    <w:rsid w:val="001C676C"/>
    <w:rsid w:val="001C6980"/>
    <w:rsid w:val="001C6CF9"/>
    <w:rsid w:val="001C7DD3"/>
    <w:rsid w:val="001D0956"/>
    <w:rsid w:val="001D11F1"/>
    <w:rsid w:val="001D1370"/>
    <w:rsid w:val="001D1997"/>
    <w:rsid w:val="001D1B9C"/>
    <w:rsid w:val="001D1D32"/>
    <w:rsid w:val="001D203A"/>
    <w:rsid w:val="001D2932"/>
    <w:rsid w:val="001D34CF"/>
    <w:rsid w:val="001D38BC"/>
    <w:rsid w:val="001D407E"/>
    <w:rsid w:val="001D457E"/>
    <w:rsid w:val="001D4E00"/>
    <w:rsid w:val="001D4EFB"/>
    <w:rsid w:val="001D5065"/>
    <w:rsid w:val="001D555C"/>
    <w:rsid w:val="001D590C"/>
    <w:rsid w:val="001D66B9"/>
    <w:rsid w:val="001D6B6A"/>
    <w:rsid w:val="001D6BC2"/>
    <w:rsid w:val="001D751F"/>
    <w:rsid w:val="001D7639"/>
    <w:rsid w:val="001D7642"/>
    <w:rsid w:val="001E00EC"/>
    <w:rsid w:val="001E0389"/>
    <w:rsid w:val="001E05EE"/>
    <w:rsid w:val="001E07E3"/>
    <w:rsid w:val="001E0EB0"/>
    <w:rsid w:val="001E13FA"/>
    <w:rsid w:val="001E1CD0"/>
    <w:rsid w:val="001E1FD8"/>
    <w:rsid w:val="001E2821"/>
    <w:rsid w:val="001E2CF5"/>
    <w:rsid w:val="001E358A"/>
    <w:rsid w:val="001E4A06"/>
    <w:rsid w:val="001E4EC8"/>
    <w:rsid w:val="001E5612"/>
    <w:rsid w:val="001E5A84"/>
    <w:rsid w:val="001E5D6A"/>
    <w:rsid w:val="001E62D5"/>
    <w:rsid w:val="001E65E9"/>
    <w:rsid w:val="001E75FA"/>
    <w:rsid w:val="001F0DAC"/>
    <w:rsid w:val="001F169D"/>
    <w:rsid w:val="001F1C76"/>
    <w:rsid w:val="001F26A7"/>
    <w:rsid w:val="001F2A6E"/>
    <w:rsid w:val="001F2F57"/>
    <w:rsid w:val="001F3971"/>
    <w:rsid w:val="001F3DD6"/>
    <w:rsid w:val="001F4563"/>
    <w:rsid w:val="001F56DF"/>
    <w:rsid w:val="001F5C47"/>
    <w:rsid w:val="001F60FC"/>
    <w:rsid w:val="001F6347"/>
    <w:rsid w:val="001F6FC3"/>
    <w:rsid w:val="001F704A"/>
    <w:rsid w:val="001F7577"/>
    <w:rsid w:val="001F75BB"/>
    <w:rsid w:val="001F7B74"/>
    <w:rsid w:val="002005F8"/>
    <w:rsid w:val="002007A3"/>
    <w:rsid w:val="002008FE"/>
    <w:rsid w:val="0020110E"/>
    <w:rsid w:val="0020192C"/>
    <w:rsid w:val="00201D95"/>
    <w:rsid w:val="00201DE5"/>
    <w:rsid w:val="002023BB"/>
    <w:rsid w:val="002034AA"/>
    <w:rsid w:val="002037D1"/>
    <w:rsid w:val="00203E2F"/>
    <w:rsid w:val="00203ED1"/>
    <w:rsid w:val="00203F9A"/>
    <w:rsid w:val="00204B31"/>
    <w:rsid w:val="00204CEE"/>
    <w:rsid w:val="00204E7C"/>
    <w:rsid w:val="00205780"/>
    <w:rsid w:val="00206191"/>
    <w:rsid w:val="002062FD"/>
    <w:rsid w:val="002073AD"/>
    <w:rsid w:val="00207845"/>
    <w:rsid w:val="00207EDB"/>
    <w:rsid w:val="0021021A"/>
    <w:rsid w:val="00210A61"/>
    <w:rsid w:val="00210C5A"/>
    <w:rsid w:val="002111AF"/>
    <w:rsid w:val="00211636"/>
    <w:rsid w:val="00211AB5"/>
    <w:rsid w:val="002123BB"/>
    <w:rsid w:val="00212F61"/>
    <w:rsid w:val="0021390F"/>
    <w:rsid w:val="00214370"/>
    <w:rsid w:val="00214FA1"/>
    <w:rsid w:val="002150AD"/>
    <w:rsid w:val="00215ECF"/>
    <w:rsid w:val="00215ED5"/>
    <w:rsid w:val="002168FD"/>
    <w:rsid w:val="00217624"/>
    <w:rsid w:val="00220546"/>
    <w:rsid w:val="00220BE8"/>
    <w:rsid w:val="00220F4C"/>
    <w:rsid w:val="0022165F"/>
    <w:rsid w:val="00222841"/>
    <w:rsid w:val="00222BEC"/>
    <w:rsid w:val="00223431"/>
    <w:rsid w:val="002236B9"/>
    <w:rsid w:val="00223E73"/>
    <w:rsid w:val="00224E0F"/>
    <w:rsid w:val="0022566E"/>
    <w:rsid w:val="00225754"/>
    <w:rsid w:val="002257B1"/>
    <w:rsid w:val="00225B57"/>
    <w:rsid w:val="002262C2"/>
    <w:rsid w:val="00226965"/>
    <w:rsid w:val="00227704"/>
    <w:rsid w:val="0022777F"/>
    <w:rsid w:val="00227C65"/>
    <w:rsid w:val="002308F0"/>
    <w:rsid w:val="00230D34"/>
    <w:rsid w:val="0023121F"/>
    <w:rsid w:val="0023198B"/>
    <w:rsid w:val="00233A88"/>
    <w:rsid w:val="00234393"/>
    <w:rsid w:val="00234925"/>
    <w:rsid w:val="002349DE"/>
    <w:rsid w:val="00234FB9"/>
    <w:rsid w:val="00235E73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2801"/>
    <w:rsid w:val="00243AC6"/>
    <w:rsid w:val="00243C17"/>
    <w:rsid w:val="00244146"/>
    <w:rsid w:val="0024579A"/>
    <w:rsid w:val="00245914"/>
    <w:rsid w:val="0024632E"/>
    <w:rsid w:val="002464D2"/>
    <w:rsid w:val="00246B7C"/>
    <w:rsid w:val="00247140"/>
    <w:rsid w:val="0024783D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42C4"/>
    <w:rsid w:val="00254501"/>
    <w:rsid w:val="00254F96"/>
    <w:rsid w:val="0025560E"/>
    <w:rsid w:val="00255EB1"/>
    <w:rsid w:val="002601AA"/>
    <w:rsid w:val="002601C8"/>
    <w:rsid w:val="002604FD"/>
    <w:rsid w:val="00260733"/>
    <w:rsid w:val="002608FC"/>
    <w:rsid w:val="002618F7"/>
    <w:rsid w:val="00261B50"/>
    <w:rsid w:val="002623B6"/>
    <w:rsid w:val="00262506"/>
    <w:rsid w:val="00262AB3"/>
    <w:rsid w:val="00263751"/>
    <w:rsid w:val="002640AA"/>
    <w:rsid w:val="002642D6"/>
    <w:rsid w:val="00264590"/>
    <w:rsid w:val="00264A4E"/>
    <w:rsid w:val="00264DF6"/>
    <w:rsid w:val="0026537D"/>
    <w:rsid w:val="00265B01"/>
    <w:rsid w:val="00266756"/>
    <w:rsid w:val="00266CA3"/>
    <w:rsid w:val="00266ED1"/>
    <w:rsid w:val="00267062"/>
    <w:rsid w:val="0026749B"/>
    <w:rsid w:val="00267692"/>
    <w:rsid w:val="00267EFB"/>
    <w:rsid w:val="00271349"/>
    <w:rsid w:val="00271BA9"/>
    <w:rsid w:val="0027202F"/>
    <w:rsid w:val="00272BA2"/>
    <w:rsid w:val="00272DB5"/>
    <w:rsid w:val="002734EF"/>
    <w:rsid w:val="00273856"/>
    <w:rsid w:val="00274394"/>
    <w:rsid w:val="002758EA"/>
    <w:rsid w:val="00275B11"/>
    <w:rsid w:val="002767F1"/>
    <w:rsid w:val="00276969"/>
    <w:rsid w:val="00277278"/>
    <w:rsid w:val="002806AC"/>
    <w:rsid w:val="0028135B"/>
    <w:rsid w:val="0028172D"/>
    <w:rsid w:val="0028255C"/>
    <w:rsid w:val="00282669"/>
    <w:rsid w:val="00282889"/>
    <w:rsid w:val="0028295A"/>
    <w:rsid w:val="002837B9"/>
    <w:rsid w:val="00283D0B"/>
    <w:rsid w:val="00284E90"/>
    <w:rsid w:val="00285B5C"/>
    <w:rsid w:val="00285C4A"/>
    <w:rsid w:val="00285CB6"/>
    <w:rsid w:val="00285D26"/>
    <w:rsid w:val="002901EC"/>
    <w:rsid w:val="00291667"/>
    <w:rsid w:val="00291FEC"/>
    <w:rsid w:val="00292EF0"/>
    <w:rsid w:val="0029365E"/>
    <w:rsid w:val="00293E89"/>
    <w:rsid w:val="00294216"/>
    <w:rsid w:val="00294585"/>
    <w:rsid w:val="00296263"/>
    <w:rsid w:val="0029772C"/>
    <w:rsid w:val="002977C4"/>
    <w:rsid w:val="00297A8B"/>
    <w:rsid w:val="002A03FB"/>
    <w:rsid w:val="002A0EC6"/>
    <w:rsid w:val="002A0ECC"/>
    <w:rsid w:val="002A14C1"/>
    <w:rsid w:val="002A1FB3"/>
    <w:rsid w:val="002A27F1"/>
    <w:rsid w:val="002A3207"/>
    <w:rsid w:val="002A3B05"/>
    <w:rsid w:val="002A3DC3"/>
    <w:rsid w:val="002A3E01"/>
    <w:rsid w:val="002A4C1F"/>
    <w:rsid w:val="002A4D07"/>
    <w:rsid w:val="002A523B"/>
    <w:rsid w:val="002A60D9"/>
    <w:rsid w:val="002A6301"/>
    <w:rsid w:val="002A70D8"/>
    <w:rsid w:val="002A71EA"/>
    <w:rsid w:val="002B0580"/>
    <w:rsid w:val="002B0591"/>
    <w:rsid w:val="002B1199"/>
    <w:rsid w:val="002B137A"/>
    <w:rsid w:val="002B16A9"/>
    <w:rsid w:val="002B1977"/>
    <w:rsid w:val="002B1D26"/>
    <w:rsid w:val="002B1EF4"/>
    <w:rsid w:val="002B1FFC"/>
    <w:rsid w:val="002B2D5B"/>
    <w:rsid w:val="002B2DF7"/>
    <w:rsid w:val="002B380C"/>
    <w:rsid w:val="002B3993"/>
    <w:rsid w:val="002B40C1"/>
    <w:rsid w:val="002B480C"/>
    <w:rsid w:val="002B4944"/>
    <w:rsid w:val="002B55EF"/>
    <w:rsid w:val="002B5853"/>
    <w:rsid w:val="002C1C47"/>
    <w:rsid w:val="002C256B"/>
    <w:rsid w:val="002C2859"/>
    <w:rsid w:val="002C2D79"/>
    <w:rsid w:val="002C3255"/>
    <w:rsid w:val="002C3FC5"/>
    <w:rsid w:val="002C425D"/>
    <w:rsid w:val="002C4C10"/>
    <w:rsid w:val="002C587B"/>
    <w:rsid w:val="002C5B44"/>
    <w:rsid w:val="002C6BC9"/>
    <w:rsid w:val="002C6C9A"/>
    <w:rsid w:val="002C7080"/>
    <w:rsid w:val="002C72D2"/>
    <w:rsid w:val="002C78AE"/>
    <w:rsid w:val="002C7C7B"/>
    <w:rsid w:val="002C7EE9"/>
    <w:rsid w:val="002D3517"/>
    <w:rsid w:val="002D46A3"/>
    <w:rsid w:val="002D5252"/>
    <w:rsid w:val="002D5C4B"/>
    <w:rsid w:val="002D5EB6"/>
    <w:rsid w:val="002D5FBC"/>
    <w:rsid w:val="002D6508"/>
    <w:rsid w:val="002D651E"/>
    <w:rsid w:val="002D715F"/>
    <w:rsid w:val="002D7869"/>
    <w:rsid w:val="002D7B61"/>
    <w:rsid w:val="002D7D05"/>
    <w:rsid w:val="002D7F38"/>
    <w:rsid w:val="002E02C2"/>
    <w:rsid w:val="002E06CF"/>
    <w:rsid w:val="002E06F4"/>
    <w:rsid w:val="002E0D69"/>
    <w:rsid w:val="002E131A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6701"/>
    <w:rsid w:val="002E67DC"/>
    <w:rsid w:val="002E7EE6"/>
    <w:rsid w:val="002F25E2"/>
    <w:rsid w:val="002F2A4D"/>
    <w:rsid w:val="002F2AE9"/>
    <w:rsid w:val="002F2BEB"/>
    <w:rsid w:val="002F2D23"/>
    <w:rsid w:val="002F38BE"/>
    <w:rsid w:val="002F3B89"/>
    <w:rsid w:val="002F3F5C"/>
    <w:rsid w:val="002F3FF5"/>
    <w:rsid w:val="002F5283"/>
    <w:rsid w:val="002F5352"/>
    <w:rsid w:val="002F541C"/>
    <w:rsid w:val="002F5F37"/>
    <w:rsid w:val="002F6F02"/>
    <w:rsid w:val="002F787E"/>
    <w:rsid w:val="002F7A1E"/>
    <w:rsid w:val="0030076F"/>
    <w:rsid w:val="00300AC4"/>
    <w:rsid w:val="00300BAB"/>
    <w:rsid w:val="00300F4B"/>
    <w:rsid w:val="00301F24"/>
    <w:rsid w:val="00302437"/>
    <w:rsid w:val="00302C10"/>
    <w:rsid w:val="0030309E"/>
    <w:rsid w:val="00303FE6"/>
    <w:rsid w:val="003042A9"/>
    <w:rsid w:val="00304E3D"/>
    <w:rsid w:val="003053DD"/>
    <w:rsid w:val="0030639C"/>
    <w:rsid w:val="00307111"/>
    <w:rsid w:val="003072FB"/>
    <w:rsid w:val="00307A99"/>
    <w:rsid w:val="00307EEA"/>
    <w:rsid w:val="00311260"/>
    <w:rsid w:val="00311F3A"/>
    <w:rsid w:val="00312AD3"/>
    <w:rsid w:val="00312FAB"/>
    <w:rsid w:val="0031308A"/>
    <w:rsid w:val="003130FC"/>
    <w:rsid w:val="003133F3"/>
    <w:rsid w:val="003139F5"/>
    <w:rsid w:val="00314D00"/>
    <w:rsid w:val="00314D77"/>
    <w:rsid w:val="00314F21"/>
    <w:rsid w:val="00315BA2"/>
    <w:rsid w:val="00315EF7"/>
    <w:rsid w:val="003164C1"/>
    <w:rsid w:val="003165A2"/>
    <w:rsid w:val="00317532"/>
    <w:rsid w:val="00317AE7"/>
    <w:rsid w:val="0032018E"/>
    <w:rsid w:val="003207D8"/>
    <w:rsid w:val="00320DF2"/>
    <w:rsid w:val="0032108D"/>
    <w:rsid w:val="0032292A"/>
    <w:rsid w:val="0032330A"/>
    <w:rsid w:val="003236BE"/>
    <w:rsid w:val="00324181"/>
    <w:rsid w:val="00326045"/>
    <w:rsid w:val="00326344"/>
    <w:rsid w:val="003268E9"/>
    <w:rsid w:val="00326AF0"/>
    <w:rsid w:val="00326B43"/>
    <w:rsid w:val="0032717E"/>
    <w:rsid w:val="00327180"/>
    <w:rsid w:val="00327520"/>
    <w:rsid w:val="00327C7F"/>
    <w:rsid w:val="00330830"/>
    <w:rsid w:val="00330E31"/>
    <w:rsid w:val="00330FFE"/>
    <w:rsid w:val="00331353"/>
    <w:rsid w:val="00331E4B"/>
    <w:rsid w:val="003321BD"/>
    <w:rsid w:val="00332CD3"/>
    <w:rsid w:val="0033308D"/>
    <w:rsid w:val="0033331A"/>
    <w:rsid w:val="00333412"/>
    <w:rsid w:val="0033344D"/>
    <w:rsid w:val="0033394C"/>
    <w:rsid w:val="00334852"/>
    <w:rsid w:val="00334A74"/>
    <w:rsid w:val="00334EDF"/>
    <w:rsid w:val="003350AF"/>
    <w:rsid w:val="003351EE"/>
    <w:rsid w:val="00335FF4"/>
    <w:rsid w:val="00336527"/>
    <w:rsid w:val="003370EA"/>
    <w:rsid w:val="00337F6F"/>
    <w:rsid w:val="003400D6"/>
    <w:rsid w:val="003400F1"/>
    <w:rsid w:val="0034032D"/>
    <w:rsid w:val="003403E0"/>
    <w:rsid w:val="0034100A"/>
    <w:rsid w:val="003419B7"/>
    <w:rsid w:val="003419E8"/>
    <w:rsid w:val="00341DC3"/>
    <w:rsid w:val="00343A33"/>
    <w:rsid w:val="00344540"/>
    <w:rsid w:val="00345918"/>
    <w:rsid w:val="0034687F"/>
    <w:rsid w:val="003470FC"/>
    <w:rsid w:val="00347627"/>
    <w:rsid w:val="00347936"/>
    <w:rsid w:val="00347981"/>
    <w:rsid w:val="00347F3F"/>
    <w:rsid w:val="00350A39"/>
    <w:rsid w:val="00350CE0"/>
    <w:rsid w:val="00351121"/>
    <w:rsid w:val="0035159F"/>
    <w:rsid w:val="00351F52"/>
    <w:rsid w:val="00353384"/>
    <w:rsid w:val="00353992"/>
    <w:rsid w:val="00353FE3"/>
    <w:rsid w:val="00355076"/>
    <w:rsid w:val="00355085"/>
    <w:rsid w:val="0035514B"/>
    <w:rsid w:val="0035619C"/>
    <w:rsid w:val="00356937"/>
    <w:rsid w:val="00356CCA"/>
    <w:rsid w:val="00356CCB"/>
    <w:rsid w:val="00357847"/>
    <w:rsid w:val="00360562"/>
    <w:rsid w:val="003606A7"/>
    <w:rsid w:val="0036174A"/>
    <w:rsid w:val="003627CF"/>
    <w:rsid w:val="00363046"/>
    <w:rsid w:val="0036478C"/>
    <w:rsid w:val="00364823"/>
    <w:rsid w:val="003652E7"/>
    <w:rsid w:val="003655A4"/>
    <w:rsid w:val="00366584"/>
    <w:rsid w:val="00366C8F"/>
    <w:rsid w:val="00366F28"/>
    <w:rsid w:val="0037231B"/>
    <w:rsid w:val="0037274F"/>
    <w:rsid w:val="00372AB3"/>
    <w:rsid w:val="0037409B"/>
    <w:rsid w:val="003741D8"/>
    <w:rsid w:val="0037468B"/>
    <w:rsid w:val="003749E2"/>
    <w:rsid w:val="00375EC2"/>
    <w:rsid w:val="00376FB3"/>
    <w:rsid w:val="0037787D"/>
    <w:rsid w:val="003779D9"/>
    <w:rsid w:val="00380836"/>
    <w:rsid w:val="00380D7C"/>
    <w:rsid w:val="00381ADE"/>
    <w:rsid w:val="003822AC"/>
    <w:rsid w:val="00382464"/>
    <w:rsid w:val="00382D06"/>
    <w:rsid w:val="00382DA3"/>
    <w:rsid w:val="003830D4"/>
    <w:rsid w:val="003835C2"/>
    <w:rsid w:val="00383833"/>
    <w:rsid w:val="00384245"/>
    <w:rsid w:val="00384299"/>
    <w:rsid w:val="00384DA8"/>
    <w:rsid w:val="0038505F"/>
    <w:rsid w:val="0038521E"/>
    <w:rsid w:val="00385404"/>
    <w:rsid w:val="00385CF4"/>
    <w:rsid w:val="00385E26"/>
    <w:rsid w:val="0038614B"/>
    <w:rsid w:val="00386AB6"/>
    <w:rsid w:val="00386C1D"/>
    <w:rsid w:val="00387346"/>
    <w:rsid w:val="00390529"/>
    <w:rsid w:val="00390567"/>
    <w:rsid w:val="00390DE0"/>
    <w:rsid w:val="00391ECA"/>
    <w:rsid w:val="00392730"/>
    <w:rsid w:val="00394003"/>
    <w:rsid w:val="003955C2"/>
    <w:rsid w:val="00395BD4"/>
    <w:rsid w:val="0039646E"/>
    <w:rsid w:val="003973A2"/>
    <w:rsid w:val="00397847"/>
    <w:rsid w:val="00397C80"/>
    <w:rsid w:val="003A01AF"/>
    <w:rsid w:val="003A0596"/>
    <w:rsid w:val="003A112F"/>
    <w:rsid w:val="003A1B61"/>
    <w:rsid w:val="003A243B"/>
    <w:rsid w:val="003A2741"/>
    <w:rsid w:val="003A469E"/>
    <w:rsid w:val="003A54B7"/>
    <w:rsid w:val="003A5E53"/>
    <w:rsid w:val="003A5F5D"/>
    <w:rsid w:val="003A663E"/>
    <w:rsid w:val="003A6FC8"/>
    <w:rsid w:val="003A784C"/>
    <w:rsid w:val="003A7A4B"/>
    <w:rsid w:val="003A7C62"/>
    <w:rsid w:val="003B0910"/>
    <w:rsid w:val="003B12F4"/>
    <w:rsid w:val="003B37B1"/>
    <w:rsid w:val="003B3E5F"/>
    <w:rsid w:val="003B5CAE"/>
    <w:rsid w:val="003B64B9"/>
    <w:rsid w:val="003B6ACE"/>
    <w:rsid w:val="003B6BCA"/>
    <w:rsid w:val="003C04FA"/>
    <w:rsid w:val="003C092F"/>
    <w:rsid w:val="003C0F30"/>
    <w:rsid w:val="003C1393"/>
    <w:rsid w:val="003C32EE"/>
    <w:rsid w:val="003C3402"/>
    <w:rsid w:val="003C378B"/>
    <w:rsid w:val="003C395D"/>
    <w:rsid w:val="003C3BF4"/>
    <w:rsid w:val="003C3E77"/>
    <w:rsid w:val="003C3FD8"/>
    <w:rsid w:val="003C43C2"/>
    <w:rsid w:val="003C43E0"/>
    <w:rsid w:val="003C4498"/>
    <w:rsid w:val="003C4A42"/>
    <w:rsid w:val="003C524B"/>
    <w:rsid w:val="003C5DA9"/>
    <w:rsid w:val="003C5F39"/>
    <w:rsid w:val="003C619C"/>
    <w:rsid w:val="003C63F0"/>
    <w:rsid w:val="003D1941"/>
    <w:rsid w:val="003D1A91"/>
    <w:rsid w:val="003D2E38"/>
    <w:rsid w:val="003D4861"/>
    <w:rsid w:val="003D4B7B"/>
    <w:rsid w:val="003D4E53"/>
    <w:rsid w:val="003D4E6A"/>
    <w:rsid w:val="003D56E5"/>
    <w:rsid w:val="003D651F"/>
    <w:rsid w:val="003D677E"/>
    <w:rsid w:val="003D7E37"/>
    <w:rsid w:val="003E022D"/>
    <w:rsid w:val="003E03FC"/>
    <w:rsid w:val="003E114E"/>
    <w:rsid w:val="003E1A6A"/>
    <w:rsid w:val="003E27C9"/>
    <w:rsid w:val="003E37CC"/>
    <w:rsid w:val="003E402B"/>
    <w:rsid w:val="003E4402"/>
    <w:rsid w:val="003E68B1"/>
    <w:rsid w:val="003E7BA4"/>
    <w:rsid w:val="003E7CE1"/>
    <w:rsid w:val="003E7FA5"/>
    <w:rsid w:val="003F0A7D"/>
    <w:rsid w:val="003F1136"/>
    <w:rsid w:val="003F15CC"/>
    <w:rsid w:val="003F1F43"/>
    <w:rsid w:val="003F271E"/>
    <w:rsid w:val="003F2970"/>
    <w:rsid w:val="003F2D82"/>
    <w:rsid w:val="003F2FCE"/>
    <w:rsid w:val="003F3E57"/>
    <w:rsid w:val="003F41C3"/>
    <w:rsid w:val="003F44D2"/>
    <w:rsid w:val="003F66C4"/>
    <w:rsid w:val="003F6A21"/>
    <w:rsid w:val="003F7901"/>
    <w:rsid w:val="00400D4D"/>
    <w:rsid w:val="004012B7"/>
    <w:rsid w:val="0040186F"/>
    <w:rsid w:val="0040216D"/>
    <w:rsid w:val="00403BB1"/>
    <w:rsid w:val="00403D35"/>
    <w:rsid w:val="00403F2B"/>
    <w:rsid w:val="0040440F"/>
    <w:rsid w:val="00405E48"/>
    <w:rsid w:val="00406348"/>
    <w:rsid w:val="00407410"/>
    <w:rsid w:val="004074EB"/>
    <w:rsid w:val="00410A55"/>
    <w:rsid w:val="00411190"/>
    <w:rsid w:val="004119F2"/>
    <w:rsid w:val="00412497"/>
    <w:rsid w:val="00412CEB"/>
    <w:rsid w:val="00413162"/>
    <w:rsid w:val="00413612"/>
    <w:rsid w:val="0041436E"/>
    <w:rsid w:val="00414988"/>
    <w:rsid w:val="00414D10"/>
    <w:rsid w:val="00414FE9"/>
    <w:rsid w:val="00415FBD"/>
    <w:rsid w:val="00416863"/>
    <w:rsid w:val="00416E0F"/>
    <w:rsid w:val="00417DAD"/>
    <w:rsid w:val="00417F12"/>
    <w:rsid w:val="00417F2F"/>
    <w:rsid w:val="00420443"/>
    <w:rsid w:val="00420559"/>
    <w:rsid w:val="00421E1A"/>
    <w:rsid w:val="00422456"/>
    <w:rsid w:val="0042320D"/>
    <w:rsid w:val="004232FD"/>
    <w:rsid w:val="0042419C"/>
    <w:rsid w:val="00424850"/>
    <w:rsid w:val="00424B44"/>
    <w:rsid w:val="004254F6"/>
    <w:rsid w:val="004259BB"/>
    <w:rsid w:val="004261D3"/>
    <w:rsid w:val="00426C85"/>
    <w:rsid w:val="00426F05"/>
    <w:rsid w:val="004271B6"/>
    <w:rsid w:val="00427BAA"/>
    <w:rsid w:val="004300F4"/>
    <w:rsid w:val="004302D7"/>
    <w:rsid w:val="00430463"/>
    <w:rsid w:val="00430C40"/>
    <w:rsid w:val="00432908"/>
    <w:rsid w:val="00433298"/>
    <w:rsid w:val="00433A09"/>
    <w:rsid w:val="00434194"/>
    <w:rsid w:val="00435469"/>
    <w:rsid w:val="0043557E"/>
    <w:rsid w:val="0043747F"/>
    <w:rsid w:val="00437DC7"/>
    <w:rsid w:val="00437DE0"/>
    <w:rsid w:val="00440186"/>
    <w:rsid w:val="00440200"/>
    <w:rsid w:val="00440BD4"/>
    <w:rsid w:val="0044122C"/>
    <w:rsid w:val="00441BE4"/>
    <w:rsid w:val="00441FE6"/>
    <w:rsid w:val="00442E73"/>
    <w:rsid w:val="00443786"/>
    <w:rsid w:val="00446CBE"/>
    <w:rsid w:val="00446CD5"/>
    <w:rsid w:val="00446EF1"/>
    <w:rsid w:val="004478C1"/>
    <w:rsid w:val="004507F0"/>
    <w:rsid w:val="00451173"/>
    <w:rsid w:val="00451A1A"/>
    <w:rsid w:val="00453276"/>
    <w:rsid w:val="004533CC"/>
    <w:rsid w:val="00453939"/>
    <w:rsid w:val="00453B7F"/>
    <w:rsid w:val="00453BD6"/>
    <w:rsid w:val="00456530"/>
    <w:rsid w:val="00456A5A"/>
    <w:rsid w:val="00460148"/>
    <w:rsid w:val="00460657"/>
    <w:rsid w:val="00460A6F"/>
    <w:rsid w:val="00460FB7"/>
    <w:rsid w:val="004610F3"/>
    <w:rsid w:val="00461103"/>
    <w:rsid w:val="004612CF"/>
    <w:rsid w:val="004614D0"/>
    <w:rsid w:val="004619BD"/>
    <w:rsid w:val="00461C05"/>
    <w:rsid w:val="00462237"/>
    <w:rsid w:val="00462669"/>
    <w:rsid w:val="00463225"/>
    <w:rsid w:val="00463829"/>
    <w:rsid w:val="00463CEA"/>
    <w:rsid w:val="00464084"/>
    <w:rsid w:val="0046461A"/>
    <w:rsid w:val="00464C2F"/>
    <w:rsid w:val="004654FE"/>
    <w:rsid w:val="00465740"/>
    <w:rsid w:val="00465F1C"/>
    <w:rsid w:val="004661BA"/>
    <w:rsid w:val="00467ED6"/>
    <w:rsid w:val="0047008A"/>
    <w:rsid w:val="00470D75"/>
    <w:rsid w:val="004712CC"/>
    <w:rsid w:val="00471B2E"/>
    <w:rsid w:val="004720E9"/>
    <w:rsid w:val="004737FA"/>
    <w:rsid w:val="0047385C"/>
    <w:rsid w:val="00473C21"/>
    <w:rsid w:val="00473CEE"/>
    <w:rsid w:val="00474881"/>
    <w:rsid w:val="00475798"/>
    <w:rsid w:val="004759E4"/>
    <w:rsid w:val="0047775C"/>
    <w:rsid w:val="00477EB0"/>
    <w:rsid w:val="00480093"/>
    <w:rsid w:val="00480524"/>
    <w:rsid w:val="00480F30"/>
    <w:rsid w:val="004814BD"/>
    <w:rsid w:val="004817BA"/>
    <w:rsid w:val="004821F4"/>
    <w:rsid w:val="004825B4"/>
    <w:rsid w:val="00482F65"/>
    <w:rsid w:val="00483557"/>
    <w:rsid w:val="00483C7D"/>
    <w:rsid w:val="00483F4D"/>
    <w:rsid w:val="00484AF5"/>
    <w:rsid w:val="00484F5F"/>
    <w:rsid w:val="00485B78"/>
    <w:rsid w:val="00485F68"/>
    <w:rsid w:val="00486186"/>
    <w:rsid w:val="00486362"/>
    <w:rsid w:val="0049036A"/>
    <w:rsid w:val="00490D29"/>
    <w:rsid w:val="00491D86"/>
    <w:rsid w:val="00493378"/>
    <w:rsid w:val="004938FC"/>
    <w:rsid w:val="00493AB5"/>
    <w:rsid w:val="004948D7"/>
    <w:rsid w:val="004958DF"/>
    <w:rsid w:val="00495E04"/>
    <w:rsid w:val="00496FBE"/>
    <w:rsid w:val="00497851"/>
    <w:rsid w:val="004A0696"/>
    <w:rsid w:val="004A0737"/>
    <w:rsid w:val="004A19BB"/>
    <w:rsid w:val="004A1ADE"/>
    <w:rsid w:val="004A1E73"/>
    <w:rsid w:val="004A1FFA"/>
    <w:rsid w:val="004A22C0"/>
    <w:rsid w:val="004A26A6"/>
    <w:rsid w:val="004A2D5A"/>
    <w:rsid w:val="004A3590"/>
    <w:rsid w:val="004A4D32"/>
    <w:rsid w:val="004A5A9F"/>
    <w:rsid w:val="004A5D7B"/>
    <w:rsid w:val="004A67C2"/>
    <w:rsid w:val="004A7C10"/>
    <w:rsid w:val="004B0CC2"/>
    <w:rsid w:val="004B0DFC"/>
    <w:rsid w:val="004B1E96"/>
    <w:rsid w:val="004B2C98"/>
    <w:rsid w:val="004B2DF8"/>
    <w:rsid w:val="004B3508"/>
    <w:rsid w:val="004B3610"/>
    <w:rsid w:val="004B38F0"/>
    <w:rsid w:val="004B4BDD"/>
    <w:rsid w:val="004B4CEB"/>
    <w:rsid w:val="004B4CF4"/>
    <w:rsid w:val="004B5751"/>
    <w:rsid w:val="004B6242"/>
    <w:rsid w:val="004B6743"/>
    <w:rsid w:val="004B7684"/>
    <w:rsid w:val="004B79AF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ADB"/>
    <w:rsid w:val="004C5229"/>
    <w:rsid w:val="004C53FE"/>
    <w:rsid w:val="004C56AE"/>
    <w:rsid w:val="004C6020"/>
    <w:rsid w:val="004C6733"/>
    <w:rsid w:val="004C7603"/>
    <w:rsid w:val="004C7B95"/>
    <w:rsid w:val="004D129C"/>
    <w:rsid w:val="004D1CF0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E25E1"/>
    <w:rsid w:val="004E2649"/>
    <w:rsid w:val="004E2C82"/>
    <w:rsid w:val="004E4200"/>
    <w:rsid w:val="004E65C1"/>
    <w:rsid w:val="004E73FD"/>
    <w:rsid w:val="004E7C23"/>
    <w:rsid w:val="004F01AD"/>
    <w:rsid w:val="004F2590"/>
    <w:rsid w:val="004F308D"/>
    <w:rsid w:val="004F3641"/>
    <w:rsid w:val="004F3E53"/>
    <w:rsid w:val="004F4862"/>
    <w:rsid w:val="004F595D"/>
    <w:rsid w:val="004F5E82"/>
    <w:rsid w:val="004F6166"/>
    <w:rsid w:val="004F6375"/>
    <w:rsid w:val="004F6D24"/>
    <w:rsid w:val="004F6ECD"/>
    <w:rsid w:val="004F7088"/>
    <w:rsid w:val="0050029B"/>
    <w:rsid w:val="005018C1"/>
    <w:rsid w:val="00501E0B"/>
    <w:rsid w:val="00501FE4"/>
    <w:rsid w:val="0050217C"/>
    <w:rsid w:val="00502333"/>
    <w:rsid w:val="00502BE9"/>
    <w:rsid w:val="005036BA"/>
    <w:rsid w:val="0050455F"/>
    <w:rsid w:val="0050566F"/>
    <w:rsid w:val="00505BE7"/>
    <w:rsid w:val="00505E08"/>
    <w:rsid w:val="005060AC"/>
    <w:rsid w:val="00506790"/>
    <w:rsid w:val="00506817"/>
    <w:rsid w:val="005075CC"/>
    <w:rsid w:val="005106DC"/>
    <w:rsid w:val="005108DB"/>
    <w:rsid w:val="00510B66"/>
    <w:rsid w:val="00510D36"/>
    <w:rsid w:val="00510F55"/>
    <w:rsid w:val="00511081"/>
    <w:rsid w:val="005115E5"/>
    <w:rsid w:val="00512321"/>
    <w:rsid w:val="0051235B"/>
    <w:rsid w:val="00512371"/>
    <w:rsid w:val="00512ABD"/>
    <w:rsid w:val="00512DD1"/>
    <w:rsid w:val="00512DFC"/>
    <w:rsid w:val="00512EED"/>
    <w:rsid w:val="00513468"/>
    <w:rsid w:val="00513C0D"/>
    <w:rsid w:val="005140BD"/>
    <w:rsid w:val="00514D0A"/>
    <w:rsid w:val="00515190"/>
    <w:rsid w:val="0051568C"/>
    <w:rsid w:val="0051663F"/>
    <w:rsid w:val="00517738"/>
    <w:rsid w:val="005179F2"/>
    <w:rsid w:val="005209AF"/>
    <w:rsid w:val="00520E68"/>
    <w:rsid w:val="0052257A"/>
    <w:rsid w:val="00522799"/>
    <w:rsid w:val="005234B3"/>
    <w:rsid w:val="00523FE7"/>
    <w:rsid w:val="005245D7"/>
    <w:rsid w:val="0052490C"/>
    <w:rsid w:val="00524A88"/>
    <w:rsid w:val="00524E09"/>
    <w:rsid w:val="0052580A"/>
    <w:rsid w:val="0052628B"/>
    <w:rsid w:val="00527264"/>
    <w:rsid w:val="00527E50"/>
    <w:rsid w:val="00531971"/>
    <w:rsid w:val="005334DD"/>
    <w:rsid w:val="00533694"/>
    <w:rsid w:val="00534226"/>
    <w:rsid w:val="005345C3"/>
    <w:rsid w:val="005349D7"/>
    <w:rsid w:val="00534FBA"/>
    <w:rsid w:val="005352F8"/>
    <w:rsid w:val="00535CB4"/>
    <w:rsid w:val="00535F30"/>
    <w:rsid w:val="00536480"/>
    <w:rsid w:val="005364D4"/>
    <w:rsid w:val="005364EB"/>
    <w:rsid w:val="005368AC"/>
    <w:rsid w:val="00536F28"/>
    <w:rsid w:val="00537811"/>
    <w:rsid w:val="00537D3F"/>
    <w:rsid w:val="00540509"/>
    <w:rsid w:val="00541A2D"/>
    <w:rsid w:val="0054215A"/>
    <w:rsid w:val="005421D3"/>
    <w:rsid w:val="005430D3"/>
    <w:rsid w:val="00543103"/>
    <w:rsid w:val="0054401C"/>
    <w:rsid w:val="00544643"/>
    <w:rsid w:val="0054676B"/>
    <w:rsid w:val="005505E1"/>
    <w:rsid w:val="00550717"/>
    <w:rsid w:val="005513B3"/>
    <w:rsid w:val="005517DA"/>
    <w:rsid w:val="005518DC"/>
    <w:rsid w:val="00551FEA"/>
    <w:rsid w:val="00552760"/>
    <w:rsid w:val="00552AE7"/>
    <w:rsid w:val="00552C90"/>
    <w:rsid w:val="00553231"/>
    <w:rsid w:val="005535A3"/>
    <w:rsid w:val="00554266"/>
    <w:rsid w:val="005542FD"/>
    <w:rsid w:val="00555540"/>
    <w:rsid w:val="005562E5"/>
    <w:rsid w:val="00556B28"/>
    <w:rsid w:val="005571B0"/>
    <w:rsid w:val="005606A2"/>
    <w:rsid w:val="00561300"/>
    <w:rsid w:val="005618A2"/>
    <w:rsid w:val="00561ECE"/>
    <w:rsid w:val="00562AD4"/>
    <w:rsid w:val="0056303F"/>
    <w:rsid w:val="00563ED0"/>
    <w:rsid w:val="00563F0D"/>
    <w:rsid w:val="00564A1B"/>
    <w:rsid w:val="00564B75"/>
    <w:rsid w:val="00564C49"/>
    <w:rsid w:val="005658CA"/>
    <w:rsid w:val="0056618F"/>
    <w:rsid w:val="0056776E"/>
    <w:rsid w:val="00567BDA"/>
    <w:rsid w:val="00570595"/>
    <w:rsid w:val="00570BB2"/>
    <w:rsid w:val="00570CEC"/>
    <w:rsid w:val="00570E8C"/>
    <w:rsid w:val="005714DE"/>
    <w:rsid w:val="0057239F"/>
    <w:rsid w:val="005724AD"/>
    <w:rsid w:val="005726B2"/>
    <w:rsid w:val="005733D6"/>
    <w:rsid w:val="0057351A"/>
    <w:rsid w:val="00573A36"/>
    <w:rsid w:val="00574D4E"/>
    <w:rsid w:val="0057519D"/>
    <w:rsid w:val="00576862"/>
    <w:rsid w:val="005769CF"/>
    <w:rsid w:val="00577158"/>
    <w:rsid w:val="00577545"/>
    <w:rsid w:val="005779C7"/>
    <w:rsid w:val="005801DF"/>
    <w:rsid w:val="005803E5"/>
    <w:rsid w:val="0058119D"/>
    <w:rsid w:val="00581782"/>
    <w:rsid w:val="00581D39"/>
    <w:rsid w:val="00582466"/>
    <w:rsid w:val="00582867"/>
    <w:rsid w:val="00582B5E"/>
    <w:rsid w:val="005833A2"/>
    <w:rsid w:val="00583740"/>
    <w:rsid w:val="00583D18"/>
    <w:rsid w:val="00583F29"/>
    <w:rsid w:val="0058416F"/>
    <w:rsid w:val="005844B1"/>
    <w:rsid w:val="00584B01"/>
    <w:rsid w:val="005857B0"/>
    <w:rsid w:val="00585A93"/>
    <w:rsid w:val="00585C74"/>
    <w:rsid w:val="00586854"/>
    <w:rsid w:val="00586B03"/>
    <w:rsid w:val="0058793E"/>
    <w:rsid w:val="00590463"/>
    <w:rsid w:val="00592268"/>
    <w:rsid w:val="00592D66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828"/>
    <w:rsid w:val="00596A5D"/>
    <w:rsid w:val="00596C32"/>
    <w:rsid w:val="005971AB"/>
    <w:rsid w:val="00597934"/>
    <w:rsid w:val="005A0872"/>
    <w:rsid w:val="005A1B3B"/>
    <w:rsid w:val="005A285C"/>
    <w:rsid w:val="005A35CC"/>
    <w:rsid w:val="005A3DB0"/>
    <w:rsid w:val="005A457A"/>
    <w:rsid w:val="005A560D"/>
    <w:rsid w:val="005A5D93"/>
    <w:rsid w:val="005A603F"/>
    <w:rsid w:val="005A62C6"/>
    <w:rsid w:val="005A63C7"/>
    <w:rsid w:val="005A69FF"/>
    <w:rsid w:val="005A76C7"/>
    <w:rsid w:val="005A78F1"/>
    <w:rsid w:val="005A7C81"/>
    <w:rsid w:val="005B014F"/>
    <w:rsid w:val="005B0F0C"/>
    <w:rsid w:val="005B0F78"/>
    <w:rsid w:val="005B1230"/>
    <w:rsid w:val="005B23E3"/>
    <w:rsid w:val="005B2B16"/>
    <w:rsid w:val="005B2D99"/>
    <w:rsid w:val="005B3234"/>
    <w:rsid w:val="005B385D"/>
    <w:rsid w:val="005B4FF2"/>
    <w:rsid w:val="005B5413"/>
    <w:rsid w:val="005B574F"/>
    <w:rsid w:val="005B59B2"/>
    <w:rsid w:val="005B5C27"/>
    <w:rsid w:val="005B6782"/>
    <w:rsid w:val="005C0E5F"/>
    <w:rsid w:val="005C0FD0"/>
    <w:rsid w:val="005C1A44"/>
    <w:rsid w:val="005C1BE1"/>
    <w:rsid w:val="005C27B3"/>
    <w:rsid w:val="005C40F6"/>
    <w:rsid w:val="005C466D"/>
    <w:rsid w:val="005C48E6"/>
    <w:rsid w:val="005C4B43"/>
    <w:rsid w:val="005C4BBE"/>
    <w:rsid w:val="005C541E"/>
    <w:rsid w:val="005C56FC"/>
    <w:rsid w:val="005C6713"/>
    <w:rsid w:val="005C6B97"/>
    <w:rsid w:val="005C6EB9"/>
    <w:rsid w:val="005C7277"/>
    <w:rsid w:val="005C7469"/>
    <w:rsid w:val="005C7811"/>
    <w:rsid w:val="005D026D"/>
    <w:rsid w:val="005D0C65"/>
    <w:rsid w:val="005D14B8"/>
    <w:rsid w:val="005D18AE"/>
    <w:rsid w:val="005D1B8F"/>
    <w:rsid w:val="005D1B92"/>
    <w:rsid w:val="005D23BE"/>
    <w:rsid w:val="005D2910"/>
    <w:rsid w:val="005D2927"/>
    <w:rsid w:val="005D309A"/>
    <w:rsid w:val="005D37E3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E0030"/>
    <w:rsid w:val="005E052C"/>
    <w:rsid w:val="005E0791"/>
    <w:rsid w:val="005E1058"/>
    <w:rsid w:val="005E34A1"/>
    <w:rsid w:val="005E34E7"/>
    <w:rsid w:val="005E3A81"/>
    <w:rsid w:val="005E3D7A"/>
    <w:rsid w:val="005E429B"/>
    <w:rsid w:val="005E49AB"/>
    <w:rsid w:val="005E49CF"/>
    <w:rsid w:val="005E52E8"/>
    <w:rsid w:val="005E579C"/>
    <w:rsid w:val="005E5D75"/>
    <w:rsid w:val="005E743F"/>
    <w:rsid w:val="005F0477"/>
    <w:rsid w:val="005F11B3"/>
    <w:rsid w:val="005F11CE"/>
    <w:rsid w:val="005F1386"/>
    <w:rsid w:val="005F16B9"/>
    <w:rsid w:val="005F30BD"/>
    <w:rsid w:val="005F3872"/>
    <w:rsid w:val="005F3E34"/>
    <w:rsid w:val="005F3E47"/>
    <w:rsid w:val="005F5952"/>
    <w:rsid w:val="005F645C"/>
    <w:rsid w:val="005F78BE"/>
    <w:rsid w:val="005F79B1"/>
    <w:rsid w:val="0060013A"/>
    <w:rsid w:val="0060023A"/>
    <w:rsid w:val="00600405"/>
    <w:rsid w:val="00600E6F"/>
    <w:rsid w:val="00600EFF"/>
    <w:rsid w:val="00601002"/>
    <w:rsid w:val="00601415"/>
    <w:rsid w:val="00601535"/>
    <w:rsid w:val="00601CB0"/>
    <w:rsid w:val="00601E58"/>
    <w:rsid w:val="00601F80"/>
    <w:rsid w:val="00602417"/>
    <w:rsid w:val="00602C83"/>
    <w:rsid w:val="00602CD6"/>
    <w:rsid w:val="0060398B"/>
    <w:rsid w:val="00603C4A"/>
    <w:rsid w:val="006058AA"/>
    <w:rsid w:val="00605F73"/>
    <w:rsid w:val="0060604D"/>
    <w:rsid w:val="006067A5"/>
    <w:rsid w:val="0060721E"/>
    <w:rsid w:val="00607DE3"/>
    <w:rsid w:val="006101E2"/>
    <w:rsid w:val="006102DA"/>
    <w:rsid w:val="00610506"/>
    <w:rsid w:val="00610E06"/>
    <w:rsid w:val="006112E2"/>
    <w:rsid w:val="006116F5"/>
    <w:rsid w:val="006117D3"/>
    <w:rsid w:val="006117D6"/>
    <w:rsid w:val="006118A0"/>
    <w:rsid w:val="00611A6B"/>
    <w:rsid w:val="00612487"/>
    <w:rsid w:val="00612608"/>
    <w:rsid w:val="00612C5A"/>
    <w:rsid w:val="00612DEF"/>
    <w:rsid w:val="00612E9A"/>
    <w:rsid w:val="0061320D"/>
    <w:rsid w:val="00613296"/>
    <w:rsid w:val="00613669"/>
    <w:rsid w:val="0061438D"/>
    <w:rsid w:val="00615E7C"/>
    <w:rsid w:val="00615FFE"/>
    <w:rsid w:val="00616FC8"/>
    <w:rsid w:val="006171ED"/>
    <w:rsid w:val="0061720F"/>
    <w:rsid w:val="00617D78"/>
    <w:rsid w:val="0062050D"/>
    <w:rsid w:val="00620515"/>
    <w:rsid w:val="0062085F"/>
    <w:rsid w:val="00620A90"/>
    <w:rsid w:val="00620CFB"/>
    <w:rsid w:val="00621000"/>
    <w:rsid w:val="006213AE"/>
    <w:rsid w:val="00622251"/>
    <w:rsid w:val="00622856"/>
    <w:rsid w:val="006237EE"/>
    <w:rsid w:val="0062397F"/>
    <w:rsid w:val="00623DDA"/>
    <w:rsid w:val="006243F7"/>
    <w:rsid w:val="006246D9"/>
    <w:rsid w:val="006247EA"/>
    <w:rsid w:val="00624934"/>
    <w:rsid w:val="00624962"/>
    <w:rsid w:val="00624F5F"/>
    <w:rsid w:val="00624FCF"/>
    <w:rsid w:val="0062503D"/>
    <w:rsid w:val="006251A4"/>
    <w:rsid w:val="00625899"/>
    <w:rsid w:val="006258DA"/>
    <w:rsid w:val="00626016"/>
    <w:rsid w:val="00626B22"/>
    <w:rsid w:val="006278F3"/>
    <w:rsid w:val="00627E30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363D"/>
    <w:rsid w:val="0063423B"/>
    <w:rsid w:val="006348EB"/>
    <w:rsid w:val="006358FD"/>
    <w:rsid w:val="006364E3"/>
    <w:rsid w:val="00636838"/>
    <w:rsid w:val="006369EE"/>
    <w:rsid w:val="00636D06"/>
    <w:rsid w:val="00636DA7"/>
    <w:rsid w:val="006372DD"/>
    <w:rsid w:val="0064152A"/>
    <w:rsid w:val="006416F1"/>
    <w:rsid w:val="00641D65"/>
    <w:rsid w:val="006423BD"/>
    <w:rsid w:val="006424D8"/>
    <w:rsid w:val="00642C73"/>
    <w:rsid w:val="00643488"/>
    <w:rsid w:val="00645295"/>
    <w:rsid w:val="0064562A"/>
    <w:rsid w:val="006463F2"/>
    <w:rsid w:val="0064674A"/>
    <w:rsid w:val="00646B80"/>
    <w:rsid w:val="00646BEB"/>
    <w:rsid w:val="00646E1A"/>
    <w:rsid w:val="00647712"/>
    <w:rsid w:val="00650299"/>
    <w:rsid w:val="0065137D"/>
    <w:rsid w:val="00651B02"/>
    <w:rsid w:val="00652CB9"/>
    <w:rsid w:val="00653054"/>
    <w:rsid w:val="006541BB"/>
    <w:rsid w:val="0065460F"/>
    <w:rsid w:val="00654700"/>
    <w:rsid w:val="00654CF9"/>
    <w:rsid w:val="006550A3"/>
    <w:rsid w:val="006552EF"/>
    <w:rsid w:val="00655503"/>
    <w:rsid w:val="00655A61"/>
    <w:rsid w:val="00655BF2"/>
    <w:rsid w:val="006567AA"/>
    <w:rsid w:val="00656F06"/>
    <w:rsid w:val="0065735A"/>
    <w:rsid w:val="00660C49"/>
    <w:rsid w:val="006611A6"/>
    <w:rsid w:val="006618ED"/>
    <w:rsid w:val="00661BF6"/>
    <w:rsid w:val="00661E85"/>
    <w:rsid w:val="00662613"/>
    <w:rsid w:val="00662AC6"/>
    <w:rsid w:val="006630EE"/>
    <w:rsid w:val="00663122"/>
    <w:rsid w:val="006639AC"/>
    <w:rsid w:val="00664748"/>
    <w:rsid w:val="00664A50"/>
    <w:rsid w:val="00664D48"/>
    <w:rsid w:val="006651D4"/>
    <w:rsid w:val="006663AE"/>
    <w:rsid w:val="00666FD4"/>
    <w:rsid w:val="00667761"/>
    <w:rsid w:val="00667C98"/>
    <w:rsid w:val="00667FD3"/>
    <w:rsid w:val="00671398"/>
    <w:rsid w:val="00671589"/>
    <w:rsid w:val="00671F2A"/>
    <w:rsid w:val="00673054"/>
    <w:rsid w:val="006731A5"/>
    <w:rsid w:val="006735E9"/>
    <w:rsid w:val="00673881"/>
    <w:rsid w:val="00673C55"/>
    <w:rsid w:val="00673C97"/>
    <w:rsid w:val="00674801"/>
    <w:rsid w:val="006748CE"/>
    <w:rsid w:val="00674B9B"/>
    <w:rsid w:val="00675F78"/>
    <w:rsid w:val="006760A3"/>
    <w:rsid w:val="00676E26"/>
    <w:rsid w:val="00677247"/>
    <w:rsid w:val="0067764A"/>
    <w:rsid w:val="00677A09"/>
    <w:rsid w:val="006802FD"/>
    <w:rsid w:val="00681523"/>
    <w:rsid w:val="00681AEF"/>
    <w:rsid w:val="00681D10"/>
    <w:rsid w:val="0068277F"/>
    <w:rsid w:val="00682ADA"/>
    <w:rsid w:val="00682B14"/>
    <w:rsid w:val="00683FEC"/>
    <w:rsid w:val="006843B6"/>
    <w:rsid w:val="006848D7"/>
    <w:rsid w:val="00684E31"/>
    <w:rsid w:val="00686EE1"/>
    <w:rsid w:val="00687058"/>
    <w:rsid w:val="006877A8"/>
    <w:rsid w:val="0069000A"/>
    <w:rsid w:val="0069039A"/>
    <w:rsid w:val="006912B7"/>
    <w:rsid w:val="0069161F"/>
    <w:rsid w:val="00691BB8"/>
    <w:rsid w:val="00691EB5"/>
    <w:rsid w:val="00691F5A"/>
    <w:rsid w:val="00692087"/>
    <w:rsid w:val="006927E7"/>
    <w:rsid w:val="00693A67"/>
    <w:rsid w:val="00694427"/>
    <w:rsid w:val="0069686A"/>
    <w:rsid w:val="006971C4"/>
    <w:rsid w:val="00697276"/>
    <w:rsid w:val="00697F15"/>
    <w:rsid w:val="006A0516"/>
    <w:rsid w:val="006A07A6"/>
    <w:rsid w:val="006A0818"/>
    <w:rsid w:val="006A128D"/>
    <w:rsid w:val="006A21E6"/>
    <w:rsid w:val="006A2F1A"/>
    <w:rsid w:val="006A3708"/>
    <w:rsid w:val="006A3746"/>
    <w:rsid w:val="006A425E"/>
    <w:rsid w:val="006A45A1"/>
    <w:rsid w:val="006A4727"/>
    <w:rsid w:val="006A4890"/>
    <w:rsid w:val="006A593B"/>
    <w:rsid w:val="006A6169"/>
    <w:rsid w:val="006A61B4"/>
    <w:rsid w:val="006A67FB"/>
    <w:rsid w:val="006A68ED"/>
    <w:rsid w:val="006A748B"/>
    <w:rsid w:val="006A74BE"/>
    <w:rsid w:val="006A798E"/>
    <w:rsid w:val="006B0A7A"/>
    <w:rsid w:val="006B0CA9"/>
    <w:rsid w:val="006B13AA"/>
    <w:rsid w:val="006B1593"/>
    <w:rsid w:val="006B1D77"/>
    <w:rsid w:val="006B2146"/>
    <w:rsid w:val="006B21B3"/>
    <w:rsid w:val="006B3C92"/>
    <w:rsid w:val="006B3D7C"/>
    <w:rsid w:val="006B4832"/>
    <w:rsid w:val="006B4CAE"/>
    <w:rsid w:val="006B6029"/>
    <w:rsid w:val="006B6055"/>
    <w:rsid w:val="006B6DA8"/>
    <w:rsid w:val="006B733B"/>
    <w:rsid w:val="006B7DC4"/>
    <w:rsid w:val="006C13BB"/>
    <w:rsid w:val="006C26BF"/>
    <w:rsid w:val="006C2B40"/>
    <w:rsid w:val="006C2B58"/>
    <w:rsid w:val="006C2E51"/>
    <w:rsid w:val="006C3CC0"/>
    <w:rsid w:val="006C46FB"/>
    <w:rsid w:val="006C5349"/>
    <w:rsid w:val="006C58A3"/>
    <w:rsid w:val="006C60AB"/>
    <w:rsid w:val="006C6258"/>
    <w:rsid w:val="006C65A6"/>
    <w:rsid w:val="006C68F4"/>
    <w:rsid w:val="006C6DBD"/>
    <w:rsid w:val="006C6FCE"/>
    <w:rsid w:val="006C7C15"/>
    <w:rsid w:val="006C7F8F"/>
    <w:rsid w:val="006D12FE"/>
    <w:rsid w:val="006D1DFA"/>
    <w:rsid w:val="006D203B"/>
    <w:rsid w:val="006D2B7A"/>
    <w:rsid w:val="006D3D40"/>
    <w:rsid w:val="006D4E92"/>
    <w:rsid w:val="006D5541"/>
    <w:rsid w:val="006D5B47"/>
    <w:rsid w:val="006D5C28"/>
    <w:rsid w:val="006D5CE4"/>
    <w:rsid w:val="006D6107"/>
    <w:rsid w:val="006D629A"/>
    <w:rsid w:val="006D6499"/>
    <w:rsid w:val="006D7001"/>
    <w:rsid w:val="006D79D8"/>
    <w:rsid w:val="006E07A4"/>
    <w:rsid w:val="006E1429"/>
    <w:rsid w:val="006E1680"/>
    <w:rsid w:val="006E1D2F"/>
    <w:rsid w:val="006E262D"/>
    <w:rsid w:val="006E278E"/>
    <w:rsid w:val="006E356B"/>
    <w:rsid w:val="006E596F"/>
    <w:rsid w:val="006E5E2C"/>
    <w:rsid w:val="006E7563"/>
    <w:rsid w:val="006F1152"/>
    <w:rsid w:val="006F1352"/>
    <w:rsid w:val="006F21DF"/>
    <w:rsid w:val="006F2282"/>
    <w:rsid w:val="006F3086"/>
    <w:rsid w:val="006F3471"/>
    <w:rsid w:val="006F37EF"/>
    <w:rsid w:val="006F3F55"/>
    <w:rsid w:val="006F4768"/>
    <w:rsid w:val="006F5359"/>
    <w:rsid w:val="006F5658"/>
    <w:rsid w:val="006F6820"/>
    <w:rsid w:val="006F69F7"/>
    <w:rsid w:val="006F7F96"/>
    <w:rsid w:val="007002D4"/>
    <w:rsid w:val="007007EE"/>
    <w:rsid w:val="00700BDC"/>
    <w:rsid w:val="0070119D"/>
    <w:rsid w:val="00701F96"/>
    <w:rsid w:val="00702176"/>
    <w:rsid w:val="00702347"/>
    <w:rsid w:val="0070281E"/>
    <w:rsid w:val="007029B2"/>
    <w:rsid w:val="00702E8C"/>
    <w:rsid w:val="0070305A"/>
    <w:rsid w:val="007034EC"/>
    <w:rsid w:val="0070357F"/>
    <w:rsid w:val="00703973"/>
    <w:rsid w:val="00704A10"/>
    <w:rsid w:val="00705960"/>
    <w:rsid w:val="00705FEA"/>
    <w:rsid w:val="00706211"/>
    <w:rsid w:val="00706277"/>
    <w:rsid w:val="007066F5"/>
    <w:rsid w:val="00706718"/>
    <w:rsid w:val="00706A79"/>
    <w:rsid w:val="00706AC2"/>
    <w:rsid w:val="00706E1C"/>
    <w:rsid w:val="00706F75"/>
    <w:rsid w:val="00707A3C"/>
    <w:rsid w:val="007102D4"/>
    <w:rsid w:val="007108B3"/>
    <w:rsid w:val="00711AD9"/>
    <w:rsid w:val="00712BC1"/>
    <w:rsid w:val="00714C08"/>
    <w:rsid w:val="0071503F"/>
    <w:rsid w:val="007151B0"/>
    <w:rsid w:val="00715964"/>
    <w:rsid w:val="00715F8E"/>
    <w:rsid w:val="00716D21"/>
    <w:rsid w:val="00721061"/>
    <w:rsid w:val="00721725"/>
    <w:rsid w:val="0072176E"/>
    <w:rsid w:val="007217A3"/>
    <w:rsid w:val="007228FA"/>
    <w:rsid w:val="00722EC7"/>
    <w:rsid w:val="00723144"/>
    <w:rsid w:val="00723438"/>
    <w:rsid w:val="007236A8"/>
    <w:rsid w:val="00723F23"/>
    <w:rsid w:val="0072402C"/>
    <w:rsid w:val="00724A29"/>
    <w:rsid w:val="007251AD"/>
    <w:rsid w:val="0072569C"/>
    <w:rsid w:val="007256BA"/>
    <w:rsid w:val="00725931"/>
    <w:rsid w:val="00725E69"/>
    <w:rsid w:val="00726967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38F4"/>
    <w:rsid w:val="00733F26"/>
    <w:rsid w:val="007367CE"/>
    <w:rsid w:val="00736E00"/>
    <w:rsid w:val="00737698"/>
    <w:rsid w:val="00737768"/>
    <w:rsid w:val="00740472"/>
    <w:rsid w:val="007405D0"/>
    <w:rsid w:val="00740B1D"/>
    <w:rsid w:val="00740B9D"/>
    <w:rsid w:val="00741915"/>
    <w:rsid w:val="00741C9C"/>
    <w:rsid w:val="007421BC"/>
    <w:rsid w:val="00743209"/>
    <w:rsid w:val="00743496"/>
    <w:rsid w:val="00744091"/>
    <w:rsid w:val="007447B6"/>
    <w:rsid w:val="007450F0"/>
    <w:rsid w:val="007451A3"/>
    <w:rsid w:val="0074592A"/>
    <w:rsid w:val="007468AF"/>
    <w:rsid w:val="00746AED"/>
    <w:rsid w:val="00746B16"/>
    <w:rsid w:val="00747481"/>
    <w:rsid w:val="00747516"/>
    <w:rsid w:val="00747670"/>
    <w:rsid w:val="00747D72"/>
    <w:rsid w:val="0075068A"/>
    <w:rsid w:val="00750B26"/>
    <w:rsid w:val="00750E15"/>
    <w:rsid w:val="00752AEB"/>
    <w:rsid w:val="00752B04"/>
    <w:rsid w:val="00753415"/>
    <w:rsid w:val="007535EB"/>
    <w:rsid w:val="00754112"/>
    <w:rsid w:val="0075425A"/>
    <w:rsid w:val="007547C1"/>
    <w:rsid w:val="00754F89"/>
    <w:rsid w:val="00755103"/>
    <w:rsid w:val="00756379"/>
    <w:rsid w:val="0075778D"/>
    <w:rsid w:val="00760556"/>
    <w:rsid w:val="0076183C"/>
    <w:rsid w:val="00761C83"/>
    <w:rsid w:val="0076221D"/>
    <w:rsid w:val="00762226"/>
    <w:rsid w:val="00763827"/>
    <w:rsid w:val="00763FFA"/>
    <w:rsid w:val="0076400A"/>
    <w:rsid w:val="0076425C"/>
    <w:rsid w:val="00764360"/>
    <w:rsid w:val="007646F2"/>
    <w:rsid w:val="0076562B"/>
    <w:rsid w:val="00765F2E"/>
    <w:rsid w:val="00766720"/>
    <w:rsid w:val="00767629"/>
    <w:rsid w:val="00767889"/>
    <w:rsid w:val="007678F5"/>
    <w:rsid w:val="007707C6"/>
    <w:rsid w:val="00770976"/>
    <w:rsid w:val="00771467"/>
    <w:rsid w:val="007714D2"/>
    <w:rsid w:val="00771671"/>
    <w:rsid w:val="007717D1"/>
    <w:rsid w:val="00771F91"/>
    <w:rsid w:val="00772427"/>
    <w:rsid w:val="007725A1"/>
    <w:rsid w:val="00772796"/>
    <w:rsid w:val="00772B07"/>
    <w:rsid w:val="00772B82"/>
    <w:rsid w:val="00774440"/>
    <w:rsid w:val="00774FF4"/>
    <w:rsid w:val="00775169"/>
    <w:rsid w:val="00775387"/>
    <w:rsid w:val="00775CEA"/>
    <w:rsid w:val="00775E6A"/>
    <w:rsid w:val="0077738E"/>
    <w:rsid w:val="00777B21"/>
    <w:rsid w:val="007801A2"/>
    <w:rsid w:val="007805F1"/>
    <w:rsid w:val="007806EE"/>
    <w:rsid w:val="0078209E"/>
    <w:rsid w:val="00782431"/>
    <w:rsid w:val="007837BF"/>
    <w:rsid w:val="00783989"/>
    <w:rsid w:val="007841EF"/>
    <w:rsid w:val="0078424B"/>
    <w:rsid w:val="0078429F"/>
    <w:rsid w:val="00784687"/>
    <w:rsid w:val="0078523C"/>
    <w:rsid w:val="00785264"/>
    <w:rsid w:val="00785CC6"/>
    <w:rsid w:val="00785D9F"/>
    <w:rsid w:val="007865ED"/>
    <w:rsid w:val="0079024C"/>
    <w:rsid w:val="00790308"/>
    <w:rsid w:val="0079136D"/>
    <w:rsid w:val="0079148A"/>
    <w:rsid w:val="0079165D"/>
    <w:rsid w:val="0079176B"/>
    <w:rsid w:val="007917D7"/>
    <w:rsid w:val="00791A74"/>
    <w:rsid w:val="00794205"/>
    <w:rsid w:val="007944E8"/>
    <w:rsid w:val="0079462B"/>
    <w:rsid w:val="00794B4C"/>
    <w:rsid w:val="00795E88"/>
    <w:rsid w:val="007963BA"/>
    <w:rsid w:val="007974BB"/>
    <w:rsid w:val="007979A3"/>
    <w:rsid w:val="007A057F"/>
    <w:rsid w:val="007A0E44"/>
    <w:rsid w:val="007A1BF0"/>
    <w:rsid w:val="007A1EEF"/>
    <w:rsid w:val="007A2A4A"/>
    <w:rsid w:val="007A377C"/>
    <w:rsid w:val="007A3B71"/>
    <w:rsid w:val="007A4270"/>
    <w:rsid w:val="007A444E"/>
    <w:rsid w:val="007A44AB"/>
    <w:rsid w:val="007A4E16"/>
    <w:rsid w:val="007A5237"/>
    <w:rsid w:val="007A68B8"/>
    <w:rsid w:val="007B0451"/>
    <w:rsid w:val="007B049F"/>
    <w:rsid w:val="007B1A7A"/>
    <w:rsid w:val="007B1D2F"/>
    <w:rsid w:val="007B3093"/>
    <w:rsid w:val="007B3285"/>
    <w:rsid w:val="007B344C"/>
    <w:rsid w:val="007B38BD"/>
    <w:rsid w:val="007B3A50"/>
    <w:rsid w:val="007B43D8"/>
    <w:rsid w:val="007B53A5"/>
    <w:rsid w:val="007B55F3"/>
    <w:rsid w:val="007B5BAC"/>
    <w:rsid w:val="007B6663"/>
    <w:rsid w:val="007B6864"/>
    <w:rsid w:val="007B708D"/>
    <w:rsid w:val="007B7C36"/>
    <w:rsid w:val="007C06BE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6CA"/>
    <w:rsid w:val="007D079F"/>
    <w:rsid w:val="007D2A80"/>
    <w:rsid w:val="007D2BB8"/>
    <w:rsid w:val="007D3916"/>
    <w:rsid w:val="007D3DCB"/>
    <w:rsid w:val="007D4532"/>
    <w:rsid w:val="007D45BA"/>
    <w:rsid w:val="007D4D02"/>
    <w:rsid w:val="007D4D86"/>
    <w:rsid w:val="007D55F9"/>
    <w:rsid w:val="007D5DDA"/>
    <w:rsid w:val="007D5E67"/>
    <w:rsid w:val="007D6C63"/>
    <w:rsid w:val="007E008D"/>
    <w:rsid w:val="007E02CA"/>
    <w:rsid w:val="007E046E"/>
    <w:rsid w:val="007E0707"/>
    <w:rsid w:val="007E07E8"/>
    <w:rsid w:val="007E09E4"/>
    <w:rsid w:val="007E0F0D"/>
    <w:rsid w:val="007E108E"/>
    <w:rsid w:val="007E42DE"/>
    <w:rsid w:val="007E4618"/>
    <w:rsid w:val="007E49BC"/>
    <w:rsid w:val="007E4C09"/>
    <w:rsid w:val="007E5A3D"/>
    <w:rsid w:val="007E5CC4"/>
    <w:rsid w:val="007E7742"/>
    <w:rsid w:val="007F035D"/>
    <w:rsid w:val="007F07FC"/>
    <w:rsid w:val="007F1C16"/>
    <w:rsid w:val="007F1E7D"/>
    <w:rsid w:val="007F219A"/>
    <w:rsid w:val="007F2ACC"/>
    <w:rsid w:val="007F2EF5"/>
    <w:rsid w:val="007F3636"/>
    <w:rsid w:val="007F46F7"/>
    <w:rsid w:val="007F4BB9"/>
    <w:rsid w:val="007F68BC"/>
    <w:rsid w:val="007F700C"/>
    <w:rsid w:val="007F706A"/>
    <w:rsid w:val="008001E9"/>
    <w:rsid w:val="0080056A"/>
    <w:rsid w:val="00801328"/>
    <w:rsid w:val="008019DB"/>
    <w:rsid w:val="00802383"/>
    <w:rsid w:val="0080365C"/>
    <w:rsid w:val="0080391D"/>
    <w:rsid w:val="008046EF"/>
    <w:rsid w:val="00804884"/>
    <w:rsid w:val="00805354"/>
    <w:rsid w:val="00806622"/>
    <w:rsid w:val="00806D08"/>
    <w:rsid w:val="00807FA3"/>
    <w:rsid w:val="008111DC"/>
    <w:rsid w:val="00811D8C"/>
    <w:rsid w:val="008120D4"/>
    <w:rsid w:val="00812973"/>
    <w:rsid w:val="00812F19"/>
    <w:rsid w:val="008133E8"/>
    <w:rsid w:val="00813611"/>
    <w:rsid w:val="00813B17"/>
    <w:rsid w:val="00813B8B"/>
    <w:rsid w:val="008140BB"/>
    <w:rsid w:val="0081530B"/>
    <w:rsid w:val="00815316"/>
    <w:rsid w:val="00815961"/>
    <w:rsid w:val="008159F8"/>
    <w:rsid w:val="00815D5C"/>
    <w:rsid w:val="008165D4"/>
    <w:rsid w:val="00816F82"/>
    <w:rsid w:val="0081719F"/>
    <w:rsid w:val="00817690"/>
    <w:rsid w:val="00820302"/>
    <w:rsid w:val="00820B30"/>
    <w:rsid w:val="00820B6F"/>
    <w:rsid w:val="0082187C"/>
    <w:rsid w:val="00821AF8"/>
    <w:rsid w:val="0082224F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2E8"/>
    <w:rsid w:val="00827FC1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4D2F"/>
    <w:rsid w:val="00834FA2"/>
    <w:rsid w:val="00835EA3"/>
    <w:rsid w:val="008367A8"/>
    <w:rsid w:val="00837F19"/>
    <w:rsid w:val="008406EB"/>
    <w:rsid w:val="00840F15"/>
    <w:rsid w:val="008418B3"/>
    <w:rsid w:val="00842050"/>
    <w:rsid w:val="00842621"/>
    <w:rsid w:val="008431D5"/>
    <w:rsid w:val="00843772"/>
    <w:rsid w:val="00843823"/>
    <w:rsid w:val="00844509"/>
    <w:rsid w:val="0084475E"/>
    <w:rsid w:val="00844975"/>
    <w:rsid w:val="00844E16"/>
    <w:rsid w:val="00845225"/>
    <w:rsid w:val="00845226"/>
    <w:rsid w:val="008456DD"/>
    <w:rsid w:val="008460FB"/>
    <w:rsid w:val="008461AF"/>
    <w:rsid w:val="008461C4"/>
    <w:rsid w:val="00846558"/>
    <w:rsid w:val="008467B5"/>
    <w:rsid w:val="008472C9"/>
    <w:rsid w:val="008474CA"/>
    <w:rsid w:val="008502BF"/>
    <w:rsid w:val="00850A9D"/>
    <w:rsid w:val="00851923"/>
    <w:rsid w:val="008519BD"/>
    <w:rsid w:val="008519F2"/>
    <w:rsid w:val="0085245E"/>
    <w:rsid w:val="008527BB"/>
    <w:rsid w:val="00852964"/>
    <w:rsid w:val="008529B4"/>
    <w:rsid w:val="0085398B"/>
    <w:rsid w:val="008540A1"/>
    <w:rsid w:val="00854284"/>
    <w:rsid w:val="00854B15"/>
    <w:rsid w:val="00854F7D"/>
    <w:rsid w:val="00855154"/>
    <w:rsid w:val="00855B0F"/>
    <w:rsid w:val="00855B77"/>
    <w:rsid w:val="00855BCA"/>
    <w:rsid w:val="00855E20"/>
    <w:rsid w:val="00855E7D"/>
    <w:rsid w:val="00856101"/>
    <w:rsid w:val="00860C01"/>
    <w:rsid w:val="0086115D"/>
    <w:rsid w:val="008613FA"/>
    <w:rsid w:val="0086313C"/>
    <w:rsid w:val="008635D4"/>
    <w:rsid w:val="0086364B"/>
    <w:rsid w:val="00863EFA"/>
    <w:rsid w:val="008645E2"/>
    <w:rsid w:val="0086494F"/>
    <w:rsid w:val="00864D87"/>
    <w:rsid w:val="00864DDE"/>
    <w:rsid w:val="008666BA"/>
    <w:rsid w:val="0086689E"/>
    <w:rsid w:val="00866CBC"/>
    <w:rsid w:val="00867351"/>
    <w:rsid w:val="0086774C"/>
    <w:rsid w:val="00867895"/>
    <w:rsid w:val="00867ED7"/>
    <w:rsid w:val="00870727"/>
    <w:rsid w:val="00870B32"/>
    <w:rsid w:val="00870CA9"/>
    <w:rsid w:val="0087309C"/>
    <w:rsid w:val="0087537D"/>
    <w:rsid w:val="00875470"/>
    <w:rsid w:val="008759E1"/>
    <w:rsid w:val="00875B1B"/>
    <w:rsid w:val="00876075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25E1"/>
    <w:rsid w:val="0088302F"/>
    <w:rsid w:val="0088454A"/>
    <w:rsid w:val="00884F0E"/>
    <w:rsid w:val="008850EB"/>
    <w:rsid w:val="008853DE"/>
    <w:rsid w:val="008854FA"/>
    <w:rsid w:val="00885655"/>
    <w:rsid w:val="008863DF"/>
    <w:rsid w:val="008867AA"/>
    <w:rsid w:val="008869C0"/>
    <w:rsid w:val="00886C36"/>
    <w:rsid w:val="00886E6B"/>
    <w:rsid w:val="0089086E"/>
    <w:rsid w:val="00891787"/>
    <w:rsid w:val="00891B22"/>
    <w:rsid w:val="00893A4C"/>
    <w:rsid w:val="00893E8F"/>
    <w:rsid w:val="00894400"/>
    <w:rsid w:val="00894771"/>
    <w:rsid w:val="008949ED"/>
    <w:rsid w:val="00894C2A"/>
    <w:rsid w:val="00895364"/>
    <w:rsid w:val="00895DF3"/>
    <w:rsid w:val="00895F13"/>
    <w:rsid w:val="0089685C"/>
    <w:rsid w:val="008968A3"/>
    <w:rsid w:val="008968B9"/>
    <w:rsid w:val="00896CCF"/>
    <w:rsid w:val="00896D40"/>
    <w:rsid w:val="00897B9B"/>
    <w:rsid w:val="008A0374"/>
    <w:rsid w:val="008A04A8"/>
    <w:rsid w:val="008A1B31"/>
    <w:rsid w:val="008A2825"/>
    <w:rsid w:val="008A2D95"/>
    <w:rsid w:val="008A3702"/>
    <w:rsid w:val="008A3717"/>
    <w:rsid w:val="008A56EE"/>
    <w:rsid w:val="008A57B0"/>
    <w:rsid w:val="008A5B39"/>
    <w:rsid w:val="008A5D07"/>
    <w:rsid w:val="008A66E2"/>
    <w:rsid w:val="008A6CB5"/>
    <w:rsid w:val="008A74EC"/>
    <w:rsid w:val="008B19FC"/>
    <w:rsid w:val="008B27C1"/>
    <w:rsid w:val="008B3678"/>
    <w:rsid w:val="008B4C5F"/>
    <w:rsid w:val="008B501D"/>
    <w:rsid w:val="008B507D"/>
    <w:rsid w:val="008B6C5C"/>
    <w:rsid w:val="008B73D2"/>
    <w:rsid w:val="008B7E7F"/>
    <w:rsid w:val="008C007D"/>
    <w:rsid w:val="008C024A"/>
    <w:rsid w:val="008C0C14"/>
    <w:rsid w:val="008C0E54"/>
    <w:rsid w:val="008C1237"/>
    <w:rsid w:val="008C1825"/>
    <w:rsid w:val="008C187A"/>
    <w:rsid w:val="008C25E5"/>
    <w:rsid w:val="008C27A3"/>
    <w:rsid w:val="008C2821"/>
    <w:rsid w:val="008C28A2"/>
    <w:rsid w:val="008C29F5"/>
    <w:rsid w:val="008C2F54"/>
    <w:rsid w:val="008C30F5"/>
    <w:rsid w:val="008C31A1"/>
    <w:rsid w:val="008C3CB8"/>
    <w:rsid w:val="008C3E6A"/>
    <w:rsid w:val="008C465F"/>
    <w:rsid w:val="008C48F6"/>
    <w:rsid w:val="008C5817"/>
    <w:rsid w:val="008C5EE4"/>
    <w:rsid w:val="008C67BF"/>
    <w:rsid w:val="008C7462"/>
    <w:rsid w:val="008D0919"/>
    <w:rsid w:val="008D1856"/>
    <w:rsid w:val="008D27DA"/>
    <w:rsid w:val="008D529F"/>
    <w:rsid w:val="008D56D3"/>
    <w:rsid w:val="008D61F7"/>
    <w:rsid w:val="008D623B"/>
    <w:rsid w:val="008D6938"/>
    <w:rsid w:val="008D718A"/>
    <w:rsid w:val="008D7222"/>
    <w:rsid w:val="008D7610"/>
    <w:rsid w:val="008D7AEC"/>
    <w:rsid w:val="008D7D98"/>
    <w:rsid w:val="008E02FC"/>
    <w:rsid w:val="008E163D"/>
    <w:rsid w:val="008E2857"/>
    <w:rsid w:val="008E2E01"/>
    <w:rsid w:val="008E316C"/>
    <w:rsid w:val="008E3709"/>
    <w:rsid w:val="008E3A11"/>
    <w:rsid w:val="008E464C"/>
    <w:rsid w:val="008E5190"/>
    <w:rsid w:val="008E5B94"/>
    <w:rsid w:val="008E64D2"/>
    <w:rsid w:val="008E6519"/>
    <w:rsid w:val="008E68C5"/>
    <w:rsid w:val="008E76C8"/>
    <w:rsid w:val="008F0328"/>
    <w:rsid w:val="008F0A8D"/>
    <w:rsid w:val="008F22FC"/>
    <w:rsid w:val="008F3B1F"/>
    <w:rsid w:val="008F3C7E"/>
    <w:rsid w:val="008F41EE"/>
    <w:rsid w:val="008F6FEA"/>
    <w:rsid w:val="0090026A"/>
    <w:rsid w:val="00900371"/>
    <w:rsid w:val="0090146A"/>
    <w:rsid w:val="00902054"/>
    <w:rsid w:val="0090277F"/>
    <w:rsid w:val="0090289E"/>
    <w:rsid w:val="009037A0"/>
    <w:rsid w:val="00904040"/>
    <w:rsid w:val="009042A6"/>
    <w:rsid w:val="00904892"/>
    <w:rsid w:val="00905877"/>
    <w:rsid w:val="0090692B"/>
    <w:rsid w:val="00906D01"/>
    <w:rsid w:val="00907C6B"/>
    <w:rsid w:val="00907EAA"/>
    <w:rsid w:val="00912413"/>
    <w:rsid w:val="00912E2F"/>
    <w:rsid w:val="009142F8"/>
    <w:rsid w:val="009151FF"/>
    <w:rsid w:val="00915A44"/>
    <w:rsid w:val="009160DC"/>
    <w:rsid w:val="00916BBE"/>
    <w:rsid w:val="0091712B"/>
    <w:rsid w:val="009174F7"/>
    <w:rsid w:val="009175CF"/>
    <w:rsid w:val="00917B9E"/>
    <w:rsid w:val="00920153"/>
    <w:rsid w:val="009202DF"/>
    <w:rsid w:val="00920803"/>
    <w:rsid w:val="00920DF7"/>
    <w:rsid w:val="00920E9A"/>
    <w:rsid w:val="00921587"/>
    <w:rsid w:val="009217DB"/>
    <w:rsid w:val="009229B5"/>
    <w:rsid w:val="00922AB2"/>
    <w:rsid w:val="00922DFE"/>
    <w:rsid w:val="00923277"/>
    <w:rsid w:val="00923ACE"/>
    <w:rsid w:val="00923D04"/>
    <w:rsid w:val="009250BB"/>
    <w:rsid w:val="0092522C"/>
    <w:rsid w:val="0092591D"/>
    <w:rsid w:val="00926FB2"/>
    <w:rsid w:val="0092747C"/>
    <w:rsid w:val="00927555"/>
    <w:rsid w:val="00927772"/>
    <w:rsid w:val="00927F20"/>
    <w:rsid w:val="00930198"/>
    <w:rsid w:val="00930A33"/>
    <w:rsid w:val="0093157B"/>
    <w:rsid w:val="00931833"/>
    <w:rsid w:val="00932E7C"/>
    <w:rsid w:val="00933279"/>
    <w:rsid w:val="009332FC"/>
    <w:rsid w:val="00933456"/>
    <w:rsid w:val="0093373E"/>
    <w:rsid w:val="00933873"/>
    <w:rsid w:val="009339C0"/>
    <w:rsid w:val="009348A5"/>
    <w:rsid w:val="00934DB3"/>
    <w:rsid w:val="00934F09"/>
    <w:rsid w:val="00935C32"/>
    <w:rsid w:val="00936071"/>
    <w:rsid w:val="0093608C"/>
    <w:rsid w:val="00937364"/>
    <w:rsid w:val="0093748C"/>
    <w:rsid w:val="00937A22"/>
    <w:rsid w:val="00937C0F"/>
    <w:rsid w:val="009403E6"/>
    <w:rsid w:val="00940F22"/>
    <w:rsid w:val="00941745"/>
    <w:rsid w:val="0094185C"/>
    <w:rsid w:val="0094223B"/>
    <w:rsid w:val="009424E8"/>
    <w:rsid w:val="0094370F"/>
    <w:rsid w:val="00943CD1"/>
    <w:rsid w:val="00944AC2"/>
    <w:rsid w:val="00944D48"/>
    <w:rsid w:val="00946108"/>
    <w:rsid w:val="00946119"/>
    <w:rsid w:val="00947F81"/>
    <w:rsid w:val="00950760"/>
    <w:rsid w:val="00950B2B"/>
    <w:rsid w:val="00950CC5"/>
    <w:rsid w:val="009531BA"/>
    <w:rsid w:val="0095398D"/>
    <w:rsid w:val="009547C4"/>
    <w:rsid w:val="00954822"/>
    <w:rsid w:val="009558D2"/>
    <w:rsid w:val="00956951"/>
    <w:rsid w:val="0095787C"/>
    <w:rsid w:val="00957C1E"/>
    <w:rsid w:val="009608FF"/>
    <w:rsid w:val="00960CC2"/>
    <w:rsid w:val="00960FED"/>
    <w:rsid w:val="00961575"/>
    <w:rsid w:val="00961723"/>
    <w:rsid w:val="00961F85"/>
    <w:rsid w:val="00963A5A"/>
    <w:rsid w:val="00963B9D"/>
    <w:rsid w:val="00963DCF"/>
    <w:rsid w:val="00964F16"/>
    <w:rsid w:val="00965127"/>
    <w:rsid w:val="00965AED"/>
    <w:rsid w:val="00965B17"/>
    <w:rsid w:val="009661C2"/>
    <w:rsid w:val="00966F53"/>
    <w:rsid w:val="00967A35"/>
    <w:rsid w:val="009700F8"/>
    <w:rsid w:val="0097143C"/>
    <w:rsid w:val="00971770"/>
    <w:rsid w:val="009719D2"/>
    <w:rsid w:val="00972BE9"/>
    <w:rsid w:val="00972C3C"/>
    <w:rsid w:val="00972CD6"/>
    <w:rsid w:val="00973E5C"/>
    <w:rsid w:val="00974C31"/>
    <w:rsid w:val="00975275"/>
    <w:rsid w:val="00975812"/>
    <w:rsid w:val="00976435"/>
    <w:rsid w:val="00976641"/>
    <w:rsid w:val="0097739A"/>
    <w:rsid w:val="00980028"/>
    <w:rsid w:val="00980168"/>
    <w:rsid w:val="0098087D"/>
    <w:rsid w:val="00980D30"/>
    <w:rsid w:val="009812EC"/>
    <w:rsid w:val="00981378"/>
    <w:rsid w:val="00981595"/>
    <w:rsid w:val="00981C61"/>
    <w:rsid w:val="00982732"/>
    <w:rsid w:val="009835B5"/>
    <w:rsid w:val="0098589C"/>
    <w:rsid w:val="009858CB"/>
    <w:rsid w:val="009862CF"/>
    <w:rsid w:val="00986E6B"/>
    <w:rsid w:val="009870F9"/>
    <w:rsid w:val="0098773C"/>
    <w:rsid w:val="0099094B"/>
    <w:rsid w:val="00990C84"/>
    <w:rsid w:val="00990F1A"/>
    <w:rsid w:val="00990FAA"/>
    <w:rsid w:val="009916B6"/>
    <w:rsid w:val="00992B52"/>
    <w:rsid w:val="00992CA4"/>
    <w:rsid w:val="00992DA4"/>
    <w:rsid w:val="00993A81"/>
    <w:rsid w:val="00994384"/>
    <w:rsid w:val="009944FA"/>
    <w:rsid w:val="00995904"/>
    <w:rsid w:val="009963EC"/>
    <w:rsid w:val="00996788"/>
    <w:rsid w:val="00997042"/>
    <w:rsid w:val="009976F3"/>
    <w:rsid w:val="00997741"/>
    <w:rsid w:val="00997E5F"/>
    <w:rsid w:val="00997EE9"/>
    <w:rsid w:val="009A0C8B"/>
    <w:rsid w:val="009A0FAF"/>
    <w:rsid w:val="009A1117"/>
    <w:rsid w:val="009A1392"/>
    <w:rsid w:val="009A1F43"/>
    <w:rsid w:val="009A2129"/>
    <w:rsid w:val="009A265A"/>
    <w:rsid w:val="009A2F55"/>
    <w:rsid w:val="009A3B36"/>
    <w:rsid w:val="009A3EF0"/>
    <w:rsid w:val="009A3F99"/>
    <w:rsid w:val="009A4250"/>
    <w:rsid w:val="009A4262"/>
    <w:rsid w:val="009A664C"/>
    <w:rsid w:val="009A70C6"/>
    <w:rsid w:val="009A7307"/>
    <w:rsid w:val="009A75D3"/>
    <w:rsid w:val="009A78BE"/>
    <w:rsid w:val="009A7FC2"/>
    <w:rsid w:val="009B1151"/>
    <w:rsid w:val="009B147F"/>
    <w:rsid w:val="009B1B57"/>
    <w:rsid w:val="009B1BDC"/>
    <w:rsid w:val="009B262E"/>
    <w:rsid w:val="009B26E1"/>
    <w:rsid w:val="009B359E"/>
    <w:rsid w:val="009B3B40"/>
    <w:rsid w:val="009B4098"/>
    <w:rsid w:val="009B57B5"/>
    <w:rsid w:val="009B5994"/>
    <w:rsid w:val="009B5B49"/>
    <w:rsid w:val="009B637A"/>
    <w:rsid w:val="009B6A6B"/>
    <w:rsid w:val="009B6FDF"/>
    <w:rsid w:val="009C017A"/>
    <w:rsid w:val="009C0219"/>
    <w:rsid w:val="009C16FC"/>
    <w:rsid w:val="009C184C"/>
    <w:rsid w:val="009C1F36"/>
    <w:rsid w:val="009C2DAE"/>
    <w:rsid w:val="009C3827"/>
    <w:rsid w:val="009C3A62"/>
    <w:rsid w:val="009C3CAD"/>
    <w:rsid w:val="009C3EF6"/>
    <w:rsid w:val="009C4B37"/>
    <w:rsid w:val="009C4C1E"/>
    <w:rsid w:val="009C5798"/>
    <w:rsid w:val="009C5DCD"/>
    <w:rsid w:val="009C60F9"/>
    <w:rsid w:val="009C6338"/>
    <w:rsid w:val="009C656E"/>
    <w:rsid w:val="009C6C34"/>
    <w:rsid w:val="009C75C3"/>
    <w:rsid w:val="009C7BC1"/>
    <w:rsid w:val="009D0155"/>
    <w:rsid w:val="009D03AD"/>
    <w:rsid w:val="009D14D7"/>
    <w:rsid w:val="009D333A"/>
    <w:rsid w:val="009D36D8"/>
    <w:rsid w:val="009D403C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B02"/>
    <w:rsid w:val="009E1B7C"/>
    <w:rsid w:val="009E1C54"/>
    <w:rsid w:val="009E2755"/>
    <w:rsid w:val="009E2A42"/>
    <w:rsid w:val="009E2B0A"/>
    <w:rsid w:val="009E2EAF"/>
    <w:rsid w:val="009E364E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F0C0B"/>
    <w:rsid w:val="009F176F"/>
    <w:rsid w:val="009F181B"/>
    <w:rsid w:val="009F1AE3"/>
    <w:rsid w:val="009F24B6"/>
    <w:rsid w:val="009F26CB"/>
    <w:rsid w:val="009F3207"/>
    <w:rsid w:val="009F3C94"/>
    <w:rsid w:val="009F40AE"/>
    <w:rsid w:val="009F433D"/>
    <w:rsid w:val="009F4F61"/>
    <w:rsid w:val="009F56FB"/>
    <w:rsid w:val="009F5E51"/>
    <w:rsid w:val="009F6122"/>
    <w:rsid w:val="009F6758"/>
    <w:rsid w:val="009F6B5D"/>
    <w:rsid w:val="00A0071D"/>
    <w:rsid w:val="00A00B22"/>
    <w:rsid w:val="00A01E0A"/>
    <w:rsid w:val="00A02096"/>
    <w:rsid w:val="00A02211"/>
    <w:rsid w:val="00A02DE5"/>
    <w:rsid w:val="00A03750"/>
    <w:rsid w:val="00A03B22"/>
    <w:rsid w:val="00A03C7B"/>
    <w:rsid w:val="00A04B0E"/>
    <w:rsid w:val="00A04D4A"/>
    <w:rsid w:val="00A05582"/>
    <w:rsid w:val="00A05689"/>
    <w:rsid w:val="00A05BB8"/>
    <w:rsid w:val="00A05DBB"/>
    <w:rsid w:val="00A05DE2"/>
    <w:rsid w:val="00A0616E"/>
    <w:rsid w:val="00A070F3"/>
    <w:rsid w:val="00A10273"/>
    <w:rsid w:val="00A11576"/>
    <w:rsid w:val="00A117CD"/>
    <w:rsid w:val="00A11851"/>
    <w:rsid w:val="00A11DAC"/>
    <w:rsid w:val="00A12152"/>
    <w:rsid w:val="00A12C61"/>
    <w:rsid w:val="00A13963"/>
    <w:rsid w:val="00A13D51"/>
    <w:rsid w:val="00A145BB"/>
    <w:rsid w:val="00A14BCE"/>
    <w:rsid w:val="00A1513E"/>
    <w:rsid w:val="00A15A10"/>
    <w:rsid w:val="00A15B54"/>
    <w:rsid w:val="00A15CD5"/>
    <w:rsid w:val="00A1614D"/>
    <w:rsid w:val="00A167FC"/>
    <w:rsid w:val="00A1737C"/>
    <w:rsid w:val="00A177AA"/>
    <w:rsid w:val="00A20107"/>
    <w:rsid w:val="00A207B7"/>
    <w:rsid w:val="00A20B41"/>
    <w:rsid w:val="00A210A4"/>
    <w:rsid w:val="00A21128"/>
    <w:rsid w:val="00A21149"/>
    <w:rsid w:val="00A2185B"/>
    <w:rsid w:val="00A21B22"/>
    <w:rsid w:val="00A22BB8"/>
    <w:rsid w:val="00A24724"/>
    <w:rsid w:val="00A24820"/>
    <w:rsid w:val="00A249B4"/>
    <w:rsid w:val="00A24FB3"/>
    <w:rsid w:val="00A254FC"/>
    <w:rsid w:val="00A25F41"/>
    <w:rsid w:val="00A27FEA"/>
    <w:rsid w:val="00A3000A"/>
    <w:rsid w:val="00A30B98"/>
    <w:rsid w:val="00A30F9E"/>
    <w:rsid w:val="00A318D8"/>
    <w:rsid w:val="00A319BF"/>
    <w:rsid w:val="00A328F3"/>
    <w:rsid w:val="00A3299F"/>
    <w:rsid w:val="00A32B58"/>
    <w:rsid w:val="00A338D2"/>
    <w:rsid w:val="00A33A86"/>
    <w:rsid w:val="00A33AFD"/>
    <w:rsid w:val="00A34283"/>
    <w:rsid w:val="00A34C9C"/>
    <w:rsid w:val="00A34D77"/>
    <w:rsid w:val="00A351EC"/>
    <w:rsid w:val="00A3771D"/>
    <w:rsid w:val="00A379AB"/>
    <w:rsid w:val="00A40B18"/>
    <w:rsid w:val="00A41640"/>
    <w:rsid w:val="00A42067"/>
    <w:rsid w:val="00A4216D"/>
    <w:rsid w:val="00A432EE"/>
    <w:rsid w:val="00A4399A"/>
    <w:rsid w:val="00A44360"/>
    <w:rsid w:val="00A4477C"/>
    <w:rsid w:val="00A45A9A"/>
    <w:rsid w:val="00A4633A"/>
    <w:rsid w:val="00A46483"/>
    <w:rsid w:val="00A472A9"/>
    <w:rsid w:val="00A47E2D"/>
    <w:rsid w:val="00A5017E"/>
    <w:rsid w:val="00A50687"/>
    <w:rsid w:val="00A50D08"/>
    <w:rsid w:val="00A51768"/>
    <w:rsid w:val="00A5189C"/>
    <w:rsid w:val="00A51B29"/>
    <w:rsid w:val="00A525BE"/>
    <w:rsid w:val="00A5286B"/>
    <w:rsid w:val="00A5289A"/>
    <w:rsid w:val="00A52C0E"/>
    <w:rsid w:val="00A541EA"/>
    <w:rsid w:val="00A5472F"/>
    <w:rsid w:val="00A54E39"/>
    <w:rsid w:val="00A55161"/>
    <w:rsid w:val="00A5686D"/>
    <w:rsid w:val="00A568C6"/>
    <w:rsid w:val="00A5751D"/>
    <w:rsid w:val="00A577BF"/>
    <w:rsid w:val="00A57CAF"/>
    <w:rsid w:val="00A608D2"/>
    <w:rsid w:val="00A608F3"/>
    <w:rsid w:val="00A60908"/>
    <w:rsid w:val="00A61D9A"/>
    <w:rsid w:val="00A634ED"/>
    <w:rsid w:val="00A63883"/>
    <w:rsid w:val="00A63CC8"/>
    <w:rsid w:val="00A64235"/>
    <w:rsid w:val="00A6465C"/>
    <w:rsid w:val="00A64CE3"/>
    <w:rsid w:val="00A65155"/>
    <w:rsid w:val="00A65D29"/>
    <w:rsid w:val="00A661DC"/>
    <w:rsid w:val="00A66AFC"/>
    <w:rsid w:val="00A66C22"/>
    <w:rsid w:val="00A66C37"/>
    <w:rsid w:val="00A66FFB"/>
    <w:rsid w:val="00A672E9"/>
    <w:rsid w:val="00A67AFA"/>
    <w:rsid w:val="00A67D42"/>
    <w:rsid w:val="00A71124"/>
    <w:rsid w:val="00A72CED"/>
    <w:rsid w:val="00A73A90"/>
    <w:rsid w:val="00A74373"/>
    <w:rsid w:val="00A752F7"/>
    <w:rsid w:val="00A755F1"/>
    <w:rsid w:val="00A775BB"/>
    <w:rsid w:val="00A77B48"/>
    <w:rsid w:val="00A77CBD"/>
    <w:rsid w:val="00A807D4"/>
    <w:rsid w:val="00A80946"/>
    <w:rsid w:val="00A80FF2"/>
    <w:rsid w:val="00A81B7D"/>
    <w:rsid w:val="00A8210C"/>
    <w:rsid w:val="00A82D68"/>
    <w:rsid w:val="00A82D8E"/>
    <w:rsid w:val="00A82F65"/>
    <w:rsid w:val="00A838E0"/>
    <w:rsid w:val="00A83ED5"/>
    <w:rsid w:val="00A84C4B"/>
    <w:rsid w:val="00A84D77"/>
    <w:rsid w:val="00A8524A"/>
    <w:rsid w:val="00A85E74"/>
    <w:rsid w:val="00A86381"/>
    <w:rsid w:val="00A8784D"/>
    <w:rsid w:val="00A87E90"/>
    <w:rsid w:val="00A90AB8"/>
    <w:rsid w:val="00A90DAD"/>
    <w:rsid w:val="00A90E4C"/>
    <w:rsid w:val="00A91007"/>
    <w:rsid w:val="00A912E5"/>
    <w:rsid w:val="00A924EB"/>
    <w:rsid w:val="00A93171"/>
    <w:rsid w:val="00A932DA"/>
    <w:rsid w:val="00A9467E"/>
    <w:rsid w:val="00A95DDD"/>
    <w:rsid w:val="00A965DB"/>
    <w:rsid w:val="00AA059B"/>
    <w:rsid w:val="00AA0C96"/>
    <w:rsid w:val="00AA0FEF"/>
    <w:rsid w:val="00AA1091"/>
    <w:rsid w:val="00AA1589"/>
    <w:rsid w:val="00AA1643"/>
    <w:rsid w:val="00AA1FD8"/>
    <w:rsid w:val="00AA2784"/>
    <w:rsid w:val="00AA2C3D"/>
    <w:rsid w:val="00AA2FC2"/>
    <w:rsid w:val="00AA3838"/>
    <w:rsid w:val="00AA509D"/>
    <w:rsid w:val="00AA56DF"/>
    <w:rsid w:val="00AA5AA1"/>
    <w:rsid w:val="00AA76A3"/>
    <w:rsid w:val="00AA79B1"/>
    <w:rsid w:val="00AA7ADB"/>
    <w:rsid w:val="00AB088C"/>
    <w:rsid w:val="00AB0AD0"/>
    <w:rsid w:val="00AB1B36"/>
    <w:rsid w:val="00AB1BBF"/>
    <w:rsid w:val="00AB28D9"/>
    <w:rsid w:val="00AB3752"/>
    <w:rsid w:val="00AB3FE8"/>
    <w:rsid w:val="00AB4159"/>
    <w:rsid w:val="00AB44BE"/>
    <w:rsid w:val="00AB46E4"/>
    <w:rsid w:val="00AB47B3"/>
    <w:rsid w:val="00AB4BA8"/>
    <w:rsid w:val="00AB52EC"/>
    <w:rsid w:val="00AB5682"/>
    <w:rsid w:val="00AB6E44"/>
    <w:rsid w:val="00AB7663"/>
    <w:rsid w:val="00AB7839"/>
    <w:rsid w:val="00AC0838"/>
    <w:rsid w:val="00AC13EF"/>
    <w:rsid w:val="00AC2224"/>
    <w:rsid w:val="00AC293C"/>
    <w:rsid w:val="00AC38AA"/>
    <w:rsid w:val="00AC3D28"/>
    <w:rsid w:val="00AC3D61"/>
    <w:rsid w:val="00AC5874"/>
    <w:rsid w:val="00AC5E24"/>
    <w:rsid w:val="00AC6C5B"/>
    <w:rsid w:val="00AC6F49"/>
    <w:rsid w:val="00AC71D0"/>
    <w:rsid w:val="00AD144B"/>
    <w:rsid w:val="00AD16A3"/>
    <w:rsid w:val="00AD18F7"/>
    <w:rsid w:val="00AD1B51"/>
    <w:rsid w:val="00AD1F41"/>
    <w:rsid w:val="00AD261A"/>
    <w:rsid w:val="00AD2C73"/>
    <w:rsid w:val="00AD31A4"/>
    <w:rsid w:val="00AD3EC1"/>
    <w:rsid w:val="00AD42AB"/>
    <w:rsid w:val="00AD432E"/>
    <w:rsid w:val="00AD4604"/>
    <w:rsid w:val="00AD5435"/>
    <w:rsid w:val="00AD5B54"/>
    <w:rsid w:val="00AD61A5"/>
    <w:rsid w:val="00AD71CE"/>
    <w:rsid w:val="00AD730A"/>
    <w:rsid w:val="00AD75AF"/>
    <w:rsid w:val="00AD775E"/>
    <w:rsid w:val="00AD7826"/>
    <w:rsid w:val="00AD7CAA"/>
    <w:rsid w:val="00AD7D08"/>
    <w:rsid w:val="00AD7EF3"/>
    <w:rsid w:val="00AE029C"/>
    <w:rsid w:val="00AE17F7"/>
    <w:rsid w:val="00AE24B1"/>
    <w:rsid w:val="00AE3E2D"/>
    <w:rsid w:val="00AE42C1"/>
    <w:rsid w:val="00AE57B6"/>
    <w:rsid w:val="00AE5F86"/>
    <w:rsid w:val="00AE6B20"/>
    <w:rsid w:val="00AE7F46"/>
    <w:rsid w:val="00AF019E"/>
    <w:rsid w:val="00AF0362"/>
    <w:rsid w:val="00AF0455"/>
    <w:rsid w:val="00AF0BB9"/>
    <w:rsid w:val="00AF2773"/>
    <w:rsid w:val="00AF2EAE"/>
    <w:rsid w:val="00AF439E"/>
    <w:rsid w:val="00AF446F"/>
    <w:rsid w:val="00AF4EF1"/>
    <w:rsid w:val="00AF4F3C"/>
    <w:rsid w:val="00AF54B6"/>
    <w:rsid w:val="00AF5FD6"/>
    <w:rsid w:val="00AF63A8"/>
    <w:rsid w:val="00AF64EA"/>
    <w:rsid w:val="00AF6522"/>
    <w:rsid w:val="00AF7B4D"/>
    <w:rsid w:val="00AF7DE2"/>
    <w:rsid w:val="00B00D4C"/>
    <w:rsid w:val="00B00DF1"/>
    <w:rsid w:val="00B03275"/>
    <w:rsid w:val="00B0329C"/>
    <w:rsid w:val="00B033AE"/>
    <w:rsid w:val="00B03426"/>
    <w:rsid w:val="00B03427"/>
    <w:rsid w:val="00B037D5"/>
    <w:rsid w:val="00B0397A"/>
    <w:rsid w:val="00B0420F"/>
    <w:rsid w:val="00B04918"/>
    <w:rsid w:val="00B04F3A"/>
    <w:rsid w:val="00B050A2"/>
    <w:rsid w:val="00B053AB"/>
    <w:rsid w:val="00B055BC"/>
    <w:rsid w:val="00B05654"/>
    <w:rsid w:val="00B062E1"/>
    <w:rsid w:val="00B06D32"/>
    <w:rsid w:val="00B06ECA"/>
    <w:rsid w:val="00B07F53"/>
    <w:rsid w:val="00B10A48"/>
    <w:rsid w:val="00B11095"/>
    <w:rsid w:val="00B1285F"/>
    <w:rsid w:val="00B12AB2"/>
    <w:rsid w:val="00B138D6"/>
    <w:rsid w:val="00B13A36"/>
    <w:rsid w:val="00B13BEC"/>
    <w:rsid w:val="00B13CD4"/>
    <w:rsid w:val="00B14499"/>
    <w:rsid w:val="00B14BB7"/>
    <w:rsid w:val="00B1562E"/>
    <w:rsid w:val="00B15744"/>
    <w:rsid w:val="00B163D8"/>
    <w:rsid w:val="00B169FD"/>
    <w:rsid w:val="00B1711E"/>
    <w:rsid w:val="00B17ADC"/>
    <w:rsid w:val="00B17CD0"/>
    <w:rsid w:val="00B2029F"/>
    <w:rsid w:val="00B21411"/>
    <w:rsid w:val="00B22170"/>
    <w:rsid w:val="00B22D13"/>
    <w:rsid w:val="00B23FB4"/>
    <w:rsid w:val="00B24B83"/>
    <w:rsid w:val="00B258D4"/>
    <w:rsid w:val="00B25DAD"/>
    <w:rsid w:val="00B263D5"/>
    <w:rsid w:val="00B26A0C"/>
    <w:rsid w:val="00B26B10"/>
    <w:rsid w:val="00B26BC2"/>
    <w:rsid w:val="00B275DE"/>
    <w:rsid w:val="00B27636"/>
    <w:rsid w:val="00B279BC"/>
    <w:rsid w:val="00B3075D"/>
    <w:rsid w:val="00B308CB"/>
    <w:rsid w:val="00B31083"/>
    <w:rsid w:val="00B3127B"/>
    <w:rsid w:val="00B315D5"/>
    <w:rsid w:val="00B322FF"/>
    <w:rsid w:val="00B32390"/>
    <w:rsid w:val="00B3298C"/>
    <w:rsid w:val="00B33A94"/>
    <w:rsid w:val="00B3464B"/>
    <w:rsid w:val="00B35D42"/>
    <w:rsid w:val="00B35DAC"/>
    <w:rsid w:val="00B362BA"/>
    <w:rsid w:val="00B36928"/>
    <w:rsid w:val="00B370E5"/>
    <w:rsid w:val="00B37BD6"/>
    <w:rsid w:val="00B37D37"/>
    <w:rsid w:val="00B40206"/>
    <w:rsid w:val="00B4040C"/>
    <w:rsid w:val="00B40714"/>
    <w:rsid w:val="00B40746"/>
    <w:rsid w:val="00B40DFD"/>
    <w:rsid w:val="00B41734"/>
    <w:rsid w:val="00B41CBB"/>
    <w:rsid w:val="00B41F4A"/>
    <w:rsid w:val="00B4268E"/>
    <w:rsid w:val="00B42D6F"/>
    <w:rsid w:val="00B42EC9"/>
    <w:rsid w:val="00B435AF"/>
    <w:rsid w:val="00B435D0"/>
    <w:rsid w:val="00B437B8"/>
    <w:rsid w:val="00B4517E"/>
    <w:rsid w:val="00B452B2"/>
    <w:rsid w:val="00B4587E"/>
    <w:rsid w:val="00B45AE1"/>
    <w:rsid w:val="00B46185"/>
    <w:rsid w:val="00B46347"/>
    <w:rsid w:val="00B4635F"/>
    <w:rsid w:val="00B463E3"/>
    <w:rsid w:val="00B467D5"/>
    <w:rsid w:val="00B475D4"/>
    <w:rsid w:val="00B478D5"/>
    <w:rsid w:val="00B50624"/>
    <w:rsid w:val="00B50815"/>
    <w:rsid w:val="00B509EF"/>
    <w:rsid w:val="00B5129F"/>
    <w:rsid w:val="00B52321"/>
    <w:rsid w:val="00B52C4D"/>
    <w:rsid w:val="00B52C67"/>
    <w:rsid w:val="00B53F62"/>
    <w:rsid w:val="00B5560F"/>
    <w:rsid w:val="00B55EFA"/>
    <w:rsid w:val="00B562B2"/>
    <w:rsid w:val="00B5638A"/>
    <w:rsid w:val="00B60287"/>
    <w:rsid w:val="00B6379E"/>
    <w:rsid w:val="00B6443D"/>
    <w:rsid w:val="00B6482D"/>
    <w:rsid w:val="00B656DA"/>
    <w:rsid w:val="00B66036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CDA"/>
    <w:rsid w:val="00B71F54"/>
    <w:rsid w:val="00B72675"/>
    <w:rsid w:val="00B727FD"/>
    <w:rsid w:val="00B729D3"/>
    <w:rsid w:val="00B72A5C"/>
    <w:rsid w:val="00B73308"/>
    <w:rsid w:val="00B74B97"/>
    <w:rsid w:val="00B74EDD"/>
    <w:rsid w:val="00B74EF1"/>
    <w:rsid w:val="00B75063"/>
    <w:rsid w:val="00B753CC"/>
    <w:rsid w:val="00B76448"/>
    <w:rsid w:val="00B764AC"/>
    <w:rsid w:val="00B7777C"/>
    <w:rsid w:val="00B778C2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3143"/>
    <w:rsid w:val="00B83640"/>
    <w:rsid w:val="00B83788"/>
    <w:rsid w:val="00B839E2"/>
    <w:rsid w:val="00B83BCA"/>
    <w:rsid w:val="00B8466C"/>
    <w:rsid w:val="00B84750"/>
    <w:rsid w:val="00B855E9"/>
    <w:rsid w:val="00B856EE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902F5"/>
    <w:rsid w:val="00B9069C"/>
    <w:rsid w:val="00B90BF5"/>
    <w:rsid w:val="00B92ACE"/>
    <w:rsid w:val="00B93766"/>
    <w:rsid w:val="00B93FA0"/>
    <w:rsid w:val="00B94670"/>
    <w:rsid w:val="00B94869"/>
    <w:rsid w:val="00B94FE2"/>
    <w:rsid w:val="00B959FB"/>
    <w:rsid w:val="00B9639E"/>
    <w:rsid w:val="00BA00C1"/>
    <w:rsid w:val="00BA03CD"/>
    <w:rsid w:val="00BA117E"/>
    <w:rsid w:val="00BA129E"/>
    <w:rsid w:val="00BA28CA"/>
    <w:rsid w:val="00BA3781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78F6"/>
    <w:rsid w:val="00BB0C05"/>
    <w:rsid w:val="00BB20EC"/>
    <w:rsid w:val="00BB25B7"/>
    <w:rsid w:val="00BB261D"/>
    <w:rsid w:val="00BB2A33"/>
    <w:rsid w:val="00BB4A06"/>
    <w:rsid w:val="00BB6353"/>
    <w:rsid w:val="00BB64B3"/>
    <w:rsid w:val="00BB680B"/>
    <w:rsid w:val="00BB6B0A"/>
    <w:rsid w:val="00BB6DD6"/>
    <w:rsid w:val="00BB7BAC"/>
    <w:rsid w:val="00BC0334"/>
    <w:rsid w:val="00BC2D19"/>
    <w:rsid w:val="00BC39EF"/>
    <w:rsid w:val="00BC3C73"/>
    <w:rsid w:val="00BC4131"/>
    <w:rsid w:val="00BC45DB"/>
    <w:rsid w:val="00BC466F"/>
    <w:rsid w:val="00BC4B53"/>
    <w:rsid w:val="00BC53A0"/>
    <w:rsid w:val="00BC55F2"/>
    <w:rsid w:val="00BC58B4"/>
    <w:rsid w:val="00BC64EA"/>
    <w:rsid w:val="00BC786E"/>
    <w:rsid w:val="00BD0875"/>
    <w:rsid w:val="00BD0E65"/>
    <w:rsid w:val="00BD0FB8"/>
    <w:rsid w:val="00BD1047"/>
    <w:rsid w:val="00BD182E"/>
    <w:rsid w:val="00BD199F"/>
    <w:rsid w:val="00BD1F70"/>
    <w:rsid w:val="00BD2C00"/>
    <w:rsid w:val="00BD5C6F"/>
    <w:rsid w:val="00BD623F"/>
    <w:rsid w:val="00BD6CE9"/>
    <w:rsid w:val="00BD6D11"/>
    <w:rsid w:val="00BD6F2A"/>
    <w:rsid w:val="00BE0A54"/>
    <w:rsid w:val="00BE0E61"/>
    <w:rsid w:val="00BE0E7B"/>
    <w:rsid w:val="00BE1006"/>
    <w:rsid w:val="00BE1090"/>
    <w:rsid w:val="00BE2F0C"/>
    <w:rsid w:val="00BE2F40"/>
    <w:rsid w:val="00BE2FE7"/>
    <w:rsid w:val="00BE3B89"/>
    <w:rsid w:val="00BE4061"/>
    <w:rsid w:val="00BE50F1"/>
    <w:rsid w:val="00BE51B7"/>
    <w:rsid w:val="00BE526B"/>
    <w:rsid w:val="00BE5271"/>
    <w:rsid w:val="00BE62CA"/>
    <w:rsid w:val="00BE7108"/>
    <w:rsid w:val="00BF0272"/>
    <w:rsid w:val="00BF0E04"/>
    <w:rsid w:val="00BF1A4D"/>
    <w:rsid w:val="00BF2445"/>
    <w:rsid w:val="00BF2E61"/>
    <w:rsid w:val="00BF2FB3"/>
    <w:rsid w:val="00BF35BF"/>
    <w:rsid w:val="00BF3C54"/>
    <w:rsid w:val="00BF4A85"/>
    <w:rsid w:val="00BF5364"/>
    <w:rsid w:val="00BF5AB4"/>
    <w:rsid w:val="00BF61CB"/>
    <w:rsid w:val="00BF6DD1"/>
    <w:rsid w:val="00BF72CB"/>
    <w:rsid w:val="00C00D63"/>
    <w:rsid w:val="00C00DCB"/>
    <w:rsid w:val="00C012A1"/>
    <w:rsid w:val="00C0174F"/>
    <w:rsid w:val="00C02450"/>
    <w:rsid w:val="00C02C08"/>
    <w:rsid w:val="00C03202"/>
    <w:rsid w:val="00C039E0"/>
    <w:rsid w:val="00C03DF5"/>
    <w:rsid w:val="00C05320"/>
    <w:rsid w:val="00C053D7"/>
    <w:rsid w:val="00C05F4D"/>
    <w:rsid w:val="00C061D6"/>
    <w:rsid w:val="00C06838"/>
    <w:rsid w:val="00C06A6D"/>
    <w:rsid w:val="00C06DFC"/>
    <w:rsid w:val="00C07182"/>
    <w:rsid w:val="00C07407"/>
    <w:rsid w:val="00C07878"/>
    <w:rsid w:val="00C07D58"/>
    <w:rsid w:val="00C1047E"/>
    <w:rsid w:val="00C113F9"/>
    <w:rsid w:val="00C115DF"/>
    <w:rsid w:val="00C12D80"/>
    <w:rsid w:val="00C12E8E"/>
    <w:rsid w:val="00C12F2E"/>
    <w:rsid w:val="00C13243"/>
    <w:rsid w:val="00C13814"/>
    <w:rsid w:val="00C13955"/>
    <w:rsid w:val="00C13AC7"/>
    <w:rsid w:val="00C13AF9"/>
    <w:rsid w:val="00C15F2B"/>
    <w:rsid w:val="00C16602"/>
    <w:rsid w:val="00C16CF8"/>
    <w:rsid w:val="00C21F84"/>
    <w:rsid w:val="00C21FC3"/>
    <w:rsid w:val="00C222A8"/>
    <w:rsid w:val="00C22B4C"/>
    <w:rsid w:val="00C23D55"/>
    <w:rsid w:val="00C24141"/>
    <w:rsid w:val="00C24573"/>
    <w:rsid w:val="00C246D0"/>
    <w:rsid w:val="00C24E31"/>
    <w:rsid w:val="00C26A4C"/>
    <w:rsid w:val="00C2779D"/>
    <w:rsid w:val="00C31544"/>
    <w:rsid w:val="00C31CA9"/>
    <w:rsid w:val="00C320B0"/>
    <w:rsid w:val="00C32A7C"/>
    <w:rsid w:val="00C33375"/>
    <w:rsid w:val="00C33619"/>
    <w:rsid w:val="00C34290"/>
    <w:rsid w:val="00C34919"/>
    <w:rsid w:val="00C34F5D"/>
    <w:rsid w:val="00C35C65"/>
    <w:rsid w:val="00C360C8"/>
    <w:rsid w:val="00C3646A"/>
    <w:rsid w:val="00C37B57"/>
    <w:rsid w:val="00C4203C"/>
    <w:rsid w:val="00C42911"/>
    <w:rsid w:val="00C43076"/>
    <w:rsid w:val="00C434C1"/>
    <w:rsid w:val="00C43696"/>
    <w:rsid w:val="00C44402"/>
    <w:rsid w:val="00C452EF"/>
    <w:rsid w:val="00C45469"/>
    <w:rsid w:val="00C454F0"/>
    <w:rsid w:val="00C455A2"/>
    <w:rsid w:val="00C455CA"/>
    <w:rsid w:val="00C455F6"/>
    <w:rsid w:val="00C4589F"/>
    <w:rsid w:val="00C47948"/>
    <w:rsid w:val="00C47A5B"/>
    <w:rsid w:val="00C47E87"/>
    <w:rsid w:val="00C47F4A"/>
    <w:rsid w:val="00C50F9A"/>
    <w:rsid w:val="00C5182F"/>
    <w:rsid w:val="00C52473"/>
    <w:rsid w:val="00C52F04"/>
    <w:rsid w:val="00C543EF"/>
    <w:rsid w:val="00C547A0"/>
    <w:rsid w:val="00C5644E"/>
    <w:rsid w:val="00C56AD8"/>
    <w:rsid w:val="00C5703A"/>
    <w:rsid w:val="00C5768B"/>
    <w:rsid w:val="00C60244"/>
    <w:rsid w:val="00C609AA"/>
    <w:rsid w:val="00C60E42"/>
    <w:rsid w:val="00C61BEE"/>
    <w:rsid w:val="00C62520"/>
    <w:rsid w:val="00C62957"/>
    <w:rsid w:val="00C63639"/>
    <w:rsid w:val="00C63C15"/>
    <w:rsid w:val="00C63D6F"/>
    <w:rsid w:val="00C63F0D"/>
    <w:rsid w:val="00C63FE8"/>
    <w:rsid w:val="00C6401A"/>
    <w:rsid w:val="00C64894"/>
    <w:rsid w:val="00C64E35"/>
    <w:rsid w:val="00C65A9E"/>
    <w:rsid w:val="00C675C8"/>
    <w:rsid w:val="00C67702"/>
    <w:rsid w:val="00C707EF"/>
    <w:rsid w:val="00C7098D"/>
    <w:rsid w:val="00C71408"/>
    <w:rsid w:val="00C71DCA"/>
    <w:rsid w:val="00C71E43"/>
    <w:rsid w:val="00C72901"/>
    <w:rsid w:val="00C729A6"/>
    <w:rsid w:val="00C73158"/>
    <w:rsid w:val="00C73A65"/>
    <w:rsid w:val="00C73B3E"/>
    <w:rsid w:val="00C74126"/>
    <w:rsid w:val="00C7545A"/>
    <w:rsid w:val="00C765CA"/>
    <w:rsid w:val="00C77A6A"/>
    <w:rsid w:val="00C77E00"/>
    <w:rsid w:val="00C77EBF"/>
    <w:rsid w:val="00C80E28"/>
    <w:rsid w:val="00C81119"/>
    <w:rsid w:val="00C81787"/>
    <w:rsid w:val="00C818F5"/>
    <w:rsid w:val="00C822FE"/>
    <w:rsid w:val="00C82CFB"/>
    <w:rsid w:val="00C84255"/>
    <w:rsid w:val="00C842E8"/>
    <w:rsid w:val="00C843CB"/>
    <w:rsid w:val="00C84BF4"/>
    <w:rsid w:val="00C85EEF"/>
    <w:rsid w:val="00C85F52"/>
    <w:rsid w:val="00C861A9"/>
    <w:rsid w:val="00C861FD"/>
    <w:rsid w:val="00C86903"/>
    <w:rsid w:val="00C86D59"/>
    <w:rsid w:val="00C87CBE"/>
    <w:rsid w:val="00C87FFA"/>
    <w:rsid w:val="00C903D7"/>
    <w:rsid w:val="00C9053C"/>
    <w:rsid w:val="00C9071A"/>
    <w:rsid w:val="00C90963"/>
    <w:rsid w:val="00C91205"/>
    <w:rsid w:val="00C936AB"/>
    <w:rsid w:val="00C93CCF"/>
    <w:rsid w:val="00C93CD2"/>
    <w:rsid w:val="00C94528"/>
    <w:rsid w:val="00C94CDA"/>
    <w:rsid w:val="00C958C6"/>
    <w:rsid w:val="00C95968"/>
    <w:rsid w:val="00C965DF"/>
    <w:rsid w:val="00C96994"/>
    <w:rsid w:val="00C97144"/>
    <w:rsid w:val="00C97324"/>
    <w:rsid w:val="00C97979"/>
    <w:rsid w:val="00CA0D7F"/>
    <w:rsid w:val="00CA1CCC"/>
    <w:rsid w:val="00CA1FA2"/>
    <w:rsid w:val="00CA26C6"/>
    <w:rsid w:val="00CA2719"/>
    <w:rsid w:val="00CA2B46"/>
    <w:rsid w:val="00CA3167"/>
    <w:rsid w:val="00CA31F4"/>
    <w:rsid w:val="00CA39D0"/>
    <w:rsid w:val="00CA58DE"/>
    <w:rsid w:val="00CA5CB3"/>
    <w:rsid w:val="00CA679B"/>
    <w:rsid w:val="00CA772D"/>
    <w:rsid w:val="00CB0130"/>
    <w:rsid w:val="00CB078D"/>
    <w:rsid w:val="00CB07E8"/>
    <w:rsid w:val="00CB0865"/>
    <w:rsid w:val="00CB08AC"/>
    <w:rsid w:val="00CB0F78"/>
    <w:rsid w:val="00CB202B"/>
    <w:rsid w:val="00CB2F02"/>
    <w:rsid w:val="00CB3104"/>
    <w:rsid w:val="00CB3BD5"/>
    <w:rsid w:val="00CB3E6C"/>
    <w:rsid w:val="00CB4028"/>
    <w:rsid w:val="00CB6869"/>
    <w:rsid w:val="00CC0298"/>
    <w:rsid w:val="00CC04C0"/>
    <w:rsid w:val="00CC0530"/>
    <w:rsid w:val="00CC0F17"/>
    <w:rsid w:val="00CC1222"/>
    <w:rsid w:val="00CC14F7"/>
    <w:rsid w:val="00CC1574"/>
    <w:rsid w:val="00CC1A9C"/>
    <w:rsid w:val="00CC1BF5"/>
    <w:rsid w:val="00CC493F"/>
    <w:rsid w:val="00CC4CD1"/>
    <w:rsid w:val="00CC589A"/>
    <w:rsid w:val="00CC6F99"/>
    <w:rsid w:val="00CC7493"/>
    <w:rsid w:val="00CC75D6"/>
    <w:rsid w:val="00CC7A7C"/>
    <w:rsid w:val="00CC7DE9"/>
    <w:rsid w:val="00CC7E82"/>
    <w:rsid w:val="00CD0688"/>
    <w:rsid w:val="00CD1051"/>
    <w:rsid w:val="00CD1239"/>
    <w:rsid w:val="00CD146D"/>
    <w:rsid w:val="00CD1B02"/>
    <w:rsid w:val="00CD1CA4"/>
    <w:rsid w:val="00CD27F7"/>
    <w:rsid w:val="00CD2A58"/>
    <w:rsid w:val="00CD3AB6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531"/>
    <w:rsid w:val="00CE097D"/>
    <w:rsid w:val="00CE0E3E"/>
    <w:rsid w:val="00CE1E5E"/>
    <w:rsid w:val="00CE2746"/>
    <w:rsid w:val="00CE2AA4"/>
    <w:rsid w:val="00CE391D"/>
    <w:rsid w:val="00CE3ED5"/>
    <w:rsid w:val="00CE5938"/>
    <w:rsid w:val="00CE5A1D"/>
    <w:rsid w:val="00CE65B5"/>
    <w:rsid w:val="00CE67A5"/>
    <w:rsid w:val="00CE68C2"/>
    <w:rsid w:val="00CE6D48"/>
    <w:rsid w:val="00CE6FE0"/>
    <w:rsid w:val="00CE73A3"/>
    <w:rsid w:val="00CF07E2"/>
    <w:rsid w:val="00CF0C9A"/>
    <w:rsid w:val="00CF0E02"/>
    <w:rsid w:val="00CF3162"/>
    <w:rsid w:val="00CF3919"/>
    <w:rsid w:val="00CF3BB6"/>
    <w:rsid w:val="00CF5220"/>
    <w:rsid w:val="00CF564B"/>
    <w:rsid w:val="00CF5975"/>
    <w:rsid w:val="00CF5A00"/>
    <w:rsid w:val="00CF7085"/>
    <w:rsid w:val="00CF7171"/>
    <w:rsid w:val="00CF7202"/>
    <w:rsid w:val="00CF7FB8"/>
    <w:rsid w:val="00D006DF"/>
    <w:rsid w:val="00D0093E"/>
    <w:rsid w:val="00D00B49"/>
    <w:rsid w:val="00D00F3E"/>
    <w:rsid w:val="00D017F0"/>
    <w:rsid w:val="00D01D54"/>
    <w:rsid w:val="00D02397"/>
    <w:rsid w:val="00D0308B"/>
    <w:rsid w:val="00D03914"/>
    <w:rsid w:val="00D03A76"/>
    <w:rsid w:val="00D03AF5"/>
    <w:rsid w:val="00D0468C"/>
    <w:rsid w:val="00D04BF8"/>
    <w:rsid w:val="00D05028"/>
    <w:rsid w:val="00D059E4"/>
    <w:rsid w:val="00D059ED"/>
    <w:rsid w:val="00D05FF5"/>
    <w:rsid w:val="00D0640F"/>
    <w:rsid w:val="00D06D4A"/>
    <w:rsid w:val="00D076B8"/>
    <w:rsid w:val="00D077C7"/>
    <w:rsid w:val="00D07B3B"/>
    <w:rsid w:val="00D07E8E"/>
    <w:rsid w:val="00D1021B"/>
    <w:rsid w:val="00D102F7"/>
    <w:rsid w:val="00D10A0A"/>
    <w:rsid w:val="00D112C9"/>
    <w:rsid w:val="00D13FF9"/>
    <w:rsid w:val="00D14529"/>
    <w:rsid w:val="00D15060"/>
    <w:rsid w:val="00D15602"/>
    <w:rsid w:val="00D204ED"/>
    <w:rsid w:val="00D2090F"/>
    <w:rsid w:val="00D2184C"/>
    <w:rsid w:val="00D21A6D"/>
    <w:rsid w:val="00D21E80"/>
    <w:rsid w:val="00D22781"/>
    <w:rsid w:val="00D232B4"/>
    <w:rsid w:val="00D237DB"/>
    <w:rsid w:val="00D2388E"/>
    <w:rsid w:val="00D23D5E"/>
    <w:rsid w:val="00D258FE"/>
    <w:rsid w:val="00D25A46"/>
    <w:rsid w:val="00D25D98"/>
    <w:rsid w:val="00D2722F"/>
    <w:rsid w:val="00D27568"/>
    <w:rsid w:val="00D277FB"/>
    <w:rsid w:val="00D279C5"/>
    <w:rsid w:val="00D307E1"/>
    <w:rsid w:val="00D31B1A"/>
    <w:rsid w:val="00D327A1"/>
    <w:rsid w:val="00D3299B"/>
    <w:rsid w:val="00D32AC0"/>
    <w:rsid w:val="00D33194"/>
    <w:rsid w:val="00D33209"/>
    <w:rsid w:val="00D33211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400CB"/>
    <w:rsid w:val="00D400D0"/>
    <w:rsid w:val="00D40274"/>
    <w:rsid w:val="00D40C2B"/>
    <w:rsid w:val="00D4174E"/>
    <w:rsid w:val="00D4260B"/>
    <w:rsid w:val="00D42EA2"/>
    <w:rsid w:val="00D43134"/>
    <w:rsid w:val="00D43344"/>
    <w:rsid w:val="00D4347B"/>
    <w:rsid w:val="00D43592"/>
    <w:rsid w:val="00D437DE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CD3"/>
    <w:rsid w:val="00D47329"/>
    <w:rsid w:val="00D476BB"/>
    <w:rsid w:val="00D478C4"/>
    <w:rsid w:val="00D47CB3"/>
    <w:rsid w:val="00D47DAD"/>
    <w:rsid w:val="00D47F20"/>
    <w:rsid w:val="00D5115C"/>
    <w:rsid w:val="00D52587"/>
    <w:rsid w:val="00D52798"/>
    <w:rsid w:val="00D52C5B"/>
    <w:rsid w:val="00D53958"/>
    <w:rsid w:val="00D53B1B"/>
    <w:rsid w:val="00D54639"/>
    <w:rsid w:val="00D55122"/>
    <w:rsid w:val="00D5532F"/>
    <w:rsid w:val="00D55540"/>
    <w:rsid w:val="00D56548"/>
    <w:rsid w:val="00D56675"/>
    <w:rsid w:val="00D57CF6"/>
    <w:rsid w:val="00D6039B"/>
    <w:rsid w:val="00D60B7E"/>
    <w:rsid w:val="00D60E72"/>
    <w:rsid w:val="00D615D0"/>
    <w:rsid w:val="00D61766"/>
    <w:rsid w:val="00D62100"/>
    <w:rsid w:val="00D62F3B"/>
    <w:rsid w:val="00D6316A"/>
    <w:rsid w:val="00D637E7"/>
    <w:rsid w:val="00D63C35"/>
    <w:rsid w:val="00D64C58"/>
    <w:rsid w:val="00D66458"/>
    <w:rsid w:val="00D66C44"/>
    <w:rsid w:val="00D66C8E"/>
    <w:rsid w:val="00D67DA6"/>
    <w:rsid w:val="00D70F72"/>
    <w:rsid w:val="00D711C2"/>
    <w:rsid w:val="00D71540"/>
    <w:rsid w:val="00D71FEB"/>
    <w:rsid w:val="00D720CB"/>
    <w:rsid w:val="00D72378"/>
    <w:rsid w:val="00D728F3"/>
    <w:rsid w:val="00D73333"/>
    <w:rsid w:val="00D73760"/>
    <w:rsid w:val="00D74180"/>
    <w:rsid w:val="00D7571C"/>
    <w:rsid w:val="00D75742"/>
    <w:rsid w:val="00D75E20"/>
    <w:rsid w:val="00D768BC"/>
    <w:rsid w:val="00D768F2"/>
    <w:rsid w:val="00D76D59"/>
    <w:rsid w:val="00D76F4E"/>
    <w:rsid w:val="00D77662"/>
    <w:rsid w:val="00D777D3"/>
    <w:rsid w:val="00D77AEB"/>
    <w:rsid w:val="00D8033E"/>
    <w:rsid w:val="00D80406"/>
    <w:rsid w:val="00D81047"/>
    <w:rsid w:val="00D82377"/>
    <w:rsid w:val="00D8256E"/>
    <w:rsid w:val="00D83761"/>
    <w:rsid w:val="00D83FFD"/>
    <w:rsid w:val="00D8401E"/>
    <w:rsid w:val="00D843D9"/>
    <w:rsid w:val="00D8483A"/>
    <w:rsid w:val="00D84BAE"/>
    <w:rsid w:val="00D84FCF"/>
    <w:rsid w:val="00D85A6F"/>
    <w:rsid w:val="00D8625D"/>
    <w:rsid w:val="00D868DC"/>
    <w:rsid w:val="00D875FC"/>
    <w:rsid w:val="00D87F79"/>
    <w:rsid w:val="00D903FE"/>
    <w:rsid w:val="00D90700"/>
    <w:rsid w:val="00D91104"/>
    <w:rsid w:val="00D92100"/>
    <w:rsid w:val="00D92566"/>
    <w:rsid w:val="00D92DA2"/>
    <w:rsid w:val="00D933C7"/>
    <w:rsid w:val="00D93547"/>
    <w:rsid w:val="00D9443E"/>
    <w:rsid w:val="00D94C99"/>
    <w:rsid w:val="00D95E23"/>
    <w:rsid w:val="00D960F7"/>
    <w:rsid w:val="00D964A3"/>
    <w:rsid w:val="00D96A26"/>
    <w:rsid w:val="00D976E2"/>
    <w:rsid w:val="00D97C75"/>
    <w:rsid w:val="00D97D43"/>
    <w:rsid w:val="00DA1D46"/>
    <w:rsid w:val="00DA228C"/>
    <w:rsid w:val="00DA2534"/>
    <w:rsid w:val="00DA2C8A"/>
    <w:rsid w:val="00DA2FE2"/>
    <w:rsid w:val="00DA434E"/>
    <w:rsid w:val="00DA43CB"/>
    <w:rsid w:val="00DA4BE3"/>
    <w:rsid w:val="00DA4C6F"/>
    <w:rsid w:val="00DA5026"/>
    <w:rsid w:val="00DA61B4"/>
    <w:rsid w:val="00DA6D33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35B"/>
    <w:rsid w:val="00DB24F4"/>
    <w:rsid w:val="00DB263A"/>
    <w:rsid w:val="00DB3A1E"/>
    <w:rsid w:val="00DB3A7E"/>
    <w:rsid w:val="00DB3C42"/>
    <w:rsid w:val="00DB4174"/>
    <w:rsid w:val="00DB4459"/>
    <w:rsid w:val="00DB44CC"/>
    <w:rsid w:val="00DB4B61"/>
    <w:rsid w:val="00DB53FE"/>
    <w:rsid w:val="00DB60A8"/>
    <w:rsid w:val="00DB6171"/>
    <w:rsid w:val="00DB618B"/>
    <w:rsid w:val="00DB7086"/>
    <w:rsid w:val="00DC12F6"/>
    <w:rsid w:val="00DC16B2"/>
    <w:rsid w:val="00DC1F6B"/>
    <w:rsid w:val="00DC2242"/>
    <w:rsid w:val="00DC2BDB"/>
    <w:rsid w:val="00DC3E18"/>
    <w:rsid w:val="00DC3F31"/>
    <w:rsid w:val="00DC4AB1"/>
    <w:rsid w:val="00DC4B07"/>
    <w:rsid w:val="00DC50A8"/>
    <w:rsid w:val="00DC5268"/>
    <w:rsid w:val="00DC5351"/>
    <w:rsid w:val="00DC54E6"/>
    <w:rsid w:val="00DC5BFB"/>
    <w:rsid w:val="00DC5DC5"/>
    <w:rsid w:val="00DC6818"/>
    <w:rsid w:val="00DC6841"/>
    <w:rsid w:val="00DC6939"/>
    <w:rsid w:val="00DC6A36"/>
    <w:rsid w:val="00DD04D5"/>
    <w:rsid w:val="00DD0631"/>
    <w:rsid w:val="00DD15E7"/>
    <w:rsid w:val="00DD2107"/>
    <w:rsid w:val="00DD2A84"/>
    <w:rsid w:val="00DD3A8C"/>
    <w:rsid w:val="00DD4883"/>
    <w:rsid w:val="00DD5A6F"/>
    <w:rsid w:val="00DD62F7"/>
    <w:rsid w:val="00DD6652"/>
    <w:rsid w:val="00DD6BF6"/>
    <w:rsid w:val="00DD6F71"/>
    <w:rsid w:val="00DD7043"/>
    <w:rsid w:val="00DD73CF"/>
    <w:rsid w:val="00DD7C34"/>
    <w:rsid w:val="00DE0032"/>
    <w:rsid w:val="00DE01A7"/>
    <w:rsid w:val="00DE175C"/>
    <w:rsid w:val="00DE1EFF"/>
    <w:rsid w:val="00DE2976"/>
    <w:rsid w:val="00DE2DBB"/>
    <w:rsid w:val="00DE3C5E"/>
    <w:rsid w:val="00DE4395"/>
    <w:rsid w:val="00DE5287"/>
    <w:rsid w:val="00DE61F3"/>
    <w:rsid w:val="00DE6472"/>
    <w:rsid w:val="00DE69E1"/>
    <w:rsid w:val="00DE6AED"/>
    <w:rsid w:val="00DE6FEC"/>
    <w:rsid w:val="00DE724D"/>
    <w:rsid w:val="00DE7716"/>
    <w:rsid w:val="00DE7CA5"/>
    <w:rsid w:val="00DF0708"/>
    <w:rsid w:val="00DF09FC"/>
    <w:rsid w:val="00DF109A"/>
    <w:rsid w:val="00DF1270"/>
    <w:rsid w:val="00DF160B"/>
    <w:rsid w:val="00DF1C18"/>
    <w:rsid w:val="00DF2C2E"/>
    <w:rsid w:val="00DF3592"/>
    <w:rsid w:val="00DF414A"/>
    <w:rsid w:val="00DF47E3"/>
    <w:rsid w:val="00DF4B5B"/>
    <w:rsid w:val="00DF591C"/>
    <w:rsid w:val="00DF60A6"/>
    <w:rsid w:val="00DF67ED"/>
    <w:rsid w:val="00DF6DF2"/>
    <w:rsid w:val="00DF70B3"/>
    <w:rsid w:val="00DF727C"/>
    <w:rsid w:val="00E00C8C"/>
    <w:rsid w:val="00E01967"/>
    <w:rsid w:val="00E0273B"/>
    <w:rsid w:val="00E0316E"/>
    <w:rsid w:val="00E032CA"/>
    <w:rsid w:val="00E0413F"/>
    <w:rsid w:val="00E04B1D"/>
    <w:rsid w:val="00E04B8B"/>
    <w:rsid w:val="00E05A70"/>
    <w:rsid w:val="00E05DFF"/>
    <w:rsid w:val="00E06233"/>
    <w:rsid w:val="00E06283"/>
    <w:rsid w:val="00E0685D"/>
    <w:rsid w:val="00E068B3"/>
    <w:rsid w:val="00E06AD7"/>
    <w:rsid w:val="00E07575"/>
    <w:rsid w:val="00E07E65"/>
    <w:rsid w:val="00E108D5"/>
    <w:rsid w:val="00E10B6F"/>
    <w:rsid w:val="00E1180C"/>
    <w:rsid w:val="00E11B0C"/>
    <w:rsid w:val="00E11D17"/>
    <w:rsid w:val="00E11DC5"/>
    <w:rsid w:val="00E126A4"/>
    <w:rsid w:val="00E12EFC"/>
    <w:rsid w:val="00E13382"/>
    <w:rsid w:val="00E13AFB"/>
    <w:rsid w:val="00E13D64"/>
    <w:rsid w:val="00E14B67"/>
    <w:rsid w:val="00E14E1A"/>
    <w:rsid w:val="00E15A79"/>
    <w:rsid w:val="00E15C1F"/>
    <w:rsid w:val="00E16843"/>
    <w:rsid w:val="00E17D3C"/>
    <w:rsid w:val="00E17EEB"/>
    <w:rsid w:val="00E2053A"/>
    <w:rsid w:val="00E20906"/>
    <w:rsid w:val="00E20BCD"/>
    <w:rsid w:val="00E2198B"/>
    <w:rsid w:val="00E21BE4"/>
    <w:rsid w:val="00E2208A"/>
    <w:rsid w:val="00E22794"/>
    <w:rsid w:val="00E23316"/>
    <w:rsid w:val="00E23B1F"/>
    <w:rsid w:val="00E2404C"/>
    <w:rsid w:val="00E242BA"/>
    <w:rsid w:val="00E24303"/>
    <w:rsid w:val="00E2657B"/>
    <w:rsid w:val="00E268C4"/>
    <w:rsid w:val="00E27220"/>
    <w:rsid w:val="00E27E77"/>
    <w:rsid w:val="00E3016D"/>
    <w:rsid w:val="00E305F4"/>
    <w:rsid w:val="00E30666"/>
    <w:rsid w:val="00E31F79"/>
    <w:rsid w:val="00E31F8B"/>
    <w:rsid w:val="00E323C9"/>
    <w:rsid w:val="00E33AFD"/>
    <w:rsid w:val="00E34372"/>
    <w:rsid w:val="00E34D21"/>
    <w:rsid w:val="00E35A52"/>
    <w:rsid w:val="00E35CCC"/>
    <w:rsid w:val="00E36A10"/>
    <w:rsid w:val="00E37879"/>
    <w:rsid w:val="00E379D9"/>
    <w:rsid w:val="00E37E94"/>
    <w:rsid w:val="00E37F25"/>
    <w:rsid w:val="00E40D36"/>
    <w:rsid w:val="00E41037"/>
    <w:rsid w:val="00E4164A"/>
    <w:rsid w:val="00E424E8"/>
    <w:rsid w:val="00E43600"/>
    <w:rsid w:val="00E43A47"/>
    <w:rsid w:val="00E442F0"/>
    <w:rsid w:val="00E47547"/>
    <w:rsid w:val="00E47697"/>
    <w:rsid w:val="00E50AF2"/>
    <w:rsid w:val="00E50F09"/>
    <w:rsid w:val="00E51D4D"/>
    <w:rsid w:val="00E51DA9"/>
    <w:rsid w:val="00E5202A"/>
    <w:rsid w:val="00E522FD"/>
    <w:rsid w:val="00E523B7"/>
    <w:rsid w:val="00E52894"/>
    <w:rsid w:val="00E528EE"/>
    <w:rsid w:val="00E529BB"/>
    <w:rsid w:val="00E52FBE"/>
    <w:rsid w:val="00E531DD"/>
    <w:rsid w:val="00E53876"/>
    <w:rsid w:val="00E53BDF"/>
    <w:rsid w:val="00E5470E"/>
    <w:rsid w:val="00E5560B"/>
    <w:rsid w:val="00E55947"/>
    <w:rsid w:val="00E55981"/>
    <w:rsid w:val="00E562E0"/>
    <w:rsid w:val="00E5691F"/>
    <w:rsid w:val="00E57218"/>
    <w:rsid w:val="00E57584"/>
    <w:rsid w:val="00E60067"/>
    <w:rsid w:val="00E61156"/>
    <w:rsid w:val="00E61300"/>
    <w:rsid w:val="00E61ACE"/>
    <w:rsid w:val="00E61C56"/>
    <w:rsid w:val="00E624A8"/>
    <w:rsid w:val="00E62ABA"/>
    <w:rsid w:val="00E62CD7"/>
    <w:rsid w:val="00E6381E"/>
    <w:rsid w:val="00E63B7F"/>
    <w:rsid w:val="00E63D7D"/>
    <w:rsid w:val="00E64056"/>
    <w:rsid w:val="00E64536"/>
    <w:rsid w:val="00E647AC"/>
    <w:rsid w:val="00E6554C"/>
    <w:rsid w:val="00E65C09"/>
    <w:rsid w:val="00E65E29"/>
    <w:rsid w:val="00E666DD"/>
    <w:rsid w:val="00E66A50"/>
    <w:rsid w:val="00E677F6"/>
    <w:rsid w:val="00E67E0E"/>
    <w:rsid w:val="00E67E67"/>
    <w:rsid w:val="00E7015A"/>
    <w:rsid w:val="00E70BF0"/>
    <w:rsid w:val="00E7138B"/>
    <w:rsid w:val="00E715A7"/>
    <w:rsid w:val="00E71FC3"/>
    <w:rsid w:val="00E720B0"/>
    <w:rsid w:val="00E73762"/>
    <w:rsid w:val="00E73D2E"/>
    <w:rsid w:val="00E74413"/>
    <w:rsid w:val="00E74871"/>
    <w:rsid w:val="00E749BC"/>
    <w:rsid w:val="00E7586A"/>
    <w:rsid w:val="00E75A77"/>
    <w:rsid w:val="00E76557"/>
    <w:rsid w:val="00E76F04"/>
    <w:rsid w:val="00E76F7F"/>
    <w:rsid w:val="00E77D8A"/>
    <w:rsid w:val="00E8028A"/>
    <w:rsid w:val="00E80469"/>
    <w:rsid w:val="00E805EB"/>
    <w:rsid w:val="00E81149"/>
    <w:rsid w:val="00E81CEE"/>
    <w:rsid w:val="00E826FA"/>
    <w:rsid w:val="00E82DD4"/>
    <w:rsid w:val="00E83112"/>
    <w:rsid w:val="00E83AD9"/>
    <w:rsid w:val="00E8436C"/>
    <w:rsid w:val="00E853AA"/>
    <w:rsid w:val="00E86033"/>
    <w:rsid w:val="00E8651B"/>
    <w:rsid w:val="00E86682"/>
    <w:rsid w:val="00E86A29"/>
    <w:rsid w:val="00E86CDE"/>
    <w:rsid w:val="00E87160"/>
    <w:rsid w:val="00E8768D"/>
    <w:rsid w:val="00E87A63"/>
    <w:rsid w:val="00E9096C"/>
    <w:rsid w:val="00E910A1"/>
    <w:rsid w:val="00E9246A"/>
    <w:rsid w:val="00E92A07"/>
    <w:rsid w:val="00E92C23"/>
    <w:rsid w:val="00E92D25"/>
    <w:rsid w:val="00E94031"/>
    <w:rsid w:val="00E94216"/>
    <w:rsid w:val="00E945AD"/>
    <w:rsid w:val="00E9548C"/>
    <w:rsid w:val="00E95736"/>
    <w:rsid w:val="00E95DE0"/>
    <w:rsid w:val="00E960FF"/>
    <w:rsid w:val="00E97365"/>
    <w:rsid w:val="00E97C8F"/>
    <w:rsid w:val="00EA0128"/>
    <w:rsid w:val="00EA0A62"/>
    <w:rsid w:val="00EA0AB1"/>
    <w:rsid w:val="00EA212E"/>
    <w:rsid w:val="00EA2210"/>
    <w:rsid w:val="00EA3135"/>
    <w:rsid w:val="00EA4665"/>
    <w:rsid w:val="00EA4E8A"/>
    <w:rsid w:val="00EA58BD"/>
    <w:rsid w:val="00EA6093"/>
    <w:rsid w:val="00EA7115"/>
    <w:rsid w:val="00EA715F"/>
    <w:rsid w:val="00EB0131"/>
    <w:rsid w:val="00EB02CD"/>
    <w:rsid w:val="00EB0936"/>
    <w:rsid w:val="00EB0C21"/>
    <w:rsid w:val="00EB0F4C"/>
    <w:rsid w:val="00EB3A69"/>
    <w:rsid w:val="00EB3B3D"/>
    <w:rsid w:val="00EB3C12"/>
    <w:rsid w:val="00EB497F"/>
    <w:rsid w:val="00EB50F1"/>
    <w:rsid w:val="00EB5ED3"/>
    <w:rsid w:val="00EB66DE"/>
    <w:rsid w:val="00EB795B"/>
    <w:rsid w:val="00EB79A3"/>
    <w:rsid w:val="00EC058C"/>
    <w:rsid w:val="00EC1707"/>
    <w:rsid w:val="00EC1D42"/>
    <w:rsid w:val="00EC27DC"/>
    <w:rsid w:val="00EC33C5"/>
    <w:rsid w:val="00EC3A9D"/>
    <w:rsid w:val="00EC498A"/>
    <w:rsid w:val="00EC5359"/>
    <w:rsid w:val="00EC643B"/>
    <w:rsid w:val="00EC66F6"/>
    <w:rsid w:val="00EC7250"/>
    <w:rsid w:val="00EC7F15"/>
    <w:rsid w:val="00ED01C0"/>
    <w:rsid w:val="00ED0BD6"/>
    <w:rsid w:val="00ED0C8B"/>
    <w:rsid w:val="00ED0D03"/>
    <w:rsid w:val="00ED2253"/>
    <w:rsid w:val="00ED24E7"/>
    <w:rsid w:val="00ED28FA"/>
    <w:rsid w:val="00ED2F22"/>
    <w:rsid w:val="00ED302A"/>
    <w:rsid w:val="00ED362F"/>
    <w:rsid w:val="00ED3771"/>
    <w:rsid w:val="00ED685E"/>
    <w:rsid w:val="00ED6C18"/>
    <w:rsid w:val="00ED736C"/>
    <w:rsid w:val="00ED7A93"/>
    <w:rsid w:val="00EE0824"/>
    <w:rsid w:val="00EE08EA"/>
    <w:rsid w:val="00EE1521"/>
    <w:rsid w:val="00EE15D5"/>
    <w:rsid w:val="00EE176B"/>
    <w:rsid w:val="00EE207F"/>
    <w:rsid w:val="00EE31D4"/>
    <w:rsid w:val="00EE3664"/>
    <w:rsid w:val="00EE4557"/>
    <w:rsid w:val="00EE46BB"/>
    <w:rsid w:val="00EE5A20"/>
    <w:rsid w:val="00EE6A0F"/>
    <w:rsid w:val="00EE6CA3"/>
    <w:rsid w:val="00EE72FF"/>
    <w:rsid w:val="00EE7627"/>
    <w:rsid w:val="00EE778A"/>
    <w:rsid w:val="00EE7A40"/>
    <w:rsid w:val="00EE7CA0"/>
    <w:rsid w:val="00EE7E45"/>
    <w:rsid w:val="00EF0955"/>
    <w:rsid w:val="00EF095D"/>
    <w:rsid w:val="00EF0F77"/>
    <w:rsid w:val="00EF10E3"/>
    <w:rsid w:val="00EF1CCF"/>
    <w:rsid w:val="00EF1DBD"/>
    <w:rsid w:val="00EF2040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E5D"/>
    <w:rsid w:val="00EF7871"/>
    <w:rsid w:val="00EF7D48"/>
    <w:rsid w:val="00EF7F57"/>
    <w:rsid w:val="00F0059A"/>
    <w:rsid w:val="00F007D5"/>
    <w:rsid w:val="00F00820"/>
    <w:rsid w:val="00F0174B"/>
    <w:rsid w:val="00F01934"/>
    <w:rsid w:val="00F019D2"/>
    <w:rsid w:val="00F028FD"/>
    <w:rsid w:val="00F0321A"/>
    <w:rsid w:val="00F03482"/>
    <w:rsid w:val="00F035A9"/>
    <w:rsid w:val="00F04229"/>
    <w:rsid w:val="00F0441B"/>
    <w:rsid w:val="00F0454E"/>
    <w:rsid w:val="00F05393"/>
    <w:rsid w:val="00F055B3"/>
    <w:rsid w:val="00F074B8"/>
    <w:rsid w:val="00F0783E"/>
    <w:rsid w:val="00F07BEE"/>
    <w:rsid w:val="00F07D6B"/>
    <w:rsid w:val="00F1074D"/>
    <w:rsid w:val="00F107A8"/>
    <w:rsid w:val="00F1084A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3176"/>
    <w:rsid w:val="00F1340D"/>
    <w:rsid w:val="00F13585"/>
    <w:rsid w:val="00F138E9"/>
    <w:rsid w:val="00F14515"/>
    <w:rsid w:val="00F148C5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D27"/>
    <w:rsid w:val="00F21436"/>
    <w:rsid w:val="00F21DC8"/>
    <w:rsid w:val="00F220EA"/>
    <w:rsid w:val="00F22934"/>
    <w:rsid w:val="00F22B83"/>
    <w:rsid w:val="00F23AD6"/>
    <w:rsid w:val="00F2402B"/>
    <w:rsid w:val="00F24E23"/>
    <w:rsid w:val="00F25258"/>
    <w:rsid w:val="00F25836"/>
    <w:rsid w:val="00F263F7"/>
    <w:rsid w:val="00F27024"/>
    <w:rsid w:val="00F27339"/>
    <w:rsid w:val="00F3026B"/>
    <w:rsid w:val="00F310B5"/>
    <w:rsid w:val="00F32204"/>
    <w:rsid w:val="00F32F14"/>
    <w:rsid w:val="00F339FA"/>
    <w:rsid w:val="00F33C3C"/>
    <w:rsid w:val="00F33FE5"/>
    <w:rsid w:val="00F34693"/>
    <w:rsid w:val="00F3482B"/>
    <w:rsid w:val="00F34AC1"/>
    <w:rsid w:val="00F3540A"/>
    <w:rsid w:val="00F37954"/>
    <w:rsid w:val="00F4010E"/>
    <w:rsid w:val="00F401A4"/>
    <w:rsid w:val="00F4075B"/>
    <w:rsid w:val="00F4164F"/>
    <w:rsid w:val="00F42538"/>
    <w:rsid w:val="00F426F6"/>
    <w:rsid w:val="00F42D07"/>
    <w:rsid w:val="00F4374D"/>
    <w:rsid w:val="00F43F2D"/>
    <w:rsid w:val="00F441AB"/>
    <w:rsid w:val="00F446EA"/>
    <w:rsid w:val="00F44C93"/>
    <w:rsid w:val="00F45928"/>
    <w:rsid w:val="00F4670D"/>
    <w:rsid w:val="00F46A26"/>
    <w:rsid w:val="00F46B77"/>
    <w:rsid w:val="00F46BAB"/>
    <w:rsid w:val="00F46C4F"/>
    <w:rsid w:val="00F47BE4"/>
    <w:rsid w:val="00F47BE5"/>
    <w:rsid w:val="00F50621"/>
    <w:rsid w:val="00F50640"/>
    <w:rsid w:val="00F52854"/>
    <w:rsid w:val="00F53200"/>
    <w:rsid w:val="00F53548"/>
    <w:rsid w:val="00F53638"/>
    <w:rsid w:val="00F53CB0"/>
    <w:rsid w:val="00F5440C"/>
    <w:rsid w:val="00F5474F"/>
    <w:rsid w:val="00F54C25"/>
    <w:rsid w:val="00F54D52"/>
    <w:rsid w:val="00F54DCF"/>
    <w:rsid w:val="00F54FD5"/>
    <w:rsid w:val="00F55413"/>
    <w:rsid w:val="00F55C89"/>
    <w:rsid w:val="00F5604E"/>
    <w:rsid w:val="00F569F6"/>
    <w:rsid w:val="00F57213"/>
    <w:rsid w:val="00F57BC5"/>
    <w:rsid w:val="00F602C2"/>
    <w:rsid w:val="00F60447"/>
    <w:rsid w:val="00F61A99"/>
    <w:rsid w:val="00F61F35"/>
    <w:rsid w:val="00F620E1"/>
    <w:rsid w:val="00F633A5"/>
    <w:rsid w:val="00F64084"/>
    <w:rsid w:val="00F640FB"/>
    <w:rsid w:val="00F6462A"/>
    <w:rsid w:val="00F6474A"/>
    <w:rsid w:val="00F64CB6"/>
    <w:rsid w:val="00F65177"/>
    <w:rsid w:val="00F66580"/>
    <w:rsid w:val="00F67124"/>
    <w:rsid w:val="00F67406"/>
    <w:rsid w:val="00F7049C"/>
    <w:rsid w:val="00F70BC8"/>
    <w:rsid w:val="00F71183"/>
    <w:rsid w:val="00F7172B"/>
    <w:rsid w:val="00F72A54"/>
    <w:rsid w:val="00F72BEA"/>
    <w:rsid w:val="00F72F87"/>
    <w:rsid w:val="00F7379E"/>
    <w:rsid w:val="00F738F9"/>
    <w:rsid w:val="00F747C0"/>
    <w:rsid w:val="00F74A66"/>
    <w:rsid w:val="00F75089"/>
    <w:rsid w:val="00F7557F"/>
    <w:rsid w:val="00F75DC7"/>
    <w:rsid w:val="00F7731B"/>
    <w:rsid w:val="00F7792A"/>
    <w:rsid w:val="00F809C5"/>
    <w:rsid w:val="00F8103E"/>
    <w:rsid w:val="00F81512"/>
    <w:rsid w:val="00F81BDE"/>
    <w:rsid w:val="00F831C6"/>
    <w:rsid w:val="00F84362"/>
    <w:rsid w:val="00F846B5"/>
    <w:rsid w:val="00F84908"/>
    <w:rsid w:val="00F8520B"/>
    <w:rsid w:val="00F8535A"/>
    <w:rsid w:val="00F85ED9"/>
    <w:rsid w:val="00F865DE"/>
    <w:rsid w:val="00F86793"/>
    <w:rsid w:val="00F873FB"/>
    <w:rsid w:val="00F9032B"/>
    <w:rsid w:val="00F9042A"/>
    <w:rsid w:val="00F9051B"/>
    <w:rsid w:val="00F90D06"/>
    <w:rsid w:val="00F911DD"/>
    <w:rsid w:val="00F91714"/>
    <w:rsid w:val="00F92406"/>
    <w:rsid w:val="00F932FA"/>
    <w:rsid w:val="00F93A04"/>
    <w:rsid w:val="00F94245"/>
    <w:rsid w:val="00F94C99"/>
    <w:rsid w:val="00F94F76"/>
    <w:rsid w:val="00F95292"/>
    <w:rsid w:val="00F9534E"/>
    <w:rsid w:val="00F96437"/>
    <w:rsid w:val="00F96930"/>
    <w:rsid w:val="00F96CAE"/>
    <w:rsid w:val="00F971F0"/>
    <w:rsid w:val="00F9784B"/>
    <w:rsid w:val="00FA0130"/>
    <w:rsid w:val="00FA0B2F"/>
    <w:rsid w:val="00FA0CFA"/>
    <w:rsid w:val="00FA0DD0"/>
    <w:rsid w:val="00FA14E8"/>
    <w:rsid w:val="00FA1679"/>
    <w:rsid w:val="00FA18DB"/>
    <w:rsid w:val="00FA1DB0"/>
    <w:rsid w:val="00FA2304"/>
    <w:rsid w:val="00FA4380"/>
    <w:rsid w:val="00FA45A1"/>
    <w:rsid w:val="00FA484F"/>
    <w:rsid w:val="00FA4E0A"/>
    <w:rsid w:val="00FA5ED9"/>
    <w:rsid w:val="00FA6CF4"/>
    <w:rsid w:val="00FA7EE9"/>
    <w:rsid w:val="00FB020D"/>
    <w:rsid w:val="00FB0A5F"/>
    <w:rsid w:val="00FB1BA9"/>
    <w:rsid w:val="00FB20E4"/>
    <w:rsid w:val="00FB2EB7"/>
    <w:rsid w:val="00FB3297"/>
    <w:rsid w:val="00FB3373"/>
    <w:rsid w:val="00FB3981"/>
    <w:rsid w:val="00FB39F3"/>
    <w:rsid w:val="00FB3AF5"/>
    <w:rsid w:val="00FB3EA3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FC1"/>
    <w:rsid w:val="00FC21D3"/>
    <w:rsid w:val="00FC32EA"/>
    <w:rsid w:val="00FC3341"/>
    <w:rsid w:val="00FC34AC"/>
    <w:rsid w:val="00FC3604"/>
    <w:rsid w:val="00FC3E58"/>
    <w:rsid w:val="00FC46CE"/>
    <w:rsid w:val="00FC5A7D"/>
    <w:rsid w:val="00FC5BC5"/>
    <w:rsid w:val="00FC63DA"/>
    <w:rsid w:val="00FC6A38"/>
    <w:rsid w:val="00FC6B6B"/>
    <w:rsid w:val="00FD0170"/>
    <w:rsid w:val="00FD0CAC"/>
    <w:rsid w:val="00FD0D6B"/>
    <w:rsid w:val="00FD127D"/>
    <w:rsid w:val="00FD1697"/>
    <w:rsid w:val="00FD1F40"/>
    <w:rsid w:val="00FD1F64"/>
    <w:rsid w:val="00FD20F1"/>
    <w:rsid w:val="00FD21D4"/>
    <w:rsid w:val="00FD2DD6"/>
    <w:rsid w:val="00FD33B8"/>
    <w:rsid w:val="00FD42F9"/>
    <w:rsid w:val="00FD435D"/>
    <w:rsid w:val="00FD476A"/>
    <w:rsid w:val="00FD4ADB"/>
    <w:rsid w:val="00FD512D"/>
    <w:rsid w:val="00FD514F"/>
    <w:rsid w:val="00FD55A5"/>
    <w:rsid w:val="00FD5FBF"/>
    <w:rsid w:val="00FD6723"/>
    <w:rsid w:val="00FD7271"/>
    <w:rsid w:val="00FE052A"/>
    <w:rsid w:val="00FE0C93"/>
    <w:rsid w:val="00FE0D70"/>
    <w:rsid w:val="00FE0F08"/>
    <w:rsid w:val="00FE1E72"/>
    <w:rsid w:val="00FE1FC2"/>
    <w:rsid w:val="00FE26DF"/>
    <w:rsid w:val="00FE28B1"/>
    <w:rsid w:val="00FE3AB4"/>
    <w:rsid w:val="00FE3B47"/>
    <w:rsid w:val="00FE430A"/>
    <w:rsid w:val="00FE47DE"/>
    <w:rsid w:val="00FE4C5A"/>
    <w:rsid w:val="00FE5BDF"/>
    <w:rsid w:val="00FE639F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D4"/>
    <w:rsid w:val="00FF63F1"/>
    <w:rsid w:val="00FF64C7"/>
    <w:rsid w:val="00FF68FC"/>
    <w:rsid w:val="00FF6A88"/>
    <w:rsid w:val="00FF6EC8"/>
    <w:rsid w:val="00FF6EE4"/>
    <w:rsid w:val="00FF79F1"/>
    <w:rsid w:val="00FF7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2405E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TableGrid">
    <w:name w:val="Table Grid"/>
    <w:basedOn w:val="TableNormal"/>
    <w:uiPriority w:val="99"/>
    <w:rsid w:val="002405E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  <w:sz w:val="20"/>
      <w:szCs w:val="20"/>
    </w:rPr>
  </w:style>
  <w:style w:type="paragraph" w:styleId="BlockText">
    <w:name w:val="Block Text"/>
    <w:basedOn w:val="Normal"/>
    <w:uiPriority w:val="99"/>
    <w:rsid w:val="006B0A7A"/>
    <w:pPr>
      <w:ind w:left="567" w:right="-1333" w:firstLine="851"/>
      <w:jc w:val="both"/>
    </w:pPr>
    <w:rPr>
      <w:sz w:val="28"/>
      <w:szCs w:val="28"/>
    </w:rPr>
  </w:style>
  <w:style w:type="paragraph" w:styleId="Footer">
    <w:name w:val="footer"/>
    <w:basedOn w:val="Normal"/>
    <w:link w:val="FooterChar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22856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D903FE"/>
  </w:style>
  <w:style w:type="paragraph" w:styleId="BodyText2">
    <w:name w:val="Body Text 2"/>
    <w:basedOn w:val="Normal"/>
    <w:link w:val="BodyText2Char"/>
    <w:uiPriority w:val="99"/>
    <w:rsid w:val="003F15CC"/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22856"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9C017A"/>
    <w:pPr>
      <w:ind w:left="4111"/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E2198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B6743"/>
    <w:rPr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E2198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622856"/>
    <w:rPr>
      <w:sz w:val="24"/>
      <w:szCs w:val="24"/>
    </w:rPr>
  </w:style>
  <w:style w:type="paragraph" w:customStyle="1" w:styleId="a">
    <w:name w:val="Статьи закона"/>
    <w:basedOn w:val="Normal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">
    <w:name w:val="Знак Знак Знак1 Знак"/>
    <w:basedOn w:val="Normal"/>
    <w:link w:val="10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">
    <w:name w:val="Знак Знак Знак1 Знак1"/>
    <w:basedOn w:val="Normal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Normal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DefaultParagraphFont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10">
    <w:name w:val="Знак Знак Знак1 Знак Знак"/>
    <w:basedOn w:val="DefaultParagraphFont"/>
    <w:link w:val="1"/>
    <w:uiPriority w:val="99"/>
    <w:locked/>
    <w:rsid w:val="003D4E53"/>
    <w:rPr>
      <w:rFonts w:ascii="Tahoma" w:hAnsi="Tahoma" w:cs="Tahoma"/>
      <w:lang w:val="en-US" w:eastAsia="en-US"/>
    </w:rPr>
  </w:style>
  <w:style w:type="character" w:styleId="Hyperlink">
    <w:name w:val="Hyperlink"/>
    <w:basedOn w:val="DefaultParagraphFont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DefaultParagraphFont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/>
    </w:rPr>
  </w:style>
  <w:style w:type="paragraph" w:customStyle="1" w:styleId="2">
    <w:name w:val="Знак2 Знак Знак Знак Знак Знак Знак Знак Знак Знак Знак Знак Знак Знак Знак Знак"/>
    <w:basedOn w:val="Normal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22856"/>
    <w:rPr>
      <w:sz w:val="24"/>
      <w:szCs w:val="24"/>
    </w:rPr>
  </w:style>
  <w:style w:type="paragraph" w:customStyle="1" w:styleId="12">
    <w:name w:val="Знак Знак Знак1 Знак Знак Знак Знак Знак"/>
    <w:basedOn w:val="Normal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Normal"/>
    <w:uiPriority w:val="99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NoSpacing">
    <w:name w:val="No Spacing"/>
    <w:uiPriority w:val="99"/>
    <w:qFormat/>
    <w:rsid w:val="00935C32"/>
    <w:rPr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815961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64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191</TotalTime>
  <Pages>7</Pages>
  <Words>2490</Words>
  <Characters>14194</Characters>
  <Application>Microsoft Office Outlook</Application>
  <DocSecurity>0</DocSecurity>
  <Lines>0</Lines>
  <Paragraphs>0</Paragraphs>
  <ScaleCrop>false</ScaleCrop>
  <Company>Архитектура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Pavlenko</cp:lastModifiedBy>
  <cp:revision>62</cp:revision>
  <cp:lastPrinted>2018-08-17T06:55:00Z</cp:lastPrinted>
  <dcterms:created xsi:type="dcterms:W3CDTF">2018-07-31T11:54:00Z</dcterms:created>
  <dcterms:modified xsi:type="dcterms:W3CDTF">2018-10-08T07:33:00Z</dcterms:modified>
</cp:coreProperties>
</file>